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9E222" w14:textId="77777777" w:rsidR="00662344" w:rsidRDefault="00662344" w:rsidP="00F165BD">
      <w:pPr>
        <w:pStyle w:val="Title"/>
      </w:pPr>
    </w:p>
    <w:p w14:paraId="41262D40" w14:textId="77777777" w:rsidR="00662344" w:rsidRDefault="00662344" w:rsidP="00F165BD">
      <w:pPr>
        <w:pStyle w:val="Title"/>
      </w:pPr>
    </w:p>
    <w:p w14:paraId="2FA71C22" w14:textId="77777777" w:rsidR="00662344" w:rsidRDefault="00662344" w:rsidP="00F165BD">
      <w:pPr>
        <w:pStyle w:val="Title"/>
      </w:pPr>
    </w:p>
    <w:p w14:paraId="48660F79" w14:textId="77777777" w:rsidR="00662344" w:rsidRDefault="00662344" w:rsidP="00F165BD">
      <w:pPr>
        <w:pStyle w:val="Title"/>
      </w:pPr>
    </w:p>
    <w:p w14:paraId="70D21A8E" w14:textId="77777777" w:rsidR="00662344" w:rsidRDefault="00662344" w:rsidP="00F165BD">
      <w:pPr>
        <w:pStyle w:val="Title"/>
      </w:pPr>
    </w:p>
    <w:p w14:paraId="2334E472" w14:textId="77777777" w:rsidR="00662344" w:rsidRDefault="00662344" w:rsidP="00F165BD">
      <w:pPr>
        <w:pStyle w:val="Title"/>
      </w:pPr>
    </w:p>
    <w:p w14:paraId="7C860BEC" w14:textId="35F8C674" w:rsidR="00662344" w:rsidRPr="00F165BD" w:rsidRDefault="00C778BA" w:rsidP="00F165BD">
      <w:pPr>
        <w:pStyle w:val="Title"/>
      </w:pPr>
      <w:r>
        <w:t>7.1</w:t>
      </w:r>
      <w:r w:rsidR="00662344" w:rsidRPr="00F165BD">
        <w:t>.</w:t>
      </w:r>
      <w:r w:rsidR="00354058">
        <w:t>1</w:t>
      </w:r>
      <w:r w:rsidR="0097000B">
        <w:t xml:space="preserve"> </w:t>
      </w:r>
      <w:r>
        <w:t>Computer</w:t>
      </w:r>
      <w:r w:rsidR="0097000B">
        <w:t xml:space="preserve"> </w:t>
      </w:r>
      <w:r>
        <w:t>Systems</w:t>
      </w:r>
    </w:p>
    <w:p w14:paraId="1A38F193" w14:textId="10351B74" w:rsidR="00662344" w:rsidRPr="00F165BD" w:rsidRDefault="00662344" w:rsidP="00F165BD">
      <w:pPr>
        <w:pStyle w:val="Title"/>
      </w:pPr>
      <w:r w:rsidRPr="00F165BD">
        <w:t>Class Tasks</w:t>
      </w:r>
    </w:p>
    <w:p w14:paraId="483A44C9" w14:textId="136C6EB6" w:rsidR="00662344" w:rsidRPr="00F165BD" w:rsidRDefault="00130C77" w:rsidP="00F165BD">
      <w:pPr>
        <w:pStyle w:val="Title"/>
      </w:pPr>
      <w:r>
        <w:t>Student Worksheet</w:t>
      </w:r>
    </w:p>
    <w:p w14:paraId="71959F68" w14:textId="77777777" w:rsidR="00FF0F9E" w:rsidRDefault="00FF0F9E" w:rsidP="00FF0F9E">
      <w:pPr>
        <w:rPr>
          <w:lang w:val="en-US"/>
        </w:rPr>
      </w:pPr>
    </w:p>
    <w:p w14:paraId="14114A4D" w14:textId="77777777" w:rsidR="00E85DBE" w:rsidRDefault="00E85DBE" w:rsidP="00FF0F9E"/>
    <w:p w14:paraId="765C26A3" w14:textId="1E427DBD" w:rsidR="00E85DBE" w:rsidRDefault="00E85DBE" w:rsidP="00F165BD">
      <w:pPr>
        <w:pStyle w:val="Title"/>
      </w:pPr>
      <w:r>
        <w:br w:type="page"/>
      </w:r>
    </w:p>
    <w:p w14:paraId="48434409" w14:textId="255B6814" w:rsidR="00DF1539" w:rsidRDefault="00635515" w:rsidP="00662344">
      <w:pPr>
        <w:pStyle w:val="Heading1"/>
      </w:pPr>
      <w:r>
        <w:lastRenderedPageBreak/>
        <w:t xml:space="preserve">Class Task 1 </w:t>
      </w:r>
      <w:r w:rsidR="00C778BA">
        <w:t>–</w:t>
      </w:r>
      <w:r>
        <w:t xml:space="preserve"> </w:t>
      </w:r>
      <w:r w:rsidR="00C778BA">
        <w:t>Personal Computer Systems</w:t>
      </w:r>
    </w:p>
    <w:p w14:paraId="7D3EF727" w14:textId="77777777" w:rsidR="00635515" w:rsidRPr="00635515" w:rsidRDefault="00635515" w:rsidP="00635515"/>
    <w:p w14:paraId="7DD19A2A" w14:textId="5EC28525" w:rsidR="00662344" w:rsidRDefault="00752EE3" w:rsidP="003B45C1">
      <w:pPr>
        <w:pStyle w:val="Heading2"/>
      </w:pPr>
      <w:r>
        <w:t>Question</w:t>
      </w:r>
      <w:r w:rsidR="00662344">
        <w:t xml:space="preserve"> 1</w:t>
      </w:r>
      <w:r w:rsidR="009C30DB">
        <w:t>.1</w:t>
      </w:r>
      <w:r w:rsidR="00662344">
        <w:t xml:space="preserve"> </w:t>
      </w:r>
    </w:p>
    <w:p w14:paraId="640D05EF" w14:textId="0AA56EDE" w:rsidR="00662344" w:rsidRDefault="002128D3" w:rsidP="003B45C1">
      <w:r>
        <w:t>Identify</w:t>
      </w:r>
      <w:r w:rsidR="00752EE3">
        <w:t xml:space="preserve"> </w:t>
      </w:r>
      <w:r w:rsidR="00F24848" w:rsidRPr="00F24848">
        <w:rPr>
          <w:b/>
          <w:bCs/>
        </w:rPr>
        <w:t>FOUR</w:t>
      </w:r>
      <w:r w:rsidR="00752EE3">
        <w:t xml:space="preserve"> internal components of a personal computer system?</w:t>
      </w:r>
      <w:r>
        <w:t xml:space="preserve"> (</w:t>
      </w:r>
      <w:r w:rsidRPr="00036E6F">
        <w:rPr>
          <w:b/>
          <w:bCs/>
          <w:i/>
          <w:iCs/>
        </w:rPr>
        <w:t>4 marks</w:t>
      </w:r>
      <w:r>
        <w:t>)</w:t>
      </w:r>
    </w:p>
    <w:p w14:paraId="2652C8BD" w14:textId="7F69E504" w:rsidR="002128D3" w:rsidRDefault="002128D3" w:rsidP="003B45C1">
      <w:r>
        <w:rPr>
          <w:noProof/>
        </w:rPr>
        <mc:AlternateContent>
          <mc:Choice Requires="wps">
            <w:drawing>
              <wp:anchor distT="0" distB="0" distL="114300" distR="114300" simplePos="0" relativeHeight="251661312" behindDoc="0" locked="0" layoutInCell="1" allowOverlap="1" wp14:anchorId="1C83D526" wp14:editId="2D666808">
                <wp:simplePos x="0" y="0"/>
                <wp:positionH relativeFrom="column">
                  <wp:posOffset>-304450</wp:posOffset>
                </wp:positionH>
                <wp:positionV relativeFrom="paragraph">
                  <wp:posOffset>75565</wp:posOffset>
                </wp:positionV>
                <wp:extent cx="5747657" cy="2668166"/>
                <wp:effectExtent l="19050" t="19050" r="24765" b="18415"/>
                <wp:wrapNone/>
                <wp:docPr id="654075083" name="Rectangle: Rounded Corners 1"/>
                <wp:cNvGraphicFramePr/>
                <a:graphic xmlns:a="http://schemas.openxmlformats.org/drawingml/2006/main">
                  <a:graphicData uri="http://schemas.microsoft.com/office/word/2010/wordprocessingShape">
                    <wps:wsp>
                      <wps:cNvSpPr/>
                      <wps:spPr>
                        <a:xfrm>
                          <a:off x="0" y="0"/>
                          <a:ext cx="5747657" cy="2668166"/>
                        </a:xfrm>
                        <a:prstGeom prst="round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E83E55E" id="Rectangle: Rounded Corners 1" o:spid="_x0000_s1026" style="position:absolute;margin-left:-23.95pt;margin-top:5.95pt;width:452.55pt;height:210.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" filled="f" strokecolor="black [3213]" strokeweight="2.25pt">
                <v:stroke joinstyle="miter"/>
              </v:roundrect>
            </w:pict>
          </mc:Fallback>
        </mc:AlternateContent>
      </w:r>
    </w:p>
    <w:p w14:paraId="61222807" w14:textId="77777777" w:rsidR="00E86B68" w:rsidRDefault="00E86B68" w:rsidP="003B45C1"/>
    <w:p w14:paraId="51572197" w14:textId="77777777" w:rsidR="00E50BEE" w:rsidRDefault="00E50BEE" w:rsidP="003B45C1"/>
    <w:p w14:paraId="79D17D08" w14:textId="77777777" w:rsidR="00130C77" w:rsidRDefault="00130C77" w:rsidP="003B45C1"/>
    <w:p w14:paraId="1AB28564" w14:textId="77777777" w:rsidR="00130C77" w:rsidRDefault="00130C77" w:rsidP="003B45C1"/>
    <w:p w14:paraId="0D957041" w14:textId="77777777" w:rsidR="00130C77" w:rsidRDefault="00130C77" w:rsidP="003B45C1"/>
    <w:p w14:paraId="53B4D007" w14:textId="77777777" w:rsidR="00130C77" w:rsidRDefault="00130C77" w:rsidP="003B45C1"/>
    <w:p w14:paraId="68688187" w14:textId="77777777" w:rsidR="00130C77" w:rsidRDefault="00130C77" w:rsidP="003B45C1"/>
    <w:p w14:paraId="41132A27" w14:textId="77777777" w:rsidR="00130C77" w:rsidRDefault="00130C77" w:rsidP="003B45C1"/>
    <w:p w14:paraId="488EA236" w14:textId="77777777" w:rsidR="00130C77" w:rsidRDefault="00130C77" w:rsidP="003B45C1"/>
    <w:p w14:paraId="33787DC2" w14:textId="77777777" w:rsidR="00130C77" w:rsidRDefault="00130C77" w:rsidP="003B45C1"/>
    <w:p w14:paraId="547B07DF" w14:textId="77777777" w:rsidR="00130C77" w:rsidRDefault="00130C77" w:rsidP="003B45C1"/>
    <w:p w14:paraId="3BD4A47D" w14:textId="77777777" w:rsidR="00130C77" w:rsidRDefault="00130C77" w:rsidP="003B45C1"/>
    <w:p w14:paraId="26AC10CD" w14:textId="25D631E0" w:rsidR="0097000B" w:rsidRPr="0097000B" w:rsidRDefault="0097000B" w:rsidP="003B45C1">
      <w:pPr>
        <w:pStyle w:val="Heading2"/>
      </w:pPr>
      <w:r w:rsidRPr="0097000B">
        <w:t>Question 1.</w:t>
      </w:r>
      <w:r>
        <w:t>2</w:t>
      </w:r>
      <w:r w:rsidRPr="0097000B">
        <w:t xml:space="preserve"> </w:t>
      </w:r>
    </w:p>
    <w:p w14:paraId="320D5294" w14:textId="3DCC2CFD" w:rsidR="0097000B" w:rsidRPr="0097000B" w:rsidRDefault="00F24848" w:rsidP="003B45C1">
      <w:r>
        <w:t>Identify</w:t>
      </w:r>
      <w:r w:rsidR="00EA232E">
        <w:t xml:space="preserve"> any </w:t>
      </w:r>
      <w:r w:rsidRPr="00F24848">
        <w:rPr>
          <w:b/>
          <w:bCs/>
        </w:rPr>
        <w:t>THREE</w:t>
      </w:r>
      <w:r w:rsidR="00EA232E">
        <w:t xml:space="preserve"> advantages of a </w:t>
      </w:r>
      <w:r>
        <w:t>desktop PC</w:t>
      </w:r>
      <w:r w:rsidR="00EA232E">
        <w:t xml:space="preserve"> over a </w:t>
      </w:r>
      <w:r>
        <w:t>laptop</w:t>
      </w:r>
      <w:r w:rsidR="0097000B" w:rsidRPr="0097000B">
        <w:t>? (</w:t>
      </w:r>
      <w:r>
        <w:rPr>
          <w:b/>
          <w:bCs/>
          <w:i/>
          <w:iCs/>
        </w:rPr>
        <w:t>3</w:t>
      </w:r>
      <w:r w:rsidR="0097000B" w:rsidRPr="0097000B">
        <w:rPr>
          <w:b/>
          <w:bCs/>
          <w:i/>
          <w:iCs/>
        </w:rPr>
        <w:t xml:space="preserve"> marks</w:t>
      </w:r>
      <w:r w:rsidR="0097000B" w:rsidRPr="0097000B">
        <w:t>)</w:t>
      </w:r>
    </w:p>
    <w:p w14:paraId="4425C3E5" w14:textId="77777777" w:rsidR="0097000B" w:rsidRPr="0097000B" w:rsidRDefault="0097000B" w:rsidP="003B45C1">
      <w:r w:rsidRPr="0097000B">
        <w:rPr>
          <w:noProof/>
        </w:rPr>
        <mc:AlternateContent>
          <mc:Choice Requires="wps">
            <w:drawing>
              <wp:anchor distT="0" distB="0" distL="114300" distR="114300" simplePos="0" relativeHeight="251663360" behindDoc="0" locked="0" layoutInCell="1" allowOverlap="1" wp14:anchorId="56F4D6CC" wp14:editId="5EAF260D">
                <wp:simplePos x="0" y="0"/>
                <wp:positionH relativeFrom="column">
                  <wp:posOffset>-304411</wp:posOffset>
                </wp:positionH>
                <wp:positionV relativeFrom="paragraph">
                  <wp:posOffset>76122</wp:posOffset>
                </wp:positionV>
                <wp:extent cx="6064509" cy="1853293"/>
                <wp:effectExtent l="19050" t="19050" r="12700" b="13970"/>
                <wp:wrapNone/>
                <wp:docPr id="270913573" name="Rectangle: Rounded Corners 1"/>
                <wp:cNvGraphicFramePr/>
                <a:graphic xmlns:a="http://schemas.openxmlformats.org/drawingml/2006/main">
                  <a:graphicData uri="http://schemas.microsoft.com/office/word/2010/wordprocessingShape">
                    <wps:wsp>
                      <wps:cNvSpPr/>
                      <wps:spPr>
                        <a:xfrm>
                          <a:off x="0" y="0"/>
                          <a:ext cx="6064509" cy="1853293"/>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185D67" id="Rectangle: Rounded Corners 1" o:spid="_x0000_s1026" style="position:absolute;margin-left:-23.95pt;margin-top:6pt;width:477.5pt;height:14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" filled="f" strokecolor="windowText" strokeweight="2.25pt">
                <v:stroke joinstyle="miter"/>
              </v:roundrect>
            </w:pict>
          </mc:Fallback>
        </mc:AlternateContent>
      </w:r>
    </w:p>
    <w:p w14:paraId="01BEE9C8" w14:textId="77777777" w:rsidR="00752EE3" w:rsidRDefault="00752EE3" w:rsidP="003B45C1"/>
    <w:p w14:paraId="5EF28A3D" w14:textId="77777777" w:rsidR="00BC4744" w:rsidRDefault="00BC4744" w:rsidP="003B45C1"/>
    <w:p w14:paraId="4DACC31C" w14:textId="77777777" w:rsidR="000E333F" w:rsidRDefault="000E333F" w:rsidP="003B45C1"/>
    <w:p w14:paraId="4D474A82" w14:textId="77777777" w:rsidR="00662344" w:rsidRDefault="00662344" w:rsidP="003B45C1"/>
    <w:p w14:paraId="4A8DF03D" w14:textId="77777777" w:rsidR="00662344" w:rsidRPr="00662344" w:rsidRDefault="00662344" w:rsidP="003B45C1"/>
    <w:p w14:paraId="07D9B1B2" w14:textId="77777777" w:rsidR="00DC0D54" w:rsidRDefault="00DC0D54" w:rsidP="003B45C1">
      <w:pPr>
        <w:rPr>
          <w:rFonts w:eastAsiaTheme="majorEastAsia" w:cstheme="majorBidi"/>
          <w:color w:val="2F5496" w:themeColor="accent1" w:themeShade="BF"/>
          <w:sz w:val="26"/>
          <w:szCs w:val="26"/>
        </w:rPr>
      </w:pPr>
      <w:r>
        <w:br w:type="page"/>
      </w:r>
    </w:p>
    <w:p w14:paraId="571EF534" w14:textId="2E392DE8" w:rsidR="002A3330" w:rsidRPr="0097000B" w:rsidRDefault="002A3330" w:rsidP="003B45C1">
      <w:pPr>
        <w:pStyle w:val="Heading2"/>
      </w:pPr>
      <w:r w:rsidRPr="0097000B">
        <w:lastRenderedPageBreak/>
        <w:t>Question 1.</w:t>
      </w:r>
      <w:r>
        <w:t>3</w:t>
      </w:r>
    </w:p>
    <w:p w14:paraId="59B19D30" w14:textId="4BE27DEE" w:rsidR="002A3330" w:rsidRPr="0097000B" w:rsidRDefault="002A3330" w:rsidP="002A3330">
      <w:r>
        <w:t>Explain what is meant by Form Factor?</w:t>
      </w:r>
      <w:r w:rsidR="004D338F">
        <w:t xml:space="preserve"> </w:t>
      </w:r>
      <w:r w:rsidR="002413DA">
        <w:t xml:space="preserve"> (</w:t>
      </w:r>
      <w:r w:rsidR="002413DA" w:rsidRPr="002413DA">
        <w:rPr>
          <w:b/>
          <w:bCs/>
        </w:rPr>
        <w:t>1 mark</w:t>
      </w:r>
      <w:r w:rsidR="002413DA">
        <w:t>)</w:t>
      </w:r>
    </w:p>
    <w:p w14:paraId="0DE8175A" w14:textId="77777777" w:rsidR="002A3330" w:rsidRPr="0097000B" w:rsidRDefault="002A3330" w:rsidP="002A3330">
      <w:r w:rsidRPr="0097000B">
        <w:rPr>
          <w:noProof/>
        </w:rPr>
        <mc:AlternateContent>
          <mc:Choice Requires="wps">
            <w:drawing>
              <wp:anchor distT="0" distB="0" distL="114300" distR="114300" simplePos="0" relativeHeight="251665408" behindDoc="0" locked="0" layoutInCell="1" allowOverlap="1" wp14:anchorId="65FE02B4" wp14:editId="09116A68">
                <wp:simplePos x="0" y="0"/>
                <wp:positionH relativeFrom="column">
                  <wp:posOffset>-304411</wp:posOffset>
                </wp:positionH>
                <wp:positionV relativeFrom="paragraph">
                  <wp:posOffset>75967</wp:posOffset>
                </wp:positionV>
                <wp:extent cx="6064509" cy="802044"/>
                <wp:effectExtent l="19050" t="19050" r="12700" b="17145"/>
                <wp:wrapNone/>
                <wp:docPr id="538111458" name="Rectangle: Rounded Corners 1"/>
                <wp:cNvGraphicFramePr/>
                <a:graphic xmlns:a="http://schemas.openxmlformats.org/drawingml/2006/main">
                  <a:graphicData uri="http://schemas.microsoft.com/office/word/2010/wordprocessingShape">
                    <wps:wsp>
                      <wps:cNvSpPr/>
                      <wps:spPr>
                        <a:xfrm>
                          <a:off x="0" y="0"/>
                          <a:ext cx="6064509" cy="802044"/>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81FABF" id="Rectangle: Rounded Corners 1" o:spid="_x0000_s1026" style="position:absolute;margin-left:-23.95pt;margin-top:6pt;width:477.5pt;height:6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" filled="f" strokecolor="windowText" strokeweight="2.25pt">
                <v:stroke joinstyle="miter"/>
              </v:roundrect>
            </w:pict>
          </mc:Fallback>
        </mc:AlternateContent>
      </w:r>
    </w:p>
    <w:p w14:paraId="3125E4D2" w14:textId="1BE6A062" w:rsidR="004D338F" w:rsidRPr="0097000B" w:rsidRDefault="004D338F" w:rsidP="002A3330"/>
    <w:p w14:paraId="6B2C7982" w14:textId="77777777" w:rsidR="002A3330" w:rsidRDefault="002A3330" w:rsidP="002A3330"/>
    <w:p w14:paraId="243E7214" w14:textId="77777777" w:rsidR="002A3330" w:rsidRDefault="002A3330" w:rsidP="002A3330"/>
    <w:p w14:paraId="1AB732D4" w14:textId="03C54C35" w:rsidR="002078E9" w:rsidRDefault="00116EC6" w:rsidP="00DB3EAD">
      <w:pPr>
        <w:pStyle w:val="Heading2"/>
      </w:pPr>
      <w:r w:rsidRPr="00116EC6">
        <w:t>Question 1.</w:t>
      </w:r>
      <w:r w:rsidR="00B0316C">
        <w:t>4</w:t>
      </w:r>
    </w:p>
    <w:p w14:paraId="3CAA2C48" w14:textId="77777777" w:rsidR="00DB3EAD" w:rsidRPr="00DB3EAD" w:rsidRDefault="00DB3EAD" w:rsidP="00DB3EAD"/>
    <w:p w14:paraId="6805D9D6" w14:textId="1EE0484C" w:rsidR="00116EC6" w:rsidRPr="00116EC6" w:rsidRDefault="00116EC6" w:rsidP="00116EC6">
      <w:r>
        <w:t>List</w:t>
      </w:r>
      <w:r w:rsidRPr="00116EC6">
        <w:t xml:space="preserve"> any </w:t>
      </w:r>
      <w:r w:rsidR="002078E9">
        <w:rPr>
          <w:b/>
          <w:bCs/>
        </w:rPr>
        <w:t>TWO</w:t>
      </w:r>
      <w:r w:rsidRPr="00116EC6">
        <w:t xml:space="preserve"> advantages </w:t>
      </w:r>
      <w:r>
        <w:t>a Magnetic HDD has over an SSD</w:t>
      </w:r>
      <w:r w:rsidRPr="00116EC6">
        <w:t>? (</w:t>
      </w:r>
      <w:r w:rsidR="002078E9">
        <w:rPr>
          <w:b/>
          <w:bCs/>
          <w:i/>
          <w:iCs/>
        </w:rPr>
        <w:t>2</w:t>
      </w:r>
      <w:r w:rsidRPr="00116EC6">
        <w:rPr>
          <w:b/>
          <w:bCs/>
          <w:i/>
          <w:iCs/>
        </w:rPr>
        <w:t xml:space="preserve"> marks</w:t>
      </w:r>
      <w:r w:rsidRPr="00116EC6">
        <w:t>)</w:t>
      </w:r>
    </w:p>
    <w:p w14:paraId="4382C647" w14:textId="77777777" w:rsidR="00116EC6" w:rsidRPr="00116EC6" w:rsidRDefault="00116EC6" w:rsidP="00116EC6">
      <w:r w:rsidRPr="00116EC6">
        <w:rPr>
          <w:noProof/>
        </w:rPr>
        <mc:AlternateContent>
          <mc:Choice Requires="wps">
            <w:drawing>
              <wp:anchor distT="0" distB="0" distL="114300" distR="114300" simplePos="0" relativeHeight="251667456" behindDoc="0" locked="0" layoutInCell="1" allowOverlap="1" wp14:anchorId="737122F7" wp14:editId="25AC5FE1">
                <wp:simplePos x="0" y="0"/>
                <wp:positionH relativeFrom="column">
                  <wp:posOffset>-304411</wp:posOffset>
                </wp:positionH>
                <wp:positionV relativeFrom="paragraph">
                  <wp:posOffset>72623</wp:posOffset>
                </wp:positionV>
                <wp:extent cx="6064509" cy="1287236"/>
                <wp:effectExtent l="19050" t="19050" r="12700" b="27305"/>
                <wp:wrapNone/>
                <wp:docPr id="506926561" name="Rectangle: Rounded Corners 1"/>
                <wp:cNvGraphicFramePr/>
                <a:graphic xmlns:a="http://schemas.openxmlformats.org/drawingml/2006/main">
                  <a:graphicData uri="http://schemas.microsoft.com/office/word/2010/wordprocessingShape">
                    <wps:wsp>
                      <wps:cNvSpPr/>
                      <wps:spPr>
                        <a:xfrm>
                          <a:off x="0" y="0"/>
                          <a:ext cx="6064509" cy="1287236"/>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0198E1" id="Rectangle: Rounded Corners 1" o:spid="_x0000_s1026" style="position:absolute;margin-left:-23.95pt;margin-top:5.7pt;width:477.5pt;height:10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" filled="f" strokecolor="windowText" strokeweight="2.25pt">
                <v:stroke joinstyle="miter"/>
              </v:roundrect>
            </w:pict>
          </mc:Fallback>
        </mc:AlternateContent>
      </w:r>
    </w:p>
    <w:p w14:paraId="53A5D268" w14:textId="77777777" w:rsidR="00116EC6" w:rsidRDefault="00116EC6" w:rsidP="00116EC6"/>
    <w:p w14:paraId="037443F1" w14:textId="77777777" w:rsidR="00130C77" w:rsidRDefault="00130C77" w:rsidP="00116EC6"/>
    <w:p w14:paraId="4389A679" w14:textId="77777777" w:rsidR="00130C77" w:rsidRDefault="00130C77" w:rsidP="00116EC6"/>
    <w:p w14:paraId="107ADB56" w14:textId="77777777" w:rsidR="00130C77" w:rsidRDefault="00130C77" w:rsidP="00116EC6"/>
    <w:p w14:paraId="47CEA1AC" w14:textId="77777777" w:rsidR="00130C77" w:rsidRPr="00116EC6" w:rsidRDefault="00130C77" w:rsidP="00116EC6"/>
    <w:p w14:paraId="1B85B4AD" w14:textId="77777777" w:rsidR="00116EC6" w:rsidRPr="00116EC6" w:rsidRDefault="00116EC6" w:rsidP="00116EC6"/>
    <w:p w14:paraId="5E36E91A" w14:textId="02F9B663" w:rsidR="00116EC6" w:rsidRDefault="00116EC6" w:rsidP="00905365">
      <w:pPr>
        <w:pStyle w:val="Heading2"/>
      </w:pPr>
      <w:r w:rsidRPr="00116EC6">
        <w:t>Question 1.</w:t>
      </w:r>
      <w:r w:rsidR="00DB3EAD">
        <w:t>5</w:t>
      </w:r>
    </w:p>
    <w:p w14:paraId="0358C8F5" w14:textId="77777777" w:rsidR="00116EC6" w:rsidRPr="00116EC6" w:rsidRDefault="00116EC6" w:rsidP="00905365"/>
    <w:p w14:paraId="7B997CEF" w14:textId="4AF4AC23" w:rsidR="00D77D97" w:rsidRPr="00116EC6" w:rsidRDefault="00DB3EAD" w:rsidP="00D77D97">
      <w:r>
        <w:t>What is the difference between a Processor and a Core</w:t>
      </w:r>
      <w:r w:rsidR="00D77D97" w:rsidRPr="00116EC6">
        <w:t>? (</w:t>
      </w:r>
      <w:r w:rsidR="008E5309">
        <w:rPr>
          <w:b/>
          <w:bCs/>
          <w:i/>
          <w:iCs/>
        </w:rPr>
        <w:t>1</w:t>
      </w:r>
      <w:r w:rsidR="00D77D97" w:rsidRPr="00116EC6">
        <w:rPr>
          <w:b/>
          <w:bCs/>
          <w:i/>
          <w:iCs/>
        </w:rPr>
        <w:t xml:space="preserve"> mark</w:t>
      </w:r>
      <w:r w:rsidR="00D77D97" w:rsidRPr="00116EC6">
        <w:t>)</w:t>
      </w:r>
    </w:p>
    <w:p w14:paraId="4A5ACBA5" w14:textId="77777777" w:rsidR="00D77D97" w:rsidRPr="00116EC6" w:rsidRDefault="00D77D97" w:rsidP="00D77D97">
      <w:r w:rsidRPr="00116EC6">
        <w:rPr>
          <w:noProof/>
        </w:rPr>
        <mc:AlternateContent>
          <mc:Choice Requires="wps">
            <w:drawing>
              <wp:anchor distT="0" distB="0" distL="114300" distR="114300" simplePos="0" relativeHeight="251669504" behindDoc="0" locked="0" layoutInCell="1" allowOverlap="1" wp14:anchorId="5981ED8F" wp14:editId="63A2B7F5">
                <wp:simplePos x="0" y="0"/>
                <wp:positionH relativeFrom="column">
                  <wp:posOffset>-304411</wp:posOffset>
                </wp:positionH>
                <wp:positionV relativeFrom="paragraph">
                  <wp:posOffset>70718</wp:posOffset>
                </wp:positionV>
                <wp:extent cx="6064509" cy="1759987"/>
                <wp:effectExtent l="19050" t="19050" r="12700" b="12065"/>
                <wp:wrapNone/>
                <wp:docPr id="2033855537" name="Rectangle: Rounded Corners 1"/>
                <wp:cNvGraphicFramePr/>
                <a:graphic xmlns:a="http://schemas.openxmlformats.org/drawingml/2006/main">
                  <a:graphicData uri="http://schemas.microsoft.com/office/word/2010/wordprocessingShape">
                    <wps:wsp>
                      <wps:cNvSpPr/>
                      <wps:spPr>
                        <a:xfrm>
                          <a:off x="0" y="0"/>
                          <a:ext cx="6064509" cy="1759987"/>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88F74F" id="Rectangle: Rounded Corners 1" o:spid="_x0000_s1026" style="position:absolute;margin-left:-23.95pt;margin-top:5.55pt;width:477.5pt;height:138.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" filled="f" strokecolor="windowText" strokeweight="2.25pt">
                <v:stroke joinstyle="miter"/>
              </v:roundrect>
            </w:pict>
          </mc:Fallback>
        </mc:AlternateContent>
      </w:r>
    </w:p>
    <w:p w14:paraId="6D5A3A78" w14:textId="77777777" w:rsidR="000203C6" w:rsidRPr="00116EC6" w:rsidRDefault="000203C6" w:rsidP="00D77D97"/>
    <w:p w14:paraId="3159B502" w14:textId="77777777" w:rsidR="00D77D97" w:rsidRPr="00116EC6" w:rsidRDefault="00D77D97" w:rsidP="00D77D97"/>
    <w:p w14:paraId="0AAB3ADE" w14:textId="77777777" w:rsidR="002A3330" w:rsidRDefault="002A3330" w:rsidP="002A3330"/>
    <w:p w14:paraId="33487B44" w14:textId="77777777" w:rsidR="002A3330" w:rsidRDefault="002A3330">
      <w:pPr>
        <w:rPr>
          <w:rFonts w:eastAsiaTheme="majorEastAsia" w:cstheme="minorHAnsi"/>
          <w:color w:val="2F5496" w:themeColor="accent1" w:themeShade="BF"/>
          <w:sz w:val="32"/>
          <w:szCs w:val="32"/>
        </w:rPr>
      </w:pPr>
      <w:r>
        <w:br w:type="page"/>
      </w:r>
    </w:p>
    <w:p w14:paraId="1EAAA9BF" w14:textId="77777777" w:rsidR="00905365" w:rsidRPr="00905365" w:rsidRDefault="00905365" w:rsidP="00905365">
      <w:pPr>
        <w:pStyle w:val="Heading2"/>
      </w:pPr>
      <w:r w:rsidRPr="00905365">
        <w:lastRenderedPageBreak/>
        <w:t>Question 1.5</w:t>
      </w:r>
    </w:p>
    <w:p w14:paraId="0F25E33B" w14:textId="77777777" w:rsidR="00905365" w:rsidRDefault="00905365" w:rsidP="00905365"/>
    <w:p w14:paraId="49CC3528" w14:textId="2E019E62" w:rsidR="00905365" w:rsidRPr="00905365" w:rsidRDefault="00905365" w:rsidP="00905365">
      <w:r w:rsidRPr="00905365">
        <w:t xml:space="preserve">What </w:t>
      </w:r>
      <w:r>
        <w:t>does RAM stand for</w:t>
      </w:r>
      <w:r w:rsidRPr="00905365">
        <w:t>? (</w:t>
      </w:r>
      <w:r w:rsidRPr="00905365">
        <w:rPr>
          <w:b/>
          <w:bCs/>
          <w:i/>
          <w:iCs/>
        </w:rPr>
        <w:t>1 mark</w:t>
      </w:r>
      <w:r w:rsidRPr="00905365">
        <w:t>)</w:t>
      </w:r>
    </w:p>
    <w:p w14:paraId="3A2024E9" w14:textId="77777777" w:rsidR="00905365" w:rsidRPr="00905365" w:rsidRDefault="00905365" w:rsidP="00905365">
      <w:r w:rsidRPr="00905365">
        <w:rPr>
          <w:noProof/>
        </w:rPr>
        <mc:AlternateContent>
          <mc:Choice Requires="wps">
            <w:drawing>
              <wp:anchor distT="0" distB="0" distL="114300" distR="114300" simplePos="0" relativeHeight="251671552" behindDoc="0" locked="0" layoutInCell="1" allowOverlap="1" wp14:anchorId="1AF570BA" wp14:editId="5EA4CD4A">
                <wp:simplePos x="0" y="0"/>
                <wp:positionH relativeFrom="column">
                  <wp:posOffset>-304411</wp:posOffset>
                </wp:positionH>
                <wp:positionV relativeFrom="paragraph">
                  <wp:posOffset>69137</wp:posOffset>
                </wp:positionV>
                <wp:extent cx="6064509" cy="609211"/>
                <wp:effectExtent l="19050" t="19050" r="12700" b="19685"/>
                <wp:wrapNone/>
                <wp:docPr id="1183727841" name="Rectangle: Rounded Corners 1"/>
                <wp:cNvGraphicFramePr/>
                <a:graphic xmlns:a="http://schemas.openxmlformats.org/drawingml/2006/main">
                  <a:graphicData uri="http://schemas.microsoft.com/office/word/2010/wordprocessingShape">
                    <wps:wsp>
                      <wps:cNvSpPr/>
                      <wps:spPr>
                        <a:xfrm>
                          <a:off x="0" y="0"/>
                          <a:ext cx="6064509" cy="609211"/>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64DCBE" id="Rectangle: Rounded Corners 1" o:spid="_x0000_s1026" style="position:absolute;margin-left:-23.95pt;margin-top:5.45pt;width:477.5pt;height:47.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" filled="f" strokecolor="windowText" strokeweight="2.25pt">
                <v:stroke joinstyle="miter"/>
              </v:roundrect>
            </w:pict>
          </mc:Fallback>
        </mc:AlternateContent>
      </w:r>
    </w:p>
    <w:p w14:paraId="5DB59A83" w14:textId="77777777" w:rsidR="00905365" w:rsidRDefault="00905365" w:rsidP="00905365"/>
    <w:p w14:paraId="63C879AA" w14:textId="77777777" w:rsidR="00130C77" w:rsidRPr="00905365" w:rsidRDefault="00130C77" w:rsidP="00905365"/>
    <w:p w14:paraId="11815A48" w14:textId="77777777" w:rsidR="00905365" w:rsidRDefault="00905365"/>
    <w:p w14:paraId="53C3C256" w14:textId="5DDB6EBE" w:rsidR="00A433B1" w:rsidRPr="00A433B1" w:rsidRDefault="00A433B1" w:rsidP="00A433B1">
      <w:pPr>
        <w:pStyle w:val="Heading2"/>
      </w:pPr>
      <w:r w:rsidRPr="00A433B1">
        <w:t>Question 1.</w:t>
      </w:r>
      <w:r>
        <w:t>6</w:t>
      </w:r>
    </w:p>
    <w:p w14:paraId="18033FC7" w14:textId="77777777" w:rsidR="00A433B1" w:rsidRPr="00A433B1" w:rsidRDefault="00A433B1" w:rsidP="00A433B1"/>
    <w:p w14:paraId="4FB2634C" w14:textId="5C6A5C6B" w:rsidR="00A433B1" w:rsidRPr="00A433B1" w:rsidRDefault="00C71B4C" w:rsidP="00A433B1">
      <w:r>
        <w:t>RAM</w:t>
      </w:r>
      <w:r w:rsidR="00A433B1">
        <w:t xml:space="preserve"> is </w:t>
      </w:r>
      <w:r w:rsidR="00A433B1" w:rsidRPr="00C71B4C">
        <w:rPr>
          <w:b/>
          <w:bCs/>
          <w:i/>
          <w:iCs/>
        </w:rPr>
        <w:t>VOLATILE</w:t>
      </w:r>
      <w:r>
        <w:t>. What does this mean</w:t>
      </w:r>
      <w:r w:rsidR="00A433B1" w:rsidRPr="00A433B1">
        <w:t>? (</w:t>
      </w:r>
      <w:r w:rsidR="00A433B1" w:rsidRPr="00A433B1">
        <w:rPr>
          <w:b/>
          <w:bCs/>
          <w:i/>
          <w:iCs/>
        </w:rPr>
        <w:t>1 mark</w:t>
      </w:r>
      <w:r w:rsidR="00A433B1" w:rsidRPr="00A433B1">
        <w:t>)</w:t>
      </w:r>
    </w:p>
    <w:p w14:paraId="099848AF" w14:textId="77777777" w:rsidR="00A433B1" w:rsidRPr="00A433B1" w:rsidRDefault="00A433B1" w:rsidP="00A433B1">
      <w:r w:rsidRPr="00A433B1">
        <w:rPr>
          <w:noProof/>
        </w:rPr>
        <mc:AlternateContent>
          <mc:Choice Requires="wps">
            <w:drawing>
              <wp:anchor distT="0" distB="0" distL="114300" distR="114300" simplePos="0" relativeHeight="251675648" behindDoc="0" locked="0" layoutInCell="1" allowOverlap="1" wp14:anchorId="0865B099" wp14:editId="40348B5D">
                <wp:simplePos x="0" y="0"/>
                <wp:positionH relativeFrom="column">
                  <wp:posOffset>-304411</wp:posOffset>
                </wp:positionH>
                <wp:positionV relativeFrom="paragraph">
                  <wp:posOffset>69137</wp:posOffset>
                </wp:positionV>
                <wp:extent cx="6064509" cy="609211"/>
                <wp:effectExtent l="19050" t="19050" r="12700" b="19685"/>
                <wp:wrapNone/>
                <wp:docPr id="980310553" name="Rectangle: Rounded Corners 1"/>
                <wp:cNvGraphicFramePr/>
                <a:graphic xmlns:a="http://schemas.openxmlformats.org/drawingml/2006/main">
                  <a:graphicData uri="http://schemas.microsoft.com/office/word/2010/wordprocessingShape">
                    <wps:wsp>
                      <wps:cNvSpPr/>
                      <wps:spPr>
                        <a:xfrm>
                          <a:off x="0" y="0"/>
                          <a:ext cx="6064509" cy="609211"/>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E7FD0E" id="Rectangle: Rounded Corners 1" o:spid="_x0000_s1026" style="position:absolute;margin-left:-23.95pt;margin-top:5.45pt;width:477.5pt;height:47.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" filled="f" strokecolor="windowText" strokeweight="2.25pt">
                <v:stroke joinstyle="miter"/>
              </v:roundrect>
            </w:pict>
          </mc:Fallback>
        </mc:AlternateContent>
      </w:r>
    </w:p>
    <w:p w14:paraId="6C1F50A5" w14:textId="77777777" w:rsidR="00A433B1" w:rsidRPr="00A433B1" w:rsidRDefault="00A433B1" w:rsidP="00A433B1"/>
    <w:p w14:paraId="72A15B1D" w14:textId="77777777" w:rsidR="00A433B1" w:rsidRDefault="00A433B1"/>
    <w:p w14:paraId="0A3765E5" w14:textId="77777777" w:rsidR="00A433B1" w:rsidRDefault="00A433B1"/>
    <w:p w14:paraId="2A713AA6" w14:textId="59898FDA" w:rsidR="00905365" w:rsidRDefault="00905365" w:rsidP="00905365">
      <w:pPr>
        <w:pStyle w:val="Heading2"/>
      </w:pPr>
      <w:r w:rsidRPr="00905365">
        <w:t>Question 1.</w:t>
      </w:r>
      <w:r w:rsidR="00C71B4C">
        <w:t>7</w:t>
      </w:r>
    </w:p>
    <w:p w14:paraId="7FBCEF4F" w14:textId="77777777" w:rsidR="00905365" w:rsidRPr="00905365" w:rsidRDefault="00905365" w:rsidP="00905365"/>
    <w:p w14:paraId="3F2A5AFF" w14:textId="07DC9B3C" w:rsidR="00905365" w:rsidRDefault="00905365" w:rsidP="00905365">
      <w:r>
        <w:t>You have been given a motherboard with four slots</w:t>
      </w:r>
      <w:r w:rsidR="005C4965">
        <w:t xml:space="preserve"> for Main Memory.</w:t>
      </w:r>
    </w:p>
    <w:p w14:paraId="1F510A97" w14:textId="0966092D" w:rsidR="00F23645" w:rsidRPr="00905365" w:rsidRDefault="00F23645" w:rsidP="00905365">
      <w:r>
        <w:t xml:space="preserve">List </w:t>
      </w:r>
      <w:r w:rsidR="00B15C2D" w:rsidRPr="00B15C2D">
        <w:rPr>
          <w:b/>
          <w:bCs/>
        </w:rPr>
        <w:t>ALL</w:t>
      </w:r>
      <w:r>
        <w:t xml:space="preserve"> possible memory combinations</w:t>
      </w:r>
      <w:r w:rsidR="005C4965">
        <w:t xml:space="preserve"> of 16Gb RAM chips</w:t>
      </w:r>
      <w:r>
        <w:t xml:space="preserve"> that you could choose</w:t>
      </w:r>
      <w:r w:rsidR="008E5795">
        <w:t>, and their totals. (</w:t>
      </w:r>
      <w:r w:rsidR="008E5795" w:rsidRPr="008E5795">
        <w:rPr>
          <w:b/>
          <w:bCs/>
        </w:rPr>
        <w:t>4 marks</w:t>
      </w:r>
      <w:r w:rsidR="008E5795">
        <w:t>)</w:t>
      </w:r>
    </w:p>
    <w:p w14:paraId="56F1C792" w14:textId="77777777" w:rsidR="00905365" w:rsidRPr="00905365" w:rsidRDefault="00905365" w:rsidP="00905365">
      <w:r w:rsidRPr="00905365">
        <w:rPr>
          <w:noProof/>
        </w:rPr>
        <mc:AlternateContent>
          <mc:Choice Requires="wps">
            <w:drawing>
              <wp:anchor distT="0" distB="0" distL="114300" distR="114300" simplePos="0" relativeHeight="251673600" behindDoc="0" locked="0" layoutInCell="1" allowOverlap="1" wp14:anchorId="4BA8A5C5" wp14:editId="3B74D67A">
                <wp:simplePos x="0" y="0"/>
                <wp:positionH relativeFrom="column">
                  <wp:posOffset>-304411</wp:posOffset>
                </wp:positionH>
                <wp:positionV relativeFrom="paragraph">
                  <wp:posOffset>70278</wp:posOffset>
                </wp:positionV>
                <wp:extent cx="6064509" cy="1498729"/>
                <wp:effectExtent l="19050" t="19050" r="12700" b="25400"/>
                <wp:wrapNone/>
                <wp:docPr id="1328123297" name="Rectangle: Rounded Corners 1"/>
                <wp:cNvGraphicFramePr/>
                <a:graphic xmlns:a="http://schemas.openxmlformats.org/drawingml/2006/main">
                  <a:graphicData uri="http://schemas.microsoft.com/office/word/2010/wordprocessingShape">
                    <wps:wsp>
                      <wps:cNvSpPr/>
                      <wps:spPr>
                        <a:xfrm>
                          <a:off x="0" y="0"/>
                          <a:ext cx="6064509" cy="1498729"/>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28C287" id="Rectangle: Rounded Corners 1" o:spid="_x0000_s1026" style="position:absolute;margin-left:-23.95pt;margin-top:5.55pt;width:477.5pt;height:1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" filled="f" strokecolor="windowText" strokeweight="2.25pt">
                <v:stroke joinstyle="miter"/>
              </v:roundrect>
            </w:pict>
          </mc:Fallback>
        </mc:AlternateContent>
      </w:r>
    </w:p>
    <w:p w14:paraId="5BF4713A" w14:textId="77777777" w:rsidR="00905365" w:rsidRPr="00905365" w:rsidRDefault="00905365" w:rsidP="00905365"/>
    <w:p w14:paraId="0833933C" w14:textId="4CC08A2A" w:rsidR="00905365" w:rsidRDefault="00905365">
      <w:pPr>
        <w:rPr>
          <w:rFonts w:eastAsiaTheme="majorEastAsia" w:cstheme="minorHAnsi"/>
          <w:color w:val="2F5496" w:themeColor="accent1" w:themeShade="BF"/>
          <w:sz w:val="32"/>
          <w:szCs w:val="32"/>
        </w:rPr>
      </w:pPr>
      <w:r>
        <w:br w:type="page"/>
      </w:r>
    </w:p>
    <w:p w14:paraId="05AB323B" w14:textId="5F2D6917" w:rsidR="00B15C2D" w:rsidRPr="00B15C2D" w:rsidRDefault="00B15C2D" w:rsidP="00B15C2D">
      <w:pPr>
        <w:pStyle w:val="Heading2"/>
      </w:pPr>
      <w:r w:rsidRPr="00B15C2D">
        <w:lastRenderedPageBreak/>
        <w:t>Question 1.</w:t>
      </w:r>
      <w:r>
        <w:t>8</w:t>
      </w:r>
    </w:p>
    <w:p w14:paraId="13B2BB82" w14:textId="77777777" w:rsidR="00B15C2D" w:rsidRPr="00B15C2D" w:rsidRDefault="00B15C2D" w:rsidP="00B15C2D"/>
    <w:p w14:paraId="2BC00332" w14:textId="41236A0F" w:rsidR="00B15C2D" w:rsidRPr="00B15C2D" w:rsidRDefault="00B15C2D" w:rsidP="00B15C2D">
      <w:r>
        <w:t xml:space="preserve">List </w:t>
      </w:r>
      <w:r w:rsidRPr="00B15C2D">
        <w:rPr>
          <w:b/>
          <w:bCs/>
        </w:rPr>
        <w:t>THREE</w:t>
      </w:r>
      <w:r>
        <w:t xml:space="preserve"> advantages that a wired network has over a wireless network</w:t>
      </w:r>
      <w:r w:rsidRPr="00B15C2D">
        <w:t xml:space="preserve"> (</w:t>
      </w:r>
      <w:r>
        <w:rPr>
          <w:b/>
          <w:bCs/>
        </w:rPr>
        <w:t>3</w:t>
      </w:r>
      <w:r w:rsidRPr="00B15C2D">
        <w:rPr>
          <w:b/>
          <w:bCs/>
        </w:rPr>
        <w:t xml:space="preserve"> marks</w:t>
      </w:r>
      <w:r w:rsidRPr="00B15C2D">
        <w:t>)</w:t>
      </w:r>
    </w:p>
    <w:p w14:paraId="00475E00" w14:textId="77777777" w:rsidR="00B15C2D" w:rsidRPr="00B15C2D" w:rsidRDefault="00B15C2D" w:rsidP="00B15C2D">
      <w:r w:rsidRPr="00B15C2D">
        <w:rPr>
          <w:noProof/>
        </w:rPr>
        <mc:AlternateContent>
          <mc:Choice Requires="wps">
            <w:drawing>
              <wp:anchor distT="0" distB="0" distL="114300" distR="114300" simplePos="0" relativeHeight="251677696" behindDoc="0" locked="0" layoutInCell="1" allowOverlap="1" wp14:anchorId="0A587337" wp14:editId="389B0516">
                <wp:simplePos x="0" y="0"/>
                <wp:positionH relativeFrom="column">
                  <wp:posOffset>-304411</wp:posOffset>
                </wp:positionH>
                <wp:positionV relativeFrom="paragraph">
                  <wp:posOffset>70135</wp:posOffset>
                </wp:positionV>
                <wp:extent cx="6064509" cy="1741326"/>
                <wp:effectExtent l="19050" t="19050" r="12700" b="11430"/>
                <wp:wrapNone/>
                <wp:docPr id="1413766775" name="Rectangle: Rounded Corners 1"/>
                <wp:cNvGraphicFramePr/>
                <a:graphic xmlns:a="http://schemas.openxmlformats.org/drawingml/2006/main">
                  <a:graphicData uri="http://schemas.microsoft.com/office/word/2010/wordprocessingShape">
                    <wps:wsp>
                      <wps:cNvSpPr/>
                      <wps:spPr>
                        <a:xfrm>
                          <a:off x="0" y="0"/>
                          <a:ext cx="6064509" cy="1741326"/>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53D97B" id="Rectangle: Rounded Corners 1" o:spid="_x0000_s1026" style="position:absolute;margin-left:-23.95pt;margin-top:5.5pt;width:477.5pt;height:137.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" filled="f" strokecolor="windowText" strokeweight="2.25pt">
                <v:stroke joinstyle="miter"/>
              </v:roundrect>
            </w:pict>
          </mc:Fallback>
        </mc:AlternateContent>
      </w:r>
    </w:p>
    <w:p w14:paraId="0233ECBC" w14:textId="77777777" w:rsidR="00AD5429" w:rsidRPr="00B15C2D" w:rsidRDefault="00AD5429" w:rsidP="00B15C2D"/>
    <w:p w14:paraId="4AD28C2D" w14:textId="0422076F" w:rsidR="007B1913" w:rsidRDefault="007B1913">
      <w:r>
        <w:br w:type="page"/>
      </w:r>
    </w:p>
    <w:p w14:paraId="6659A9E2" w14:textId="47542DE4" w:rsidR="007B1913" w:rsidRPr="007B1913" w:rsidRDefault="007B1913" w:rsidP="007B1913">
      <w:pPr>
        <w:pStyle w:val="Heading1"/>
      </w:pPr>
      <w:r w:rsidRPr="007B1913">
        <w:lastRenderedPageBreak/>
        <w:t xml:space="preserve">Class Task </w:t>
      </w:r>
      <w:r>
        <w:t>2</w:t>
      </w:r>
      <w:r w:rsidRPr="007B1913">
        <w:t xml:space="preserve"> – </w:t>
      </w:r>
      <w:r>
        <w:t>Servers</w:t>
      </w:r>
    </w:p>
    <w:p w14:paraId="2883E0F4" w14:textId="77777777" w:rsidR="00B15C2D" w:rsidRPr="00B15C2D" w:rsidRDefault="00B15C2D" w:rsidP="00B15C2D"/>
    <w:p w14:paraId="29B8D1AF" w14:textId="3E621364" w:rsidR="003237C2" w:rsidRDefault="00F64265" w:rsidP="005714DE">
      <w:r>
        <w:t xml:space="preserve">For each of the following servers, identify what the server does, the </w:t>
      </w:r>
      <w:r w:rsidR="00114D1A">
        <w:t xml:space="preserve">client </w:t>
      </w:r>
      <w:r>
        <w:t>requests and possible</w:t>
      </w:r>
      <w:r w:rsidR="00114D1A">
        <w:t xml:space="preserve"> server</w:t>
      </w:r>
      <w:r>
        <w:t xml:space="preserve"> response</w:t>
      </w:r>
      <w:r w:rsidR="00114D1A">
        <w:t>s.</w:t>
      </w:r>
      <w:r w:rsidR="00130C77">
        <w:t xml:space="preserve"> The firs example has been given to </w:t>
      </w:r>
      <w:r w:rsidR="00234CA6">
        <w:t>you.</w:t>
      </w:r>
      <w:r w:rsidR="00234CA6">
        <w:rPr>
          <w:rFonts w:ascii="Congenial" w:eastAsiaTheme="minorEastAsia" w:hAnsi="Congenial"/>
          <w:b/>
          <w:bCs/>
          <w:color w:val="FFFFFF" w:themeColor="light1"/>
          <w:kern w:val="24"/>
          <w:sz w:val="36"/>
          <w:szCs w:val="36"/>
        </w:rPr>
        <w:t>ve</w:t>
      </w:r>
    </w:p>
    <w:tbl>
      <w:tblPr>
        <w:tblStyle w:val="TableGrid"/>
        <w:tblW w:w="0" w:type="auto"/>
        <w:tblLook w:val="04A0" w:firstRow="1" w:lastRow="0" w:firstColumn="1" w:lastColumn="0" w:noHBand="0" w:noVBand="1"/>
      </w:tblPr>
      <w:tblGrid>
        <w:gridCol w:w="2254"/>
        <w:gridCol w:w="2844"/>
        <w:gridCol w:w="1664"/>
        <w:gridCol w:w="2254"/>
      </w:tblGrid>
      <w:tr w:rsidR="00CB37A1" w:rsidRPr="00CB37A1" w14:paraId="4526C14D" w14:textId="77777777" w:rsidTr="00CB37A1">
        <w:trPr>
          <w:trHeight w:val="567"/>
        </w:trPr>
        <w:tc>
          <w:tcPr>
            <w:tcW w:w="2254" w:type="dxa"/>
            <w:shd w:val="clear" w:color="auto" w:fill="4472C4" w:themeFill="accent1"/>
            <w:vAlign w:val="center"/>
          </w:tcPr>
          <w:p w14:paraId="72176C3F" w14:textId="30B71AFF" w:rsidR="00EC0CB3" w:rsidRPr="00CB37A1" w:rsidRDefault="00EC0CB3" w:rsidP="00CB37A1">
            <w:pPr>
              <w:jc w:val="center"/>
              <w:rPr>
                <w:b/>
                <w:bCs/>
                <w:color w:val="FFFFFF" w:themeColor="background1"/>
                <w:sz w:val="24"/>
                <w:szCs w:val="24"/>
              </w:rPr>
            </w:pPr>
            <w:bookmarkStart w:id="0" w:name="_Hlk167450533"/>
            <w:r w:rsidRPr="00CB37A1">
              <w:rPr>
                <w:b/>
                <w:bCs/>
                <w:color w:val="FFFFFF" w:themeColor="background1"/>
                <w:sz w:val="24"/>
                <w:szCs w:val="24"/>
              </w:rPr>
              <w:t>File Server</w:t>
            </w:r>
          </w:p>
        </w:tc>
        <w:tc>
          <w:tcPr>
            <w:tcW w:w="6762" w:type="dxa"/>
            <w:gridSpan w:val="3"/>
            <w:shd w:val="clear" w:color="auto" w:fill="4472C4" w:themeFill="accent1"/>
            <w:vAlign w:val="center"/>
          </w:tcPr>
          <w:p w14:paraId="1654900B" w14:textId="7C29716B" w:rsidR="00EC0CB3" w:rsidRPr="00CB37A1" w:rsidRDefault="00AE0362" w:rsidP="00CB37A1">
            <w:pPr>
              <w:jc w:val="center"/>
              <w:rPr>
                <w:b/>
                <w:bCs/>
                <w:color w:val="FFFFFF" w:themeColor="background1"/>
              </w:rPr>
            </w:pPr>
            <w:r>
              <w:rPr>
                <w:b/>
                <w:bCs/>
                <w:color w:val="FFFFFF" w:themeColor="background1"/>
              </w:rPr>
              <w:t>A server that store</w:t>
            </w:r>
            <w:r w:rsidR="005352FA">
              <w:rPr>
                <w:b/>
                <w:bCs/>
                <w:color w:val="FFFFFF" w:themeColor="background1"/>
              </w:rPr>
              <w:t>s</w:t>
            </w:r>
            <w:r>
              <w:rPr>
                <w:b/>
                <w:bCs/>
                <w:color w:val="FFFFFF" w:themeColor="background1"/>
              </w:rPr>
              <w:t xml:space="preserve"> data as files for reading and writing.</w:t>
            </w:r>
          </w:p>
        </w:tc>
      </w:tr>
      <w:tr w:rsidR="00CB37A1" w:rsidRPr="00CB37A1" w14:paraId="0D2A1C09" w14:textId="77777777" w:rsidTr="000E4DB5">
        <w:trPr>
          <w:trHeight w:val="567"/>
        </w:trPr>
        <w:tc>
          <w:tcPr>
            <w:tcW w:w="2254" w:type="dxa"/>
            <w:shd w:val="clear" w:color="auto" w:fill="4472C4" w:themeFill="accent1"/>
            <w:vAlign w:val="center"/>
          </w:tcPr>
          <w:p w14:paraId="7AD26F80" w14:textId="72F295CF" w:rsidR="00EC0CB3" w:rsidRPr="00CB37A1" w:rsidRDefault="006E6347" w:rsidP="00CB37A1">
            <w:pPr>
              <w:jc w:val="center"/>
              <w:rPr>
                <w:b/>
                <w:bCs/>
                <w:color w:val="FFFFFF" w:themeColor="background1"/>
                <w:sz w:val="24"/>
                <w:szCs w:val="24"/>
              </w:rPr>
            </w:pPr>
            <w:r w:rsidRPr="00CB37A1">
              <w:rPr>
                <w:b/>
                <w:bCs/>
                <w:color w:val="FFFFFF" w:themeColor="background1"/>
                <w:sz w:val="24"/>
                <w:szCs w:val="24"/>
              </w:rPr>
              <w:t>REQUEST</w:t>
            </w:r>
            <w:r w:rsidR="0024412C">
              <w:rPr>
                <w:b/>
                <w:bCs/>
                <w:color w:val="FFFFFF" w:themeColor="background1"/>
                <w:sz w:val="24"/>
                <w:szCs w:val="24"/>
              </w:rPr>
              <w:t>S</w:t>
            </w:r>
          </w:p>
        </w:tc>
        <w:tc>
          <w:tcPr>
            <w:tcW w:w="2844" w:type="dxa"/>
            <w:shd w:val="clear" w:color="auto" w:fill="4472C4" w:themeFill="accent1"/>
            <w:vAlign w:val="center"/>
          </w:tcPr>
          <w:p w14:paraId="760C7B1B" w14:textId="3B47F2A4" w:rsidR="00EC0CB3" w:rsidRPr="00CB37A1" w:rsidRDefault="006E6347" w:rsidP="00CB37A1">
            <w:pPr>
              <w:jc w:val="center"/>
              <w:rPr>
                <w:b/>
                <w:bCs/>
                <w:color w:val="FFFFFF" w:themeColor="background1"/>
                <w:sz w:val="24"/>
                <w:szCs w:val="24"/>
              </w:rPr>
            </w:pPr>
            <w:r w:rsidRPr="00CB37A1">
              <w:rPr>
                <w:b/>
                <w:bCs/>
                <w:color w:val="FFFFFF" w:themeColor="background1"/>
                <w:sz w:val="24"/>
                <w:szCs w:val="24"/>
              </w:rPr>
              <w:t>Meaning</w:t>
            </w:r>
          </w:p>
        </w:tc>
        <w:tc>
          <w:tcPr>
            <w:tcW w:w="1664" w:type="dxa"/>
            <w:shd w:val="clear" w:color="auto" w:fill="4472C4" w:themeFill="accent1"/>
            <w:vAlign w:val="center"/>
          </w:tcPr>
          <w:p w14:paraId="57DBB384" w14:textId="5F6A21FB" w:rsidR="00EC0CB3" w:rsidRPr="00CB37A1" w:rsidRDefault="006E6347" w:rsidP="00CB37A1">
            <w:pPr>
              <w:jc w:val="center"/>
              <w:rPr>
                <w:b/>
                <w:bCs/>
                <w:color w:val="FFFFFF" w:themeColor="background1"/>
                <w:sz w:val="24"/>
                <w:szCs w:val="24"/>
              </w:rPr>
            </w:pPr>
            <w:r w:rsidRPr="00CB37A1">
              <w:rPr>
                <w:b/>
                <w:bCs/>
                <w:color w:val="FFFFFF" w:themeColor="background1"/>
                <w:sz w:val="24"/>
                <w:szCs w:val="24"/>
              </w:rPr>
              <w:t>RESPONSE</w:t>
            </w:r>
            <w:r w:rsidR="0024412C">
              <w:rPr>
                <w:b/>
                <w:bCs/>
                <w:color w:val="FFFFFF" w:themeColor="background1"/>
                <w:sz w:val="24"/>
                <w:szCs w:val="24"/>
              </w:rPr>
              <w:t>S</w:t>
            </w:r>
          </w:p>
        </w:tc>
        <w:tc>
          <w:tcPr>
            <w:tcW w:w="2254" w:type="dxa"/>
            <w:shd w:val="clear" w:color="auto" w:fill="4472C4" w:themeFill="accent1"/>
            <w:vAlign w:val="center"/>
          </w:tcPr>
          <w:p w14:paraId="2282C0C5" w14:textId="4ED1D55F" w:rsidR="00EC0CB3" w:rsidRPr="00CB37A1" w:rsidRDefault="006E6347" w:rsidP="00CB37A1">
            <w:pPr>
              <w:jc w:val="center"/>
              <w:rPr>
                <w:b/>
                <w:bCs/>
                <w:color w:val="FFFFFF" w:themeColor="background1"/>
                <w:sz w:val="24"/>
                <w:szCs w:val="24"/>
              </w:rPr>
            </w:pPr>
            <w:r w:rsidRPr="00CB37A1">
              <w:rPr>
                <w:b/>
                <w:bCs/>
                <w:color w:val="FFFFFF" w:themeColor="background1"/>
                <w:sz w:val="24"/>
                <w:szCs w:val="24"/>
              </w:rPr>
              <w:t>Meaning</w:t>
            </w:r>
          </w:p>
        </w:tc>
      </w:tr>
      <w:tr w:rsidR="00EC0CB3" w14:paraId="0321A580" w14:textId="77777777" w:rsidTr="000E4DB5">
        <w:trPr>
          <w:trHeight w:val="567"/>
        </w:trPr>
        <w:tc>
          <w:tcPr>
            <w:tcW w:w="2254" w:type="dxa"/>
            <w:vAlign w:val="center"/>
          </w:tcPr>
          <w:p w14:paraId="23825046" w14:textId="18B556F6" w:rsidR="00EC0CB3" w:rsidRDefault="00AE0362" w:rsidP="00CB37A1">
            <w:pPr>
              <w:jc w:val="center"/>
            </w:pPr>
            <w:r>
              <w:t>OPEN</w:t>
            </w:r>
          </w:p>
        </w:tc>
        <w:tc>
          <w:tcPr>
            <w:tcW w:w="2844" w:type="dxa"/>
            <w:vAlign w:val="center"/>
          </w:tcPr>
          <w:p w14:paraId="594E6073" w14:textId="67D04F8B" w:rsidR="00EC0CB3" w:rsidRDefault="000E4DB5" w:rsidP="00CB37A1">
            <w:pPr>
              <w:jc w:val="center"/>
            </w:pPr>
            <w:r>
              <w:t>Open a file for editing</w:t>
            </w:r>
          </w:p>
        </w:tc>
        <w:tc>
          <w:tcPr>
            <w:tcW w:w="1664" w:type="dxa"/>
            <w:vAlign w:val="center"/>
          </w:tcPr>
          <w:p w14:paraId="2ED6FF82" w14:textId="4E484B2A" w:rsidR="00EC0CB3" w:rsidRDefault="00EC0CB3" w:rsidP="00CB37A1">
            <w:pPr>
              <w:jc w:val="center"/>
            </w:pPr>
          </w:p>
        </w:tc>
        <w:tc>
          <w:tcPr>
            <w:tcW w:w="2254" w:type="dxa"/>
            <w:vAlign w:val="center"/>
          </w:tcPr>
          <w:p w14:paraId="0914EF01" w14:textId="6556CECC" w:rsidR="00EC0CB3" w:rsidRDefault="00EC0CB3" w:rsidP="00CB37A1">
            <w:pPr>
              <w:jc w:val="center"/>
            </w:pPr>
          </w:p>
        </w:tc>
      </w:tr>
      <w:tr w:rsidR="00EC0CB3" w14:paraId="16E43BA7" w14:textId="77777777" w:rsidTr="000E4DB5">
        <w:trPr>
          <w:trHeight w:val="567"/>
        </w:trPr>
        <w:tc>
          <w:tcPr>
            <w:tcW w:w="2254" w:type="dxa"/>
            <w:vAlign w:val="center"/>
          </w:tcPr>
          <w:p w14:paraId="3CD6D274" w14:textId="2A708B4E" w:rsidR="00EC0CB3" w:rsidRDefault="00EC0CB3" w:rsidP="00CB37A1">
            <w:pPr>
              <w:jc w:val="center"/>
            </w:pPr>
          </w:p>
        </w:tc>
        <w:tc>
          <w:tcPr>
            <w:tcW w:w="2844" w:type="dxa"/>
            <w:vAlign w:val="center"/>
          </w:tcPr>
          <w:p w14:paraId="18547367" w14:textId="2AEB92EE" w:rsidR="00EC0CB3" w:rsidRDefault="00EC0CB3" w:rsidP="00CB37A1">
            <w:pPr>
              <w:jc w:val="center"/>
            </w:pPr>
          </w:p>
        </w:tc>
        <w:tc>
          <w:tcPr>
            <w:tcW w:w="1664" w:type="dxa"/>
            <w:vAlign w:val="center"/>
          </w:tcPr>
          <w:p w14:paraId="7ADBF6EE" w14:textId="14629C39" w:rsidR="00EC0CB3" w:rsidRDefault="00EC0CB3" w:rsidP="00CB37A1">
            <w:pPr>
              <w:jc w:val="center"/>
            </w:pPr>
          </w:p>
        </w:tc>
        <w:tc>
          <w:tcPr>
            <w:tcW w:w="2254" w:type="dxa"/>
            <w:vAlign w:val="center"/>
          </w:tcPr>
          <w:p w14:paraId="639CF15C" w14:textId="4678690B" w:rsidR="00EC0CB3" w:rsidRDefault="00EC0CB3" w:rsidP="00CB37A1">
            <w:pPr>
              <w:jc w:val="center"/>
            </w:pPr>
          </w:p>
        </w:tc>
      </w:tr>
      <w:tr w:rsidR="00EC0CB3" w14:paraId="6F4F90E2" w14:textId="77777777" w:rsidTr="000E4DB5">
        <w:trPr>
          <w:trHeight w:val="567"/>
        </w:trPr>
        <w:tc>
          <w:tcPr>
            <w:tcW w:w="2254" w:type="dxa"/>
            <w:vAlign w:val="center"/>
          </w:tcPr>
          <w:p w14:paraId="4CD1385B" w14:textId="32B594B5" w:rsidR="00EC0CB3" w:rsidRDefault="00EC0CB3" w:rsidP="00CB37A1">
            <w:pPr>
              <w:jc w:val="center"/>
            </w:pPr>
          </w:p>
        </w:tc>
        <w:tc>
          <w:tcPr>
            <w:tcW w:w="2844" w:type="dxa"/>
            <w:vAlign w:val="center"/>
          </w:tcPr>
          <w:p w14:paraId="116BC7DD" w14:textId="3A9CF6D1" w:rsidR="00EC0CB3" w:rsidRDefault="00EC0CB3" w:rsidP="00CB37A1">
            <w:pPr>
              <w:jc w:val="center"/>
            </w:pPr>
          </w:p>
        </w:tc>
        <w:tc>
          <w:tcPr>
            <w:tcW w:w="1664" w:type="dxa"/>
            <w:vAlign w:val="center"/>
          </w:tcPr>
          <w:p w14:paraId="6EDF23BA" w14:textId="4B026578" w:rsidR="00EC0CB3" w:rsidRDefault="00EC0CB3" w:rsidP="00CB37A1">
            <w:pPr>
              <w:jc w:val="center"/>
            </w:pPr>
          </w:p>
        </w:tc>
        <w:tc>
          <w:tcPr>
            <w:tcW w:w="2254" w:type="dxa"/>
            <w:vAlign w:val="center"/>
          </w:tcPr>
          <w:p w14:paraId="016A8A7D" w14:textId="260FE64A" w:rsidR="00EC0CB3" w:rsidRDefault="00EC0CB3" w:rsidP="00CB37A1">
            <w:pPr>
              <w:jc w:val="center"/>
            </w:pPr>
          </w:p>
        </w:tc>
      </w:tr>
      <w:tr w:rsidR="00EC0CB3" w14:paraId="719E15D8" w14:textId="77777777" w:rsidTr="000E4DB5">
        <w:trPr>
          <w:trHeight w:val="567"/>
        </w:trPr>
        <w:tc>
          <w:tcPr>
            <w:tcW w:w="2254" w:type="dxa"/>
            <w:vAlign w:val="center"/>
          </w:tcPr>
          <w:p w14:paraId="5A762623" w14:textId="2E77CFCD" w:rsidR="00EC0CB3" w:rsidRDefault="00EC0CB3" w:rsidP="00CB37A1">
            <w:pPr>
              <w:jc w:val="center"/>
            </w:pPr>
          </w:p>
        </w:tc>
        <w:tc>
          <w:tcPr>
            <w:tcW w:w="2844" w:type="dxa"/>
            <w:vAlign w:val="center"/>
          </w:tcPr>
          <w:p w14:paraId="01A1F1A6" w14:textId="7B16A2FD" w:rsidR="00EC0CB3" w:rsidRDefault="00EC0CB3" w:rsidP="00CB37A1">
            <w:pPr>
              <w:jc w:val="center"/>
            </w:pPr>
          </w:p>
        </w:tc>
        <w:tc>
          <w:tcPr>
            <w:tcW w:w="1664" w:type="dxa"/>
            <w:vAlign w:val="center"/>
          </w:tcPr>
          <w:p w14:paraId="3CC0141E" w14:textId="77777777" w:rsidR="00EC0CB3" w:rsidRDefault="00EC0CB3" w:rsidP="00CB37A1">
            <w:pPr>
              <w:jc w:val="center"/>
            </w:pPr>
          </w:p>
        </w:tc>
        <w:tc>
          <w:tcPr>
            <w:tcW w:w="2254" w:type="dxa"/>
            <w:vAlign w:val="center"/>
          </w:tcPr>
          <w:p w14:paraId="2FD0A030" w14:textId="77777777" w:rsidR="00EC0CB3" w:rsidRDefault="00EC0CB3" w:rsidP="00CB37A1">
            <w:pPr>
              <w:jc w:val="center"/>
            </w:pPr>
          </w:p>
        </w:tc>
      </w:tr>
      <w:tr w:rsidR="00EC0CB3" w14:paraId="43956A91" w14:textId="77777777" w:rsidTr="000E4DB5">
        <w:trPr>
          <w:trHeight w:val="567"/>
        </w:trPr>
        <w:tc>
          <w:tcPr>
            <w:tcW w:w="2254" w:type="dxa"/>
            <w:vAlign w:val="center"/>
          </w:tcPr>
          <w:p w14:paraId="58B8F973" w14:textId="53355775" w:rsidR="00EC0CB3" w:rsidRDefault="00EC0CB3" w:rsidP="00CB37A1">
            <w:pPr>
              <w:jc w:val="center"/>
            </w:pPr>
          </w:p>
        </w:tc>
        <w:tc>
          <w:tcPr>
            <w:tcW w:w="2844" w:type="dxa"/>
            <w:vAlign w:val="center"/>
          </w:tcPr>
          <w:p w14:paraId="4B46A5E4" w14:textId="456BCA1B" w:rsidR="00EC0CB3" w:rsidRDefault="00EC0CB3" w:rsidP="00CB37A1">
            <w:pPr>
              <w:jc w:val="center"/>
            </w:pPr>
          </w:p>
        </w:tc>
        <w:tc>
          <w:tcPr>
            <w:tcW w:w="1664" w:type="dxa"/>
            <w:vAlign w:val="center"/>
          </w:tcPr>
          <w:p w14:paraId="7056F1FE" w14:textId="77777777" w:rsidR="00EC0CB3" w:rsidRDefault="00EC0CB3" w:rsidP="00CB37A1">
            <w:pPr>
              <w:jc w:val="center"/>
            </w:pPr>
          </w:p>
        </w:tc>
        <w:tc>
          <w:tcPr>
            <w:tcW w:w="2254" w:type="dxa"/>
            <w:vAlign w:val="center"/>
          </w:tcPr>
          <w:p w14:paraId="528E9921" w14:textId="77777777" w:rsidR="00EC0CB3" w:rsidRDefault="00EC0CB3" w:rsidP="00CB37A1">
            <w:pPr>
              <w:jc w:val="center"/>
            </w:pPr>
          </w:p>
        </w:tc>
      </w:tr>
      <w:tr w:rsidR="00AE0362" w14:paraId="381935C5" w14:textId="77777777" w:rsidTr="000E4DB5">
        <w:trPr>
          <w:trHeight w:val="567"/>
        </w:trPr>
        <w:tc>
          <w:tcPr>
            <w:tcW w:w="2254" w:type="dxa"/>
            <w:vAlign w:val="center"/>
          </w:tcPr>
          <w:p w14:paraId="7864C546" w14:textId="1772A324" w:rsidR="00AE0362" w:rsidRDefault="00AE0362" w:rsidP="00CB37A1">
            <w:pPr>
              <w:jc w:val="center"/>
            </w:pPr>
          </w:p>
        </w:tc>
        <w:tc>
          <w:tcPr>
            <w:tcW w:w="2844" w:type="dxa"/>
            <w:vAlign w:val="center"/>
          </w:tcPr>
          <w:p w14:paraId="4CF1172C" w14:textId="406901B0" w:rsidR="00AE0362" w:rsidRDefault="00AE0362" w:rsidP="00CB37A1">
            <w:pPr>
              <w:jc w:val="center"/>
            </w:pPr>
          </w:p>
        </w:tc>
        <w:tc>
          <w:tcPr>
            <w:tcW w:w="1664" w:type="dxa"/>
            <w:vAlign w:val="center"/>
          </w:tcPr>
          <w:p w14:paraId="5812DFDB" w14:textId="77777777" w:rsidR="00AE0362" w:rsidRDefault="00AE0362" w:rsidP="00CB37A1">
            <w:pPr>
              <w:jc w:val="center"/>
            </w:pPr>
          </w:p>
        </w:tc>
        <w:tc>
          <w:tcPr>
            <w:tcW w:w="2254" w:type="dxa"/>
            <w:vAlign w:val="center"/>
          </w:tcPr>
          <w:p w14:paraId="6722AB79" w14:textId="77777777" w:rsidR="00AE0362" w:rsidRDefault="00AE0362" w:rsidP="00CB37A1">
            <w:pPr>
              <w:jc w:val="center"/>
            </w:pPr>
          </w:p>
        </w:tc>
      </w:tr>
      <w:tr w:rsidR="00AE0362" w14:paraId="43BD12AD" w14:textId="77777777" w:rsidTr="000E4DB5">
        <w:trPr>
          <w:trHeight w:val="567"/>
        </w:trPr>
        <w:tc>
          <w:tcPr>
            <w:tcW w:w="2254" w:type="dxa"/>
            <w:vAlign w:val="center"/>
          </w:tcPr>
          <w:p w14:paraId="67D8710D" w14:textId="4CF91A14" w:rsidR="00AE0362" w:rsidRDefault="00AE0362" w:rsidP="00CB37A1">
            <w:pPr>
              <w:jc w:val="center"/>
            </w:pPr>
          </w:p>
        </w:tc>
        <w:tc>
          <w:tcPr>
            <w:tcW w:w="2844" w:type="dxa"/>
            <w:vAlign w:val="center"/>
          </w:tcPr>
          <w:p w14:paraId="7575E240" w14:textId="23E96CA1" w:rsidR="00AE0362" w:rsidRDefault="00AE0362" w:rsidP="00CB37A1">
            <w:pPr>
              <w:jc w:val="center"/>
            </w:pPr>
          </w:p>
        </w:tc>
        <w:tc>
          <w:tcPr>
            <w:tcW w:w="1664" w:type="dxa"/>
            <w:vAlign w:val="center"/>
          </w:tcPr>
          <w:p w14:paraId="4675ABFC" w14:textId="77777777" w:rsidR="00AE0362" w:rsidRDefault="00AE0362" w:rsidP="00CB37A1">
            <w:pPr>
              <w:jc w:val="center"/>
            </w:pPr>
          </w:p>
        </w:tc>
        <w:tc>
          <w:tcPr>
            <w:tcW w:w="2254" w:type="dxa"/>
            <w:vAlign w:val="center"/>
          </w:tcPr>
          <w:p w14:paraId="2B53AA68" w14:textId="77777777" w:rsidR="00AE0362" w:rsidRDefault="00AE0362" w:rsidP="00CB37A1">
            <w:pPr>
              <w:jc w:val="center"/>
            </w:pPr>
          </w:p>
        </w:tc>
      </w:tr>
      <w:tr w:rsidR="00C84797" w14:paraId="6C4CD1E9" w14:textId="77777777" w:rsidTr="000E4DB5">
        <w:trPr>
          <w:trHeight w:val="567"/>
        </w:trPr>
        <w:tc>
          <w:tcPr>
            <w:tcW w:w="2254" w:type="dxa"/>
            <w:vAlign w:val="center"/>
          </w:tcPr>
          <w:p w14:paraId="15576311" w14:textId="0996480D" w:rsidR="00C84797" w:rsidRDefault="00C84797" w:rsidP="00CB37A1">
            <w:pPr>
              <w:jc w:val="center"/>
            </w:pPr>
          </w:p>
        </w:tc>
        <w:tc>
          <w:tcPr>
            <w:tcW w:w="2844" w:type="dxa"/>
            <w:vAlign w:val="center"/>
          </w:tcPr>
          <w:p w14:paraId="54805320" w14:textId="0B6A56F2" w:rsidR="00C84797" w:rsidRDefault="00C84797" w:rsidP="00CB37A1">
            <w:pPr>
              <w:jc w:val="center"/>
            </w:pPr>
          </w:p>
        </w:tc>
        <w:tc>
          <w:tcPr>
            <w:tcW w:w="1664" w:type="dxa"/>
            <w:vAlign w:val="center"/>
          </w:tcPr>
          <w:p w14:paraId="5A01C532" w14:textId="77777777" w:rsidR="00C84797" w:rsidRDefault="00C84797" w:rsidP="00CB37A1">
            <w:pPr>
              <w:jc w:val="center"/>
            </w:pPr>
          </w:p>
        </w:tc>
        <w:tc>
          <w:tcPr>
            <w:tcW w:w="2254" w:type="dxa"/>
            <w:vAlign w:val="center"/>
          </w:tcPr>
          <w:p w14:paraId="10F6EF73" w14:textId="77777777" w:rsidR="00C84797" w:rsidRDefault="00C84797" w:rsidP="00CB37A1">
            <w:pPr>
              <w:jc w:val="center"/>
            </w:pPr>
          </w:p>
        </w:tc>
      </w:tr>
      <w:bookmarkEnd w:id="0"/>
    </w:tbl>
    <w:p w14:paraId="7FD7259C" w14:textId="77777777" w:rsidR="005352FA" w:rsidRDefault="005352FA"/>
    <w:tbl>
      <w:tblPr>
        <w:tblStyle w:val="TableGrid"/>
        <w:tblW w:w="0" w:type="auto"/>
        <w:tblLook w:val="04A0" w:firstRow="1" w:lastRow="0" w:firstColumn="1" w:lastColumn="0" w:noHBand="0" w:noVBand="1"/>
      </w:tblPr>
      <w:tblGrid>
        <w:gridCol w:w="2254"/>
        <w:gridCol w:w="2254"/>
        <w:gridCol w:w="2254"/>
        <w:gridCol w:w="2254"/>
      </w:tblGrid>
      <w:tr w:rsidR="005352FA" w:rsidRPr="00CB37A1" w14:paraId="14D10B80" w14:textId="77777777" w:rsidTr="000471F3">
        <w:trPr>
          <w:trHeight w:val="567"/>
        </w:trPr>
        <w:tc>
          <w:tcPr>
            <w:tcW w:w="2254" w:type="dxa"/>
            <w:shd w:val="clear" w:color="auto" w:fill="4472C4" w:themeFill="accent1"/>
            <w:vAlign w:val="center"/>
          </w:tcPr>
          <w:p w14:paraId="250D4997" w14:textId="790FC48A" w:rsidR="005352FA" w:rsidRPr="00CB37A1" w:rsidRDefault="005352FA" w:rsidP="000471F3">
            <w:pPr>
              <w:jc w:val="center"/>
              <w:rPr>
                <w:b/>
                <w:bCs/>
                <w:color w:val="FFFFFF" w:themeColor="background1"/>
                <w:sz w:val="24"/>
                <w:szCs w:val="24"/>
              </w:rPr>
            </w:pPr>
            <w:r>
              <w:rPr>
                <w:b/>
                <w:bCs/>
                <w:color w:val="FFFFFF" w:themeColor="background1"/>
                <w:sz w:val="24"/>
                <w:szCs w:val="24"/>
              </w:rPr>
              <w:t>Database</w:t>
            </w:r>
            <w:r w:rsidRPr="00CB37A1">
              <w:rPr>
                <w:b/>
                <w:bCs/>
                <w:color w:val="FFFFFF" w:themeColor="background1"/>
                <w:sz w:val="24"/>
                <w:szCs w:val="24"/>
              </w:rPr>
              <w:t xml:space="preserve"> Server</w:t>
            </w:r>
          </w:p>
        </w:tc>
        <w:tc>
          <w:tcPr>
            <w:tcW w:w="6762" w:type="dxa"/>
            <w:gridSpan w:val="3"/>
            <w:shd w:val="clear" w:color="auto" w:fill="4472C4" w:themeFill="accent1"/>
            <w:vAlign w:val="center"/>
          </w:tcPr>
          <w:p w14:paraId="09CCE746" w14:textId="01551173" w:rsidR="005352FA" w:rsidRPr="00CB37A1" w:rsidRDefault="005352FA" w:rsidP="000471F3">
            <w:pPr>
              <w:jc w:val="center"/>
              <w:rPr>
                <w:b/>
                <w:bCs/>
                <w:color w:val="FFFFFF" w:themeColor="background1"/>
              </w:rPr>
            </w:pPr>
            <w:r>
              <w:rPr>
                <w:b/>
                <w:bCs/>
                <w:color w:val="FFFFFF" w:themeColor="background1"/>
              </w:rPr>
              <w:t>A server that stores data as tables</w:t>
            </w:r>
            <w:r w:rsidR="0024761B">
              <w:rPr>
                <w:b/>
                <w:bCs/>
                <w:color w:val="FFFFFF" w:themeColor="background1"/>
              </w:rPr>
              <w:t xml:space="preserve"> and allows clients to connect to them to access the data</w:t>
            </w:r>
          </w:p>
        </w:tc>
      </w:tr>
      <w:tr w:rsidR="005352FA" w:rsidRPr="00CB37A1" w14:paraId="23A5EE47" w14:textId="77777777" w:rsidTr="000471F3">
        <w:trPr>
          <w:trHeight w:val="567"/>
        </w:trPr>
        <w:tc>
          <w:tcPr>
            <w:tcW w:w="2254" w:type="dxa"/>
            <w:shd w:val="clear" w:color="auto" w:fill="4472C4" w:themeFill="accent1"/>
            <w:vAlign w:val="center"/>
          </w:tcPr>
          <w:p w14:paraId="32B2E147" w14:textId="77777777" w:rsidR="005352FA" w:rsidRPr="00CB37A1" w:rsidRDefault="005352FA" w:rsidP="000471F3">
            <w:pPr>
              <w:jc w:val="center"/>
              <w:rPr>
                <w:b/>
                <w:bCs/>
                <w:color w:val="FFFFFF" w:themeColor="background1"/>
                <w:sz w:val="24"/>
                <w:szCs w:val="24"/>
              </w:rPr>
            </w:pPr>
            <w:r w:rsidRPr="00CB37A1">
              <w:rPr>
                <w:b/>
                <w:bCs/>
                <w:color w:val="FFFFFF" w:themeColor="background1"/>
                <w:sz w:val="24"/>
                <w:szCs w:val="24"/>
              </w:rPr>
              <w:t>REQUEST</w:t>
            </w:r>
            <w:r>
              <w:rPr>
                <w:b/>
                <w:bCs/>
                <w:color w:val="FFFFFF" w:themeColor="background1"/>
                <w:sz w:val="24"/>
                <w:szCs w:val="24"/>
              </w:rPr>
              <w:t>S</w:t>
            </w:r>
          </w:p>
        </w:tc>
        <w:tc>
          <w:tcPr>
            <w:tcW w:w="2254" w:type="dxa"/>
            <w:shd w:val="clear" w:color="auto" w:fill="4472C4" w:themeFill="accent1"/>
            <w:vAlign w:val="center"/>
          </w:tcPr>
          <w:p w14:paraId="137927FA" w14:textId="77777777" w:rsidR="005352FA" w:rsidRPr="00CB37A1" w:rsidRDefault="005352FA" w:rsidP="000471F3">
            <w:pPr>
              <w:jc w:val="center"/>
              <w:rPr>
                <w:b/>
                <w:bCs/>
                <w:color w:val="FFFFFF" w:themeColor="background1"/>
                <w:sz w:val="24"/>
                <w:szCs w:val="24"/>
              </w:rPr>
            </w:pPr>
            <w:r w:rsidRPr="00CB37A1">
              <w:rPr>
                <w:b/>
                <w:bCs/>
                <w:color w:val="FFFFFF" w:themeColor="background1"/>
                <w:sz w:val="24"/>
                <w:szCs w:val="24"/>
              </w:rPr>
              <w:t>Meaning</w:t>
            </w:r>
          </w:p>
        </w:tc>
        <w:tc>
          <w:tcPr>
            <w:tcW w:w="2254" w:type="dxa"/>
            <w:shd w:val="clear" w:color="auto" w:fill="4472C4" w:themeFill="accent1"/>
            <w:vAlign w:val="center"/>
          </w:tcPr>
          <w:p w14:paraId="29FF6ABA" w14:textId="77777777" w:rsidR="005352FA" w:rsidRPr="00CB37A1" w:rsidRDefault="005352FA" w:rsidP="000471F3">
            <w:pPr>
              <w:jc w:val="center"/>
              <w:rPr>
                <w:b/>
                <w:bCs/>
                <w:color w:val="FFFFFF" w:themeColor="background1"/>
                <w:sz w:val="24"/>
                <w:szCs w:val="24"/>
              </w:rPr>
            </w:pPr>
            <w:r w:rsidRPr="00CB37A1">
              <w:rPr>
                <w:b/>
                <w:bCs/>
                <w:color w:val="FFFFFF" w:themeColor="background1"/>
                <w:sz w:val="24"/>
                <w:szCs w:val="24"/>
              </w:rPr>
              <w:t>RESPONSE</w:t>
            </w:r>
            <w:r>
              <w:rPr>
                <w:b/>
                <w:bCs/>
                <w:color w:val="FFFFFF" w:themeColor="background1"/>
                <w:sz w:val="24"/>
                <w:szCs w:val="24"/>
              </w:rPr>
              <w:t>S</w:t>
            </w:r>
          </w:p>
        </w:tc>
        <w:tc>
          <w:tcPr>
            <w:tcW w:w="2254" w:type="dxa"/>
            <w:shd w:val="clear" w:color="auto" w:fill="4472C4" w:themeFill="accent1"/>
            <w:vAlign w:val="center"/>
          </w:tcPr>
          <w:p w14:paraId="46AE314B" w14:textId="77777777" w:rsidR="005352FA" w:rsidRPr="00CB37A1" w:rsidRDefault="005352FA" w:rsidP="000471F3">
            <w:pPr>
              <w:jc w:val="center"/>
              <w:rPr>
                <w:b/>
                <w:bCs/>
                <w:color w:val="FFFFFF" w:themeColor="background1"/>
                <w:sz w:val="24"/>
                <w:szCs w:val="24"/>
              </w:rPr>
            </w:pPr>
            <w:r w:rsidRPr="00CB37A1">
              <w:rPr>
                <w:b/>
                <w:bCs/>
                <w:color w:val="FFFFFF" w:themeColor="background1"/>
                <w:sz w:val="24"/>
                <w:szCs w:val="24"/>
              </w:rPr>
              <w:t>Meaning</w:t>
            </w:r>
          </w:p>
        </w:tc>
      </w:tr>
      <w:tr w:rsidR="005352FA" w14:paraId="44B7D0A6" w14:textId="77777777" w:rsidTr="000471F3">
        <w:trPr>
          <w:trHeight w:val="567"/>
        </w:trPr>
        <w:tc>
          <w:tcPr>
            <w:tcW w:w="2254" w:type="dxa"/>
            <w:vAlign w:val="center"/>
          </w:tcPr>
          <w:p w14:paraId="2FB2E014" w14:textId="6FDB0ECD" w:rsidR="005352FA" w:rsidRDefault="005352FA" w:rsidP="000471F3">
            <w:pPr>
              <w:jc w:val="center"/>
            </w:pPr>
          </w:p>
        </w:tc>
        <w:tc>
          <w:tcPr>
            <w:tcW w:w="2254" w:type="dxa"/>
            <w:vAlign w:val="center"/>
          </w:tcPr>
          <w:p w14:paraId="7C4B2146" w14:textId="303EAF62" w:rsidR="005352FA" w:rsidRDefault="005352FA" w:rsidP="000471F3">
            <w:pPr>
              <w:jc w:val="center"/>
            </w:pPr>
          </w:p>
        </w:tc>
        <w:tc>
          <w:tcPr>
            <w:tcW w:w="2254" w:type="dxa"/>
            <w:vAlign w:val="center"/>
          </w:tcPr>
          <w:p w14:paraId="69487B9B" w14:textId="073FA8E3" w:rsidR="005352FA" w:rsidRDefault="005352FA" w:rsidP="000471F3">
            <w:pPr>
              <w:jc w:val="center"/>
            </w:pPr>
          </w:p>
        </w:tc>
        <w:tc>
          <w:tcPr>
            <w:tcW w:w="2254" w:type="dxa"/>
            <w:vAlign w:val="center"/>
          </w:tcPr>
          <w:p w14:paraId="1CBAC8D8" w14:textId="10AE3BFA" w:rsidR="005352FA" w:rsidRDefault="005352FA" w:rsidP="000471F3">
            <w:pPr>
              <w:jc w:val="center"/>
            </w:pPr>
          </w:p>
        </w:tc>
      </w:tr>
      <w:tr w:rsidR="005352FA" w14:paraId="6D8602B1" w14:textId="77777777" w:rsidTr="000471F3">
        <w:trPr>
          <w:trHeight w:val="567"/>
        </w:trPr>
        <w:tc>
          <w:tcPr>
            <w:tcW w:w="2254" w:type="dxa"/>
            <w:vAlign w:val="center"/>
          </w:tcPr>
          <w:p w14:paraId="5ACC4366" w14:textId="42EEE0F2" w:rsidR="005352FA" w:rsidRDefault="005352FA" w:rsidP="000471F3">
            <w:pPr>
              <w:jc w:val="center"/>
            </w:pPr>
          </w:p>
        </w:tc>
        <w:tc>
          <w:tcPr>
            <w:tcW w:w="2254" w:type="dxa"/>
            <w:vAlign w:val="center"/>
          </w:tcPr>
          <w:p w14:paraId="69428AC0" w14:textId="188F0CE8" w:rsidR="005352FA" w:rsidRDefault="005352FA" w:rsidP="000471F3">
            <w:pPr>
              <w:jc w:val="center"/>
            </w:pPr>
          </w:p>
        </w:tc>
        <w:tc>
          <w:tcPr>
            <w:tcW w:w="2254" w:type="dxa"/>
            <w:vAlign w:val="center"/>
          </w:tcPr>
          <w:p w14:paraId="38D1DAC4" w14:textId="741D067E" w:rsidR="005352FA" w:rsidRDefault="005352FA" w:rsidP="000471F3">
            <w:pPr>
              <w:jc w:val="center"/>
            </w:pPr>
          </w:p>
        </w:tc>
        <w:tc>
          <w:tcPr>
            <w:tcW w:w="2254" w:type="dxa"/>
            <w:vAlign w:val="center"/>
          </w:tcPr>
          <w:p w14:paraId="65C26412" w14:textId="41D3C443" w:rsidR="005352FA" w:rsidRDefault="005352FA" w:rsidP="000471F3">
            <w:pPr>
              <w:jc w:val="center"/>
            </w:pPr>
          </w:p>
        </w:tc>
      </w:tr>
      <w:tr w:rsidR="005352FA" w14:paraId="3CF59E08" w14:textId="77777777" w:rsidTr="000471F3">
        <w:trPr>
          <w:trHeight w:val="567"/>
        </w:trPr>
        <w:tc>
          <w:tcPr>
            <w:tcW w:w="2254" w:type="dxa"/>
            <w:vAlign w:val="center"/>
          </w:tcPr>
          <w:p w14:paraId="49223FAE" w14:textId="74564F05" w:rsidR="005352FA" w:rsidRDefault="005352FA" w:rsidP="000471F3">
            <w:pPr>
              <w:jc w:val="center"/>
            </w:pPr>
          </w:p>
        </w:tc>
        <w:tc>
          <w:tcPr>
            <w:tcW w:w="2254" w:type="dxa"/>
            <w:vAlign w:val="center"/>
          </w:tcPr>
          <w:p w14:paraId="41F1C7F5" w14:textId="1FA41214" w:rsidR="005352FA" w:rsidRDefault="005352FA" w:rsidP="000471F3">
            <w:pPr>
              <w:jc w:val="center"/>
            </w:pPr>
          </w:p>
        </w:tc>
        <w:tc>
          <w:tcPr>
            <w:tcW w:w="2254" w:type="dxa"/>
            <w:vAlign w:val="center"/>
          </w:tcPr>
          <w:p w14:paraId="7390E25C" w14:textId="4DD5D6F3" w:rsidR="005352FA" w:rsidRDefault="005352FA" w:rsidP="000471F3">
            <w:pPr>
              <w:jc w:val="center"/>
            </w:pPr>
          </w:p>
        </w:tc>
        <w:tc>
          <w:tcPr>
            <w:tcW w:w="2254" w:type="dxa"/>
            <w:vAlign w:val="center"/>
          </w:tcPr>
          <w:p w14:paraId="1848D3E4" w14:textId="61387463" w:rsidR="005352FA" w:rsidRDefault="005352FA" w:rsidP="000471F3">
            <w:pPr>
              <w:jc w:val="center"/>
            </w:pPr>
          </w:p>
        </w:tc>
      </w:tr>
      <w:tr w:rsidR="005352FA" w14:paraId="5763E557" w14:textId="77777777" w:rsidTr="000471F3">
        <w:trPr>
          <w:trHeight w:val="567"/>
        </w:trPr>
        <w:tc>
          <w:tcPr>
            <w:tcW w:w="2254" w:type="dxa"/>
            <w:vAlign w:val="center"/>
          </w:tcPr>
          <w:p w14:paraId="35BC6855" w14:textId="7B417186" w:rsidR="005352FA" w:rsidRDefault="005352FA" w:rsidP="000471F3">
            <w:pPr>
              <w:jc w:val="center"/>
            </w:pPr>
          </w:p>
        </w:tc>
        <w:tc>
          <w:tcPr>
            <w:tcW w:w="2254" w:type="dxa"/>
            <w:vAlign w:val="center"/>
          </w:tcPr>
          <w:p w14:paraId="17FB4D0A" w14:textId="2E227724" w:rsidR="005352FA" w:rsidRDefault="005352FA" w:rsidP="000471F3">
            <w:pPr>
              <w:jc w:val="center"/>
            </w:pPr>
          </w:p>
        </w:tc>
        <w:tc>
          <w:tcPr>
            <w:tcW w:w="2254" w:type="dxa"/>
            <w:vAlign w:val="center"/>
          </w:tcPr>
          <w:p w14:paraId="1EC7290A" w14:textId="77777777" w:rsidR="005352FA" w:rsidRDefault="005352FA" w:rsidP="000471F3">
            <w:pPr>
              <w:jc w:val="center"/>
            </w:pPr>
          </w:p>
        </w:tc>
        <w:tc>
          <w:tcPr>
            <w:tcW w:w="2254" w:type="dxa"/>
            <w:vAlign w:val="center"/>
          </w:tcPr>
          <w:p w14:paraId="597E2525" w14:textId="77777777" w:rsidR="005352FA" w:rsidRDefault="005352FA" w:rsidP="000471F3">
            <w:pPr>
              <w:jc w:val="center"/>
            </w:pPr>
          </w:p>
        </w:tc>
      </w:tr>
    </w:tbl>
    <w:p w14:paraId="5CC535C5" w14:textId="5A18ADFA" w:rsidR="00905365" w:rsidRDefault="00905365">
      <w:pPr>
        <w:rPr>
          <w:rFonts w:eastAsiaTheme="majorEastAsia" w:cstheme="minorHAnsi"/>
          <w:color w:val="2F5496" w:themeColor="accent1" w:themeShade="BF"/>
          <w:sz w:val="32"/>
          <w:szCs w:val="32"/>
        </w:rPr>
      </w:pPr>
      <w:r>
        <w:br w:type="page"/>
      </w:r>
    </w:p>
    <w:tbl>
      <w:tblPr>
        <w:tblStyle w:val="TableGrid"/>
        <w:tblW w:w="0" w:type="auto"/>
        <w:tblLook w:val="04A0" w:firstRow="1" w:lastRow="0" w:firstColumn="1" w:lastColumn="0" w:noHBand="0" w:noVBand="1"/>
      </w:tblPr>
      <w:tblGrid>
        <w:gridCol w:w="2254"/>
        <w:gridCol w:w="2254"/>
        <w:gridCol w:w="2254"/>
        <w:gridCol w:w="2254"/>
      </w:tblGrid>
      <w:tr w:rsidR="00775321" w:rsidRPr="00CB37A1" w14:paraId="21C3ED80" w14:textId="77777777" w:rsidTr="000471F3">
        <w:trPr>
          <w:trHeight w:val="567"/>
        </w:trPr>
        <w:tc>
          <w:tcPr>
            <w:tcW w:w="2254" w:type="dxa"/>
            <w:shd w:val="clear" w:color="auto" w:fill="4472C4" w:themeFill="accent1"/>
            <w:vAlign w:val="center"/>
          </w:tcPr>
          <w:p w14:paraId="746A61F3" w14:textId="4ACD59F7" w:rsidR="00775321" w:rsidRPr="00CB37A1" w:rsidRDefault="00775321" w:rsidP="000471F3">
            <w:pPr>
              <w:jc w:val="center"/>
              <w:rPr>
                <w:b/>
                <w:bCs/>
                <w:color w:val="FFFFFF" w:themeColor="background1"/>
                <w:sz w:val="24"/>
                <w:szCs w:val="24"/>
              </w:rPr>
            </w:pPr>
            <w:r>
              <w:rPr>
                <w:b/>
                <w:bCs/>
                <w:color w:val="FFFFFF" w:themeColor="background1"/>
                <w:sz w:val="24"/>
                <w:szCs w:val="24"/>
              </w:rPr>
              <w:lastRenderedPageBreak/>
              <w:t>Print</w:t>
            </w:r>
            <w:r w:rsidRPr="00CB37A1">
              <w:rPr>
                <w:b/>
                <w:bCs/>
                <w:color w:val="FFFFFF" w:themeColor="background1"/>
                <w:sz w:val="24"/>
                <w:szCs w:val="24"/>
              </w:rPr>
              <w:t xml:space="preserve"> Server</w:t>
            </w:r>
          </w:p>
        </w:tc>
        <w:tc>
          <w:tcPr>
            <w:tcW w:w="6762" w:type="dxa"/>
            <w:gridSpan w:val="3"/>
            <w:shd w:val="clear" w:color="auto" w:fill="4472C4" w:themeFill="accent1"/>
            <w:vAlign w:val="center"/>
          </w:tcPr>
          <w:p w14:paraId="303CA648" w14:textId="451F6C6B" w:rsidR="00775321" w:rsidRPr="00CB37A1" w:rsidRDefault="00775321" w:rsidP="000471F3">
            <w:pPr>
              <w:jc w:val="center"/>
              <w:rPr>
                <w:b/>
                <w:bCs/>
                <w:color w:val="FFFFFF" w:themeColor="background1"/>
              </w:rPr>
            </w:pPr>
            <w:r>
              <w:rPr>
                <w:b/>
                <w:bCs/>
                <w:color w:val="FFFFFF" w:themeColor="background1"/>
              </w:rPr>
              <w:t>A server that stores files in a queue before sending them to a printer</w:t>
            </w:r>
          </w:p>
        </w:tc>
      </w:tr>
      <w:tr w:rsidR="00775321" w:rsidRPr="00CB37A1" w14:paraId="361AFD96" w14:textId="77777777" w:rsidTr="000471F3">
        <w:trPr>
          <w:trHeight w:val="567"/>
        </w:trPr>
        <w:tc>
          <w:tcPr>
            <w:tcW w:w="2254" w:type="dxa"/>
            <w:shd w:val="clear" w:color="auto" w:fill="4472C4" w:themeFill="accent1"/>
            <w:vAlign w:val="center"/>
          </w:tcPr>
          <w:p w14:paraId="747B1D11" w14:textId="77777777" w:rsidR="00775321" w:rsidRPr="00CB37A1" w:rsidRDefault="00775321" w:rsidP="000471F3">
            <w:pPr>
              <w:jc w:val="center"/>
              <w:rPr>
                <w:b/>
                <w:bCs/>
                <w:color w:val="FFFFFF" w:themeColor="background1"/>
                <w:sz w:val="24"/>
                <w:szCs w:val="24"/>
              </w:rPr>
            </w:pPr>
            <w:r w:rsidRPr="00CB37A1">
              <w:rPr>
                <w:b/>
                <w:bCs/>
                <w:color w:val="FFFFFF" w:themeColor="background1"/>
                <w:sz w:val="24"/>
                <w:szCs w:val="24"/>
              </w:rPr>
              <w:t>REQUEST</w:t>
            </w:r>
            <w:r>
              <w:rPr>
                <w:b/>
                <w:bCs/>
                <w:color w:val="FFFFFF" w:themeColor="background1"/>
                <w:sz w:val="24"/>
                <w:szCs w:val="24"/>
              </w:rPr>
              <w:t>S</w:t>
            </w:r>
          </w:p>
        </w:tc>
        <w:tc>
          <w:tcPr>
            <w:tcW w:w="2254" w:type="dxa"/>
            <w:shd w:val="clear" w:color="auto" w:fill="4472C4" w:themeFill="accent1"/>
            <w:vAlign w:val="center"/>
          </w:tcPr>
          <w:p w14:paraId="3216FFA6" w14:textId="77777777" w:rsidR="00775321" w:rsidRPr="00CB37A1" w:rsidRDefault="00775321" w:rsidP="000471F3">
            <w:pPr>
              <w:jc w:val="center"/>
              <w:rPr>
                <w:b/>
                <w:bCs/>
                <w:color w:val="FFFFFF" w:themeColor="background1"/>
                <w:sz w:val="24"/>
                <w:szCs w:val="24"/>
              </w:rPr>
            </w:pPr>
            <w:r w:rsidRPr="00CB37A1">
              <w:rPr>
                <w:b/>
                <w:bCs/>
                <w:color w:val="FFFFFF" w:themeColor="background1"/>
                <w:sz w:val="24"/>
                <w:szCs w:val="24"/>
              </w:rPr>
              <w:t>Meaning</w:t>
            </w:r>
          </w:p>
        </w:tc>
        <w:tc>
          <w:tcPr>
            <w:tcW w:w="2254" w:type="dxa"/>
            <w:shd w:val="clear" w:color="auto" w:fill="4472C4" w:themeFill="accent1"/>
            <w:vAlign w:val="center"/>
          </w:tcPr>
          <w:p w14:paraId="375A617E" w14:textId="77777777" w:rsidR="00775321" w:rsidRPr="00CB37A1" w:rsidRDefault="00775321" w:rsidP="000471F3">
            <w:pPr>
              <w:jc w:val="center"/>
              <w:rPr>
                <w:b/>
                <w:bCs/>
                <w:color w:val="FFFFFF" w:themeColor="background1"/>
                <w:sz w:val="24"/>
                <w:szCs w:val="24"/>
              </w:rPr>
            </w:pPr>
            <w:r w:rsidRPr="00CB37A1">
              <w:rPr>
                <w:b/>
                <w:bCs/>
                <w:color w:val="FFFFFF" w:themeColor="background1"/>
                <w:sz w:val="24"/>
                <w:szCs w:val="24"/>
              </w:rPr>
              <w:t>RESPONSE</w:t>
            </w:r>
            <w:r>
              <w:rPr>
                <w:b/>
                <w:bCs/>
                <w:color w:val="FFFFFF" w:themeColor="background1"/>
                <w:sz w:val="24"/>
                <w:szCs w:val="24"/>
              </w:rPr>
              <w:t>S</w:t>
            </w:r>
          </w:p>
        </w:tc>
        <w:tc>
          <w:tcPr>
            <w:tcW w:w="2254" w:type="dxa"/>
            <w:shd w:val="clear" w:color="auto" w:fill="4472C4" w:themeFill="accent1"/>
            <w:vAlign w:val="center"/>
          </w:tcPr>
          <w:p w14:paraId="215ADE9D" w14:textId="77777777" w:rsidR="00775321" w:rsidRPr="00CB37A1" w:rsidRDefault="00775321" w:rsidP="000471F3">
            <w:pPr>
              <w:jc w:val="center"/>
              <w:rPr>
                <w:b/>
                <w:bCs/>
                <w:color w:val="FFFFFF" w:themeColor="background1"/>
                <w:sz w:val="24"/>
                <w:szCs w:val="24"/>
              </w:rPr>
            </w:pPr>
            <w:r w:rsidRPr="00CB37A1">
              <w:rPr>
                <w:b/>
                <w:bCs/>
                <w:color w:val="FFFFFF" w:themeColor="background1"/>
                <w:sz w:val="24"/>
                <w:szCs w:val="24"/>
              </w:rPr>
              <w:t>Meaning</w:t>
            </w:r>
          </w:p>
        </w:tc>
      </w:tr>
      <w:tr w:rsidR="00775321" w14:paraId="482569FB" w14:textId="77777777" w:rsidTr="000471F3">
        <w:trPr>
          <w:trHeight w:val="567"/>
        </w:trPr>
        <w:tc>
          <w:tcPr>
            <w:tcW w:w="2254" w:type="dxa"/>
            <w:vAlign w:val="center"/>
          </w:tcPr>
          <w:p w14:paraId="447F2115" w14:textId="46709E1A" w:rsidR="00775321" w:rsidRDefault="00775321" w:rsidP="000471F3">
            <w:pPr>
              <w:jc w:val="center"/>
            </w:pPr>
          </w:p>
        </w:tc>
        <w:tc>
          <w:tcPr>
            <w:tcW w:w="2254" w:type="dxa"/>
            <w:vAlign w:val="center"/>
          </w:tcPr>
          <w:p w14:paraId="5C25084E" w14:textId="58D38A61" w:rsidR="00775321" w:rsidRDefault="00775321" w:rsidP="000471F3">
            <w:pPr>
              <w:jc w:val="center"/>
            </w:pPr>
          </w:p>
        </w:tc>
        <w:tc>
          <w:tcPr>
            <w:tcW w:w="2254" w:type="dxa"/>
            <w:vAlign w:val="center"/>
          </w:tcPr>
          <w:p w14:paraId="13BC84D6" w14:textId="666C039D" w:rsidR="00775321" w:rsidRDefault="00775321" w:rsidP="000471F3">
            <w:pPr>
              <w:jc w:val="center"/>
            </w:pPr>
          </w:p>
        </w:tc>
        <w:tc>
          <w:tcPr>
            <w:tcW w:w="2254" w:type="dxa"/>
            <w:vAlign w:val="center"/>
          </w:tcPr>
          <w:p w14:paraId="4240B9D1" w14:textId="187BF4D3" w:rsidR="00775321" w:rsidRDefault="00775321" w:rsidP="000471F3">
            <w:pPr>
              <w:jc w:val="center"/>
            </w:pPr>
          </w:p>
        </w:tc>
      </w:tr>
      <w:tr w:rsidR="00775321" w14:paraId="6D60A019" w14:textId="77777777" w:rsidTr="000471F3">
        <w:trPr>
          <w:trHeight w:val="567"/>
        </w:trPr>
        <w:tc>
          <w:tcPr>
            <w:tcW w:w="2254" w:type="dxa"/>
            <w:vAlign w:val="center"/>
          </w:tcPr>
          <w:p w14:paraId="5E5FA0F7" w14:textId="1A14FD46" w:rsidR="00775321" w:rsidRDefault="00775321" w:rsidP="000471F3">
            <w:pPr>
              <w:jc w:val="center"/>
            </w:pPr>
          </w:p>
        </w:tc>
        <w:tc>
          <w:tcPr>
            <w:tcW w:w="2254" w:type="dxa"/>
            <w:vAlign w:val="center"/>
          </w:tcPr>
          <w:p w14:paraId="15AF1B52" w14:textId="0B6418B8" w:rsidR="00775321" w:rsidRDefault="00775321" w:rsidP="000471F3">
            <w:pPr>
              <w:jc w:val="center"/>
            </w:pPr>
          </w:p>
        </w:tc>
        <w:tc>
          <w:tcPr>
            <w:tcW w:w="2254" w:type="dxa"/>
            <w:vAlign w:val="center"/>
          </w:tcPr>
          <w:p w14:paraId="79B7C85E" w14:textId="4436F50F" w:rsidR="00775321" w:rsidRDefault="00775321" w:rsidP="000471F3">
            <w:pPr>
              <w:jc w:val="center"/>
            </w:pPr>
          </w:p>
        </w:tc>
        <w:tc>
          <w:tcPr>
            <w:tcW w:w="2254" w:type="dxa"/>
            <w:vAlign w:val="center"/>
          </w:tcPr>
          <w:p w14:paraId="1A8EA51A" w14:textId="696E36BE" w:rsidR="00775321" w:rsidRDefault="00775321" w:rsidP="000471F3">
            <w:pPr>
              <w:jc w:val="center"/>
            </w:pPr>
          </w:p>
        </w:tc>
      </w:tr>
      <w:tr w:rsidR="00775321" w14:paraId="6C42FCD0" w14:textId="77777777" w:rsidTr="000471F3">
        <w:trPr>
          <w:trHeight w:val="567"/>
        </w:trPr>
        <w:tc>
          <w:tcPr>
            <w:tcW w:w="2254" w:type="dxa"/>
            <w:vAlign w:val="center"/>
          </w:tcPr>
          <w:p w14:paraId="2EEACE21" w14:textId="243F267B" w:rsidR="00775321" w:rsidRDefault="00775321" w:rsidP="000471F3">
            <w:pPr>
              <w:jc w:val="center"/>
            </w:pPr>
          </w:p>
        </w:tc>
        <w:tc>
          <w:tcPr>
            <w:tcW w:w="2254" w:type="dxa"/>
            <w:vAlign w:val="center"/>
          </w:tcPr>
          <w:p w14:paraId="00F282F6" w14:textId="06AFE05E" w:rsidR="00775321" w:rsidRDefault="00775321" w:rsidP="000471F3">
            <w:pPr>
              <w:jc w:val="center"/>
            </w:pPr>
          </w:p>
        </w:tc>
        <w:tc>
          <w:tcPr>
            <w:tcW w:w="2254" w:type="dxa"/>
            <w:vAlign w:val="center"/>
          </w:tcPr>
          <w:p w14:paraId="7296C8F8" w14:textId="2166FACA" w:rsidR="00775321" w:rsidRDefault="00775321" w:rsidP="000471F3">
            <w:pPr>
              <w:jc w:val="center"/>
            </w:pPr>
          </w:p>
        </w:tc>
        <w:tc>
          <w:tcPr>
            <w:tcW w:w="2254" w:type="dxa"/>
            <w:vAlign w:val="center"/>
          </w:tcPr>
          <w:p w14:paraId="1DA8B561" w14:textId="32452346" w:rsidR="00775321" w:rsidRDefault="00775321" w:rsidP="000471F3">
            <w:pPr>
              <w:jc w:val="center"/>
            </w:pPr>
          </w:p>
        </w:tc>
      </w:tr>
      <w:tr w:rsidR="00162580" w14:paraId="54E878B1" w14:textId="77777777" w:rsidTr="000471F3">
        <w:trPr>
          <w:trHeight w:val="567"/>
        </w:trPr>
        <w:tc>
          <w:tcPr>
            <w:tcW w:w="2254" w:type="dxa"/>
            <w:vAlign w:val="center"/>
          </w:tcPr>
          <w:p w14:paraId="60E9A8B4" w14:textId="0F4154D4" w:rsidR="00162580" w:rsidRDefault="00162580" w:rsidP="00162580">
            <w:pPr>
              <w:jc w:val="center"/>
            </w:pPr>
          </w:p>
        </w:tc>
        <w:tc>
          <w:tcPr>
            <w:tcW w:w="2254" w:type="dxa"/>
            <w:vAlign w:val="center"/>
          </w:tcPr>
          <w:p w14:paraId="7EF9E604" w14:textId="2848E336" w:rsidR="00162580" w:rsidRDefault="00162580" w:rsidP="00162580">
            <w:pPr>
              <w:jc w:val="center"/>
            </w:pPr>
          </w:p>
        </w:tc>
        <w:tc>
          <w:tcPr>
            <w:tcW w:w="2254" w:type="dxa"/>
            <w:vAlign w:val="center"/>
          </w:tcPr>
          <w:p w14:paraId="53FA257B" w14:textId="03F9FC18" w:rsidR="00162580" w:rsidRDefault="00162580" w:rsidP="00162580">
            <w:pPr>
              <w:jc w:val="center"/>
            </w:pPr>
          </w:p>
        </w:tc>
        <w:tc>
          <w:tcPr>
            <w:tcW w:w="2254" w:type="dxa"/>
            <w:vAlign w:val="center"/>
          </w:tcPr>
          <w:p w14:paraId="3E7CCD9B" w14:textId="25B3F63B" w:rsidR="00162580" w:rsidRDefault="00162580" w:rsidP="00162580">
            <w:pPr>
              <w:jc w:val="center"/>
            </w:pPr>
          </w:p>
        </w:tc>
      </w:tr>
      <w:tr w:rsidR="00162580" w14:paraId="56742685" w14:textId="77777777" w:rsidTr="000471F3">
        <w:trPr>
          <w:trHeight w:val="567"/>
        </w:trPr>
        <w:tc>
          <w:tcPr>
            <w:tcW w:w="2254" w:type="dxa"/>
            <w:vAlign w:val="center"/>
          </w:tcPr>
          <w:p w14:paraId="07D75533" w14:textId="76889261" w:rsidR="00162580" w:rsidRDefault="00162580" w:rsidP="00162580">
            <w:pPr>
              <w:jc w:val="center"/>
            </w:pPr>
          </w:p>
        </w:tc>
        <w:tc>
          <w:tcPr>
            <w:tcW w:w="2254" w:type="dxa"/>
            <w:vAlign w:val="center"/>
          </w:tcPr>
          <w:p w14:paraId="6AEC297E" w14:textId="5860040F" w:rsidR="00162580" w:rsidRDefault="00162580" w:rsidP="00162580">
            <w:pPr>
              <w:jc w:val="center"/>
            </w:pPr>
          </w:p>
        </w:tc>
        <w:tc>
          <w:tcPr>
            <w:tcW w:w="2254" w:type="dxa"/>
            <w:vAlign w:val="center"/>
          </w:tcPr>
          <w:p w14:paraId="0100A7CF" w14:textId="77777777" w:rsidR="00162580" w:rsidRDefault="00162580" w:rsidP="00162580">
            <w:pPr>
              <w:jc w:val="center"/>
            </w:pPr>
          </w:p>
        </w:tc>
        <w:tc>
          <w:tcPr>
            <w:tcW w:w="2254" w:type="dxa"/>
            <w:vAlign w:val="center"/>
          </w:tcPr>
          <w:p w14:paraId="11326C5F" w14:textId="77777777" w:rsidR="00162580" w:rsidRDefault="00162580" w:rsidP="00162580">
            <w:pPr>
              <w:jc w:val="center"/>
            </w:pPr>
          </w:p>
        </w:tc>
      </w:tr>
    </w:tbl>
    <w:p w14:paraId="0EB30480" w14:textId="77777777" w:rsidR="00874429" w:rsidRDefault="00874429"/>
    <w:tbl>
      <w:tblPr>
        <w:tblStyle w:val="TableGrid"/>
        <w:tblW w:w="0" w:type="auto"/>
        <w:tblLook w:val="04A0" w:firstRow="1" w:lastRow="0" w:firstColumn="1" w:lastColumn="0" w:noHBand="0" w:noVBand="1"/>
      </w:tblPr>
      <w:tblGrid>
        <w:gridCol w:w="2254"/>
        <w:gridCol w:w="2254"/>
        <w:gridCol w:w="2254"/>
        <w:gridCol w:w="2254"/>
      </w:tblGrid>
      <w:tr w:rsidR="00874429" w:rsidRPr="00CB37A1" w14:paraId="70B5C8EC" w14:textId="77777777" w:rsidTr="000471F3">
        <w:trPr>
          <w:trHeight w:val="567"/>
        </w:trPr>
        <w:tc>
          <w:tcPr>
            <w:tcW w:w="2254" w:type="dxa"/>
            <w:shd w:val="clear" w:color="auto" w:fill="4472C4" w:themeFill="accent1"/>
            <w:vAlign w:val="center"/>
          </w:tcPr>
          <w:p w14:paraId="04C04BDD" w14:textId="3CC37782" w:rsidR="00874429" w:rsidRPr="00CB37A1" w:rsidRDefault="00874429" w:rsidP="000471F3">
            <w:pPr>
              <w:jc w:val="center"/>
              <w:rPr>
                <w:b/>
                <w:bCs/>
                <w:color w:val="FFFFFF" w:themeColor="background1"/>
                <w:sz w:val="24"/>
                <w:szCs w:val="24"/>
              </w:rPr>
            </w:pPr>
            <w:r>
              <w:rPr>
                <w:b/>
                <w:bCs/>
                <w:color w:val="FFFFFF" w:themeColor="background1"/>
                <w:sz w:val="24"/>
                <w:szCs w:val="24"/>
              </w:rPr>
              <w:t>Mail</w:t>
            </w:r>
            <w:r w:rsidRPr="00CB37A1">
              <w:rPr>
                <w:b/>
                <w:bCs/>
                <w:color w:val="FFFFFF" w:themeColor="background1"/>
                <w:sz w:val="24"/>
                <w:szCs w:val="24"/>
              </w:rPr>
              <w:t xml:space="preserve"> Server</w:t>
            </w:r>
          </w:p>
        </w:tc>
        <w:tc>
          <w:tcPr>
            <w:tcW w:w="6762" w:type="dxa"/>
            <w:gridSpan w:val="3"/>
            <w:shd w:val="clear" w:color="auto" w:fill="4472C4" w:themeFill="accent1"/>
            <w:vAlign w:val="center"/>
          </w:tcPr>
          <w:p w14:paraId="602B1AF3" w14:textId="3DEF4231" w:rsidR="00874429" w:rsidRPr="00CB37A1" w:rsidRDefault="00874429" w:rsidP="000471F3">
            <w:pPr>
              <w:jc w:val="center"/>
              <w:rPr>
                <w:b/>
                <w:bCs/>
                <w:color w:val="FFFFFF" w:themeColor="background1"/>
              </w:rPr>
            </w:pPr>
            <w:r>
              <w:rPr>
                <w:b/>
                <w:bCs/>
                <w:color w:val="FFFFFF" w:themeColor="background1"/>
              </w:rPr>
              <w:t>A server that allows the sending and receiving of emails.</w:t>
            </w:r>
          </w:p>
        </w:tc>
      </w:tr>
      <w:tr w:rsidR="00874429" w:rsidRPr="00CB37A1" w14:paraId="0D478080" w14:textId="77777777" w:rsidTr="000471F3">
        <w:trPr>
          <w:trHeight w:val="567"/>
        </w:trPr>
        <w:tc>
          <w:tcPr>
            <w:tcW w:w="2254" w:type="dxa"/>
            <w:shd w:val="clear" w:color="auto" w:fill="4472C4" w:themeFill="accent1"/>
            <w:vAlign w:val="center"/>
          </w:tcPr>
          <w:p w14:paraId="08E9EE1D" w14:textId="77777777" w:rsidR="00874429" w:rsidRPr="00CB37A1" w:rsidRDefault="00874429" w:rsidP="000471F3">
            <w:pPr>
              <w:jc w:val="center"/>
              <w:rPr>
                <w:b/>
                <w:bCs/>
                <w:color w:val="FFFFFF" w:themeColor="background1"/>
                <w:sz w:val="24"/>
                <w:szCs w:val="24"/>
              </w:rPr>
            </w:pPr>
            <w:r w:rsidRPr="00CB37A1">
              <w:rPr>
                <w:b/>
                <w:bCs/>
                <w:color w:val="FFFFFF" w:themeColor="background1"/>
                <w:sz w:val="24"/>
                <w:szCs w:val="24"/>
              </w:rPr>
              <w:t>REQUEST</w:t>
            </w:r>
            <w:r>
              <w:rPr>
                <w:b/>
                <w:bCs/>
                <w:color w:val="FFFFFF" w:themeColor="background1"/>
                <w:sz w:val="24"/>
                <w:szCs w:val="24"/>
              </w:rPr>
              <w:t>S</w:t>
            </w:r>
          </w:p>
        </w:tc>
        <w:tc>
          <w:tcPr>
            <w:tcW w:w="2254" w:type="dxa"/>
            <w:shd w:val="clear" w:color="auto" w:fill="4472C4" w:themeFill="accent1"/>
            <w:vAlign w:val="center"/>
          </w:tcPr>
          <w:p w14:paraId="11608310" w14:textId="77777777" w:rsidR="00874429" w:rsidRPr="00CB37A1" w:rsidRDefault="00874429" w:rsidP="000471F3">
            <w:pPr>
              <w:jc w:val="center"/>
              <w:rPr>
                <w:b/>
                <w:bCs/>
                <w:color w:val="FFFFFF" w:themeColor="background1"/>
                <w:sz w:val="24"/>
                <w:szCs w:val="24"/>
              </w:rPr>
            </w:pPr>
            <w:r w:rsidRPr="00CB37A1">
              <w:rPr>
                <w:b/>
                <w:bCs/>
                <w:color w:val="FFFFFF" w:themeColor="background1"/>
                <w:sz w:val="24"/>
                <w:szCs w:val="24"/>
              </w:rPr>
              <w:t>Meaning</w:t>
            </w:r>
          </w:p>
        </w:tc>
        <w:tc>
          <w:tcPr>
            <w:tcW w:w="2254" w:type="dxa"/>
            <w:shd w:val="clear" w:color="auto" w:fill="4472C4" w:themeFill="accent1"/>
            <w:vAlign w:val="center"/>
          </w:tcPr>
          <w:p w14:paraId="3E90BCF4" w14:textId="77777777" w:rsidR="00874429" w:rsidRPr="00CB37A1" w:rsidRDefault="00874429" w:rsidP="000471F3">
            <w:pPr>
              <w:jc w:val="center"/>
              <w:rPr>
                <w:b/>
                <w:bCs/>
                <w:color w:val="FFFFFF" w:themeColor="background1"/>
                <w:sz w:val="24"/>
                <w:szCs w:val="24"/>
              </w:rPr>
            </w:pPr>
            <w:r w:rsidRPr="00CB37A1">
              <w:rPr>
                <w:b/>
                <w:bCs/>
                <w:color w:val="FFFFFF" w:themeColor="background1"/>
                <w:sz w:val="24"/>
                <w:szCs w:val="24"/>
              </w:rPr>
              <w:t>RESPONSE</w:t>
            </w:r>
            <w:r>
              <w:rPr>
                <w:b/>
                <w:bCs/>
                <w:color w:val="FFFFFF" w:themeColor="background1"/>
                <w:sz w:val="24"/>
                <w:szCs w:val="24"/>
              </w:rPr>
              <w:t>S</w:t>
            </w:r>
          </w:p>
        </w:tc>
        <w:tc>
          <w:tcPr>
            <w:tcW w:w="2254" w:type="dxa"/>
            <w:shd w:val="clear" w:color="auto" w:fill="4472C4" w:themeFill="accent1"/>
            <w:vAlign w:val="center"/>
          </w:tcPr>
          <w:p w14:paraId="51ADA2B3" w14:textId="77777777" w:rsidR="00874429" w:rsidRPr="00CB37A1" w:rsidRDefault="00874429" w:rsidP="000471F3">
            <w:pPr>
              <w:jc w:val="center"/>
              <w:rPr>
                <w:b/>
                <w:bCs/>
                <w:color w:val="FFFFFF" w:themeColor="background1"/>
                <w:sz w:val="24"/>
                <w:szCs w:val="24"/>
              </w:rPr>
            </w:pPr>
            <w:r w:rsidRPr="00CB37A1">
              <w:rPr>
                <w:b/>
                <w:bCs/>
                <w:color w:val="FFFFFF" w:themeColor="background1"/>
                <w:sz w:val="24"/>
                <w:szCs w:val="24"/>
              </w:rPr>
              <w:t>Meaning</w:t>
            </w:r>
          </w:p>
        </w:tc>
      </w:tr>
      <w:tr w:rsidR="00874429" w14:paraId="2E8EA1A2" w14:textId="77777777" w:rsidTr="000471F3">
        <w:trPr>
          <w:trHeight w:val="567"/>
        </w:trPr>
        <w:tc>
          <w:tcPr>
            <w:tcW w:w="2254" w:type="dxa"/>
            <w:vAlign w:val="center"/>
          </w:tcPr>
          <w:p w14:paraId="0B196F51" w14:textId="343156DB" w:rsidR="00874429" w:rsidRDefault="00874429" w:rsidP="000471F3">
            <w:pPr>
              <w:jc w:val="center"/>
            </w:pPr>
          </w:p>
        </w:tc>
        <w:tc>
          <w:tcPr>
            <w:tcW w:w="2254" w:type="dxa"/>
            <w:vAlign w:val="center"/>
          </w:tcPr>
          <w:p w14:paraId="69D02E78" w14:textId="2182DBA7" w:rsidR="00874429" w:rsidRDefault="00874429" w:rsidP="000471F3">
            <w:pPr>
              <w:jc w:val="center"/>
            </w:pPr>
          </w:p>
        </w:tc>
        <w:tc>
          <w:tcPr>
            <w:tcW w:w="2254" w:type="dxa"/>
            <w:vAlign w:val="center"/>
          </w:tcPr>
          <w:p w14:paraId="7293ACB3" w14:textId="5E453EB0" w:rsidR="00874429" w:rsidRDefault="00874429" w:rsidP="000471F3">
            <w:pPr>
              <w:jc w:val="center"/>
            </w:pPr>
          </w:p>
        </w:tc>
        <w:tc>
          <w:tcPr>
            <w:tcW w:w="2254" w:type="dxa"/>
            <w:vAlign w:val="center"/>
          </w:tcPr>
          <w:p w14:paraId="26553994" w14:textId="706498C2" w:rsidR="00874429" w:rsidRDefault="00874429" w:rsidP="000471F3">
            <w:pPr>
              <w:jc w:val="center"/>
            </w:pPr>
          </w:p>
        </w:tc>
      </w:tr>
      <w:tr w:rsidR="009D6780" w14:paraId="068E4E30" w14:textId="77777777" w:rsidTr="000471F3">
        <w:trPr>
          <w:trHeight w:val="567"/>
        </w:trPr>
        <w:tc>
          <w:tcPr>
            <w:tcW w:w="2254" w:type="dxa"/>
            <w:vAlign w:val="center"/>
          </w:tcPr>
          <w:p w14:paraId="30DB868A" w14:textId="7D18DD6D" w:rsidR="009D6780" w:rsidRDefault="009D6780" w:rsidP="009D6780">
            <w:pPr>
              <w:jc w:val="center"/>
            </w:pPr>
          </w:p>
        </w:tc>
        <w:tc>
          <w:tcPr>
            <w:tcW w:w="2254" w:type="dxa"/>
            <w:vAlign w:val="center"/>
          </w:tcPr>
          <w:p w14:paraId="70C528EF" w14:textId="3D54E66E" w:rsidR="009D6780" w:rsidRDefault="009D6780" w:rsidP="009D6780">
            <w:pPr>
              <w:jc w:val="center"/>
            </w:pPr>
          </w:p>
        </w:tc>
        <w:tc>
          <w:tcPr>
            <w:tcW w:w="2254" w:type="dxa"/>
            <w:vAlign w:val="center"/>
          </w:tcPr>
          <w:p w14:paraId="56C039A1" w14:textId="5377FDEA" w:rsidR="009D6780" w:rsidRDefault="009D6780" w:rsidP="009D6780">
            <w:pPr>
              <w:jc w:val="center"/>
            </w:pPr>
          </w:p>
        </w:tc>
        <w:tc>
          <w:tcPr>
            <w:tcW w:w="2254" w:type="dxa"/>
            <w:vAlign w:val="center"/>
          </w:tcPr>
          <w:p w14:paraId="276FC967" w14:textId="63DDEA72" w:rsidR="009D6780" w:rsidRDefault="009D6780" w:rsidP="009D6780">
            <w:pPr>
              <w:jc w:val="center"/>
            </w:pPr>
          </w:p>
        </w:tc>
      </w:tr>
      <w:tr w:rsidR="009D6780" w14:paraId="1B089D34" w14:textId="77777777" w:rsidTr="000471F3">
        <w:trPr>
          <w:trHeight w:val="567"/>
        </w:trPr>
        <w:tc>
          <w:tcPr>
            <w:tcW w:w="2254" w:type="dxa"/>
            <w:vAlign w:val="center"/>
          </w:tcPr>
          <w:p w14:paraId="1C5A2BC8" w14:textId="184CAB97" w:rsidR="009D6780" w:rsidRDefault="009D6780" w:rsidP="009D6780">
            <w:pPr>
              <w:jc w:val="center"/>
            </w:pPr>
          </w:p>
        </w:tc>
        <w:tc>
          <w:tcPr>
            <w:tcW w:w="2254" w:type="dxa"/>
            <w:vAlign w:val="center"/>
          </w:tcPr>
          <w:p w14:paraId="4A4E4ECE" w14:textId="7F45153C" w:rsidR="009D6780" w:rsidRDefault="009D6780" w:rsidP="009D6780">
            <w:pPr>
              <w:jc w:val="center"/>
            </w:pPr>
          </w:p>
        </w:tc>
        <w:tc>
          <w:tcPr>
            <w:tcW w:w="2254" w:type="dxa"/>
            <w:vAlign w:val="center"/>
          </w:tcPr>
          <w:p w14:paraId="393202B0" w14:textId="481F9933" w:rsidR="009D6780" w:rsidRDefault="009D6780" w:rsidP="009D6780">
            <w:pPr>
              <w:jc w:val="center"/>
            </w:pPr>
          </w:p>
        </w:tc>
        <w:tc>
          <w:tcPr>
            <w:tcW w:w="2254" w:type="dxa"/>
            <w:vAlign w:val="center"/>
          </w:tcPr>
          <w:p w14:paraId="4E9DE936" w14:textId="3DF3AC23" w:rsidR="009D6780" w:rsidRDefault="009D6780" w:rsidP="009D6780">
            <w:pPr>
              <w:jc w:val="center"/>
            </w:pPr>
          </w:p>
        </w:tc>
      </w:tr>
      <w:tr w:rsidR="009D6780" w14:paraId="1F46B0E7" w14:textId="77777777" w:rsidTr="000471F3">
        <w:trPr>
          <w:trHeight w:val="567"/>
        </w:trPr>
        <w:tc>
          <w:tcPr>
            <w:tcW w:w="2254" w:type="dxa"/>
            <w:vAlign w:val="center"/>
          </w:tcPr>
          <w:p w14:paraId="34838C8A" w14:textId="07B4C3F8" w:rsidR="009D6780" w:rsidRDefault="009D6780" w:rsidP="009D6780">
            <w:pPr>
              <w:jc w:val="center"/>
            </w:pPr>
          </w:p>
        </w:tc>
        <w:tc>
          <w:tcPr>
            <w:tcW w:w="2254" w:type="dxa"/>
            <w:vAlign w:val="center"/>
          </w:tcPr>
          <w:p w14:paraId="35B349E6" w14:textId="513F628E" w:rsidR="009D6780" w:rsidRDefault="009D6780" w:rsidP="009D6780">
            <w:pPr>
              <w:jc w:val="center"/>
            </w:pPr>
          </w:p>
        </w:tc>
        <w:tc>
          <w:tcPr>
            <w:tcW w:w="2254" w:type="dxa"/>
            <w:vAlign w:val="center"/>
          </w:tcPr>
          <w:p w14:paraId="3A26C623" w14:textId="7A98C15F" w:rsidR="009D6780" w:rsidRDefault="009D6780" w:rsidP="009D6780">
            <w:pPr>
              <w:jc w:val="center"/>
            </w:pPr>
          </w:p>
        </w:tc>
        <w:tc>
          <w:tcPr>
            <w:tcW w:w="2254" w:type="dxa"/>
            <w:vAlign w:val="center"/>
          </w:tcPr>
          <w:p w14:paraId="7C8BEE6C" w14:textId="505F7F05" w:rsidR="009D6780" w:rsidRDefault="009D6780" w:rsidP="009D6780">
            <w:pPr>
              <w:jc w:val="center"/>
            </w:pPr>
          </w:p>
        </w:tc>
      </w:tr>
      <w:tr w:rsidR="009D6780" w14:paraId="370C2E29" w14:textId="77777777" w:rsidTr="000471F3">
        <w:trPr>
          <w:trHeight w:val="567"/>
        </w:trPr>
        <w:tc>
          <w:tcPr>
            <w:tcW w:w="2254" w:type="dxa"/>
            <w:vAlign w:val="center"/>
          </w:tcPr>
          <w:p w14:paraId="75FD5792" w14:textId="720A15C0" w:rsidR="009D6780" w:rsidRDefault="009D6780" w:rsidP="009D6780">
            <w:pPr>
              <w:jc w:val="center"/>
            </w:pPr>
          </w:p>
        </w:tc>
        <w:tc>
          <w:tcPr>
            <w:tcW w:w="2254" w:type="dxa"/>
            <w:vAlign w:val="center"/>
          </w:tcPr>
          <w:p w14:paraId="13156B16" w14:textId="3DF4C3D8" w:rsidR="009D6780" w:rsidRDefault="009D6780" w:rsidP="009D6780">
            <w:pPr>
              <w:jc w:val="center"/>
            </w:pPr>
          </w:p>
        </w:tc>
        <w:tc>
          <w:tcPr>
            <w:tcW w:w="2254" w:type="dxa"/>
            <w:vAlign w:val="center"/>
          </w:tcPr>
          <w:p w14:paraId="37B9E5F6" w14:textId="63C955FD" w:rsidR="009D6780" w:rsidRDefault="009D6780" w:rsidP="009D6780">
            <w:pPr>
              <w:jc w:val="center"/>
            </w:pPr>
          </w:p>
        </w:tc>
        <w:tc>
          <w:tcPr>
            <w:tcW w:w="2254" w:type="dxa"/>
            <w:vAlign w:val="center"/>
          </w:tcPr>
          <w:p w14:paraId="71B7E655" w14:textId="3CCEC787" w:rsidR="009D6780" w:rsidRDefault="009D6780" w:rsidP="009D6780">
            <w:pPr>
              <w:jc w:val="center"/>
            </w:pPr>
          </w:p>
        </w:tc>
      </w:tr>
      <w:tr w:rsidR="009D6780" w14:paraId="3149CAAE" w14:textId="77777777" w:rsidTr="000471F3">
        <w:trPr>
          <w:trHeight w:val="567"/>
        </w:trPr>
        <w:tc>
          <w:tcPr>
            <w:tcW w:w="2254" w:type="dxa"/>
            <w:vAlign w:val="center"/>
          </w:tcPr>
          <w:p w14:paraId="22304095" w14:textId="4FA0777F" w:rsidR="009D6780" w:rsidRDefault="009D6780" w:rsidP="009D6780">
            <w:pPr>
              <w:jc w:val="center"/>
            </w:pPr>
          </w:p>
        </w:tc>
        <w:tc>
          <w:tcPr>
            <w:tcW w:w="2254" w:type="dxa"/>
            <w:vAlign w:val="center"/>
          </w:tcPr>
          <w:p w14:paraId="302A53D2" w14:textId="07F15041" w:rsidR="009D6780" w:rsidRDefault="009D6780" w:rsidP="009D6780">
            <w:pPr>
              <w:jc w:val="center"/>
            </w:pPr>
          </w:p>
        </w:tc>
        <w:tc>
          <w:tcPr>
            <w:tcW w:w="2254" w:type="dxa"/>
            <w:vAlign w:val="center"/>
          </w:tcPr>
          <w:p w14:paraId="62DE61E6" w14:textId="77777777" w:rsidR="009D6780" w:rsidRDefault="009D6780" w:rsidP="009D6780">
            <w:pPr>
              <w:jc w:val="center"/>
            </w:pPr>
          </w:p>
        </w:tc>
        <w:tc>
          <w:tcPr>
            <w:tcW w:w="2254" w:type="dxa"/>
            <w:vAlign w:val="center"/>
          </w:tcPr>
          <w:p w14:paraId="085EA0C1" w14:textId="77777777" w:rsidR="009D6780" w:rsidRDefault="009D6780" w:rsidP="009D6780">
            <w:pPr>
              <w:jc w:val="center"/>
            </w:pPr>
          </w:p>
        </w:tc>
      </w:tr>
      <w:tr w:rsidR="009D6780" w14:paraId="6B24AEAA" w14:textId="77777777" w:rsidTr="000471F3">
        <w:trPr>
          <w:trHeight w:val="567"/>
        </w:trPr>
        <w:tc>
          <w:tcPr>
            <w:tcW w:w="2254" w:type="dxa"/>
            <w:vAlign w:val="center"/>
          </w:tcPr>
          <w:p w14:paraId="4CF146F6" w14:textId="7A1BF0ED" w:rsidR="009D6780" w:rsidRDefault="009D6780" w:rsidP="009D6780">
            <w:pPr>
              <w:jc w:val="center"/>
            </w:pPr>
          </w:p>
        </w:tc>
        <w:tc>
          <w:tcPr>
            <w:tcW w:w="2254" w:type="dxa"/>
            <w:vAlign w:val="center"/>
          </w:tcPr>
          <w:p w14:paraId="5F3C2B80" w14:textId="5A153194" w:rsidR="009D6780" w:rsidRDefault="009D6780" w:rsidP="009D6780">
            <w:pPr>
              <w:jc w:val="center"/>
            </w:pPr>
          </w:p>
        </w:tc>
        <w:tc>
          <w:tcPr>
            <w:tcW w:w="2254" w:type="dxa"/>
            <w:vAlign w:val="center"/>
          </w:tcPr>
          <w:p w14:paraId="225DA911" w14:textId="77777777" w:rsidR="009D6780" w:rsidRDefault="009D6780" w:rsidP="009D6780">
            <w:pPr>
              <w:jc w:val="center"/>
            </w:pPr>
          </w:p>
        </w:tc>
        <w:tc>
          <w:tcPr>
            <w:tcW w:w="2254" w:type="dxa"/>
            <w:vAlign w:val="center"/>
          </w:tcPr>
          <w:p w14:paraId="7E2BA34D" w14:textId="77777777" w:rsidR="009D6780" w:rsidRDefault="009D6780" w:rsidP="009D6780">
            <w:pPr>
              <w:jc w:val="center"/>
            </w:pPr>
          </w:p>
        </w:tc>
      </w:tr>
      <w:tr w:rsidR="009D6780" w14:paraId="66637639" w14:textId="77777777" w:rsidTr="000471F3">
        <w:trPr>
          <w:trHeight w:val="567"/>
        </w:trPr>
        <w:tc>
          <w:tcPr>
            <w:tcW w:w="2254" w:type="dxa"/>
            <w:vAlign w:val="center"/>
          </w:tcPr>
          <w:p w14:paraId="32848ECD" w14:textId="3C42443F" w:rsidR="009D6780" w:rsidRDefault="009D6780" w:rsidP="009D6780">
            <w:pPr>
              <w:jc w:val="center"/>
            </w:pPr>
          </w:p>
        </w:tc>
        <w:tc>
          <w:tcPr>
            <w:tcW w:w="2254" w:type="dxa"/>
            <w:vAlign w:val="center"/>
          </w:tcPr>
          <w:p w14:paraId="22672BA6" w14:textId="1CF69F19" w:rsidR="009D6780" w:rsidRDefault="009D6780" w:rsidP="009D6780">
            <w:pPr>
              <w:jc w:val="center"/>
            </w:pPr>
          </w:p>
        </w:tc>
        <w:tc>
          <w:tcPr>
            <w:tcW w:w="2254" w:type="dxa"/>
            <w:vAlign w:val="center"/>
          </w:tcPr>
          <w:p w14:paraId="6B0240FA" w14:textId="77777777" w:rsidR="009D6780" w:rsidRDefault="009D6780" w:rsidP="009D6780">
            <w:pPr>
              <w:jc w:val="center"/>
            </w:pPr>
          </w:p>
        </w:tc>
        <w:tc>
          <w:tcPr>
            <w:tcW w:w="2254" w:type="dxa"/>
            <w:vAlign w:val="center"/>
          </w:tcPr>
          <w:p w14:paraId="5083ABD2" w14:textId="77777777" w:rsidR="009D6780" w:rsidRDefault="009D6780" w:rsidP="009D6780">
            <w:pPr>
              <w:jc w:val="center"/>
            </w:pPr>
          </w:p>
        </w:tc>
      </w:tr>
    </w:tbl>
    <w:p w14:paraId="40FC6023" w14:textId="043F6284" w:rsidR="00905365" w:rsidRDefault="00905365">
      <w:pPr>
        <w:rPr>
          <w:rFonts w:eastAsiaTheme="majorEastAsia" w:cstheme="minorHAnsi"/>
          <w:color w:val="2F5496" w:themeColor="accent1" w:themeShade="BF"/>
          <w:sz w:val="32"/>
          <w:szCs w:val="32"/>
        </w:rPr>
      </w:pPr>
      <w:r>
        <w:br w:type="page"/>
      </w:r>
    </w:p>
    <w:p w14:paraId="78860AC2" w14:textId="4DFF25E0" w:rsidR="00104D12" w:rsidRPr="00104D12" w:rsidRDefault="00104D12" w:rsidP="00104D12">
      <w:pPr>
        <w:keepNext/>
        <w:keepLines/>
        <w:spacing w:before="240" w:after="0"/>
        <w:outlineLvl w:val="0"/>
        <w:rPr>
          <w:rFonts w:eastAsiaTheme="majorEastAsia" w:cstheme="minorHAnsi"/>
          <w:color w:val="2F5496" w:themeColor="accent1" w:themeShade="BF"/>
          <w:sz w:val="32"/>
          <w:szCs w:val="32"/>
        </w:rPr>
      </w:pPr>
      <w:r w:rsidRPr="00104D12">
        <w:rPr>
          <w:rFonts w:eastAsiaTheme="majorEastAsia" w:cstheme="minorHAnsi"/>
          <w:color w:val="2F5496" w:themeColor="accent1" w:themeShade="BF"/>
          <w:sz w:val="32"/>
          <w:szCs w:val="32"/>
        </w:rPr>
        <w:lastRenderedPageBreak/>
        <w:t xml:space="preserve">Class Task </w:t>
      </w:r>
      <w:r w:rsidR="00AA2589">
        <w:rPr>
          <w:rFonts w:eastAsiaTheme="majorEastAsia" w:cstheme="minorHAnsi"/>
          <w:color w:val="2F5496" w:themeColor="accent1" w:themeShade="BF"/>
          <w:sz w:val="32"/>
          <w:szCs w:val="32"/>
        </w:rPr>
        <w:t>3</w:t>
      </w:r>
      <w:r w:rsidRPr="00104D12">
        <w:rPr>
          <w:rFonts w:eastAsiaTheme="majorEastAsia" w:cstheme="minorHAnsi"/>
          <w:color w:val="2F5496" w:themeColor="accent1" w:themeShade="BF"/>
          <w:sz w:val="32"/>
          <w:szCs w:val="32"/>
        </w:rPr>
        <w:t xml:space="preserve"> – </w:t>
      </w:r>
      <w:r w:rsidR="00AA2589">
        <w:rPr>
          <w:rFonts w:eastAsiaTheme="majorEastAsia" w:cstheme="minorHAnsi"/>
          <w:color w:val="2F5496" w:themeColor="accent1" w:themeShade="BF"/>
          <w:sz w:val="32"/>
          <w:szCs w:val="32"/>
        </w:rPr>
        <w:t>Smart Devices</w:t>
      </w:r>
    </w:p>
    <w:p w14:paraId="24646B17" w14:textId="77777777" w:rsidR="00AA2589" w:rsidRDefault="00AA2589"/>
    <w:p w14:paraId="3B6D2520" w14:textId="09F88D8C" w:rsidR="00AA2589" w:rsidRDefault="00AA2589" w:rsidP="00AA2589">
      <w:pPr>
        <w:pStyle w:val="Heading2"/>
      </w:pPr>
      <w:r w:rsidRPr="00AA2589">
        <w:t xml:space="preserve">Question </w:t>
      </w:r>
      <w:r>
        <w:t>3.1</w:t>
      </w:r>
      <w:r w:rsidRPr="00AA2589">
        <w:t xml:space="preserve"> </w:t>
      </w:r>
    </w:p>
    <w:p w14:paraId="63BD8639" w14:textId="77777777" w:rsidR="00AA2589" w:rsidRPr="00AA2589" w:rsidRDefault="00AA2589" w:rsidP="00AA2589"/>
    <w:p w14:paraId="6536194F" w14:textId="6C8FA65F" w:rsidR="00AA2589" w:rsidRPr="00AA2589" w:rsidRDefault="00AA2589" w:rsidP="00AA2589">
      <w:r>
        <w:t>What is a Smart Device</w:t>
      </w:r>
      <w:r w:rsidRPr="00AA2589">
        <w:t>? (</w:t>
      </w:r>
      <w:r>
        <w:rPr>
          <w:b/>
          <w:bCs/>
          <w:i/>
          <w:iCs/>
        </w:rPr>
        <w:t>1</w:t>
      </w:r>
      <w:r w:rsidRPr="00AA2589">
        <w:rPr>
          <w:b/>
          <w:bCs/>
          <w:i/>
          <w:iCs/>
        </w:rPr>
        <w:t xml:space="preserve"> mark</w:t>
      </w:r>
      <w:r w:rsidRPr="00AA2589">
        <w:t>)</w:t>
      </w:r>
    </w:p>
    <w:p w14:paraId="6775DFFC" w14:textId="77777777" w:rsidR="00AA2589" w:rsidRPr="00AA2589" w:rsidRDefault="00AA2589" w:rsidP="00AA2589">
      <w:r w:rsidRPr="00AA2589">
        <w:rPr>
          <w:noProof/>
        </w:rPr>
        <mc:AlternateContent>
          <mc:Choice Requires="wps">
            <w:drawing>
              <wp:anchor distT="0" distB="0" distL="114300" distR="114300" simplePos="0" relativeHeight="251679744" behindDoc="0" locked="0" layoutInCell="1" allowOverlap="1" wp14:anchorId="0E2C6996" wp14:editId="708A0C7B">
                <wp:simplePos x="0" y="0"/>
                <wp:positionH relativeFrom="column">
                  <wp:posOffset>-304411</wp:posOffset>
                </wp:positionH>
                <wp:positionV relativeFrom="paragraph">
                  <wp:posOffset>76252</wp:posOffset>
                </wp:positionV>
                <wp:extent cx="6064509" cy="702517"/>
                <wp:effectExtent l="19050" t="19050" r="12700" b="21590"/>
                <wp:wrapNone/>
                <wp:docPr id="728272821" name="Rectangle: Rounded Corners 1"/>
                <wp:cNvGraphicFramePr/>
                <a:graphic xmlns:a="http://schemas.openxmlformats.org/drawingml/2006/main">
                  <a:graphicData uri="http://schemas.microsoft.com/office/word/2010/wordprocessingShape">
                    <wps:wsp>
                      <wps:cNvSpPr/>
                      <wps:spPr>
                        <a:xfrm>
                          <a:off x="0" y="0"/>
                          <a:ext cx="6064509" cy="702517"/>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89CCDC" id="Rectangle: Rounded Corners 1" o:spid="_x0000_s1026" style="position:absolute;margin-left:-23.95pt;margin-top:6pt;width:477.5pt;height:55.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" filled="f" strokecolor="windowText" strokeweight="2.25pt">
                <v:stroke joinstyle="miter"/>
              </v:roundrect>
            </w:pict>
          </mc:Fallback>
        </mc:AlternateContent>
      </w:r>
    </w:p>
    <w:p w14:paraId="4722693F" w14:textId="77777777" w:rsidR="00AA2589" w:rsidRPr="00AA2589" w:rsidRDefault="00AA2589" w:rsidP="00AA2589"/>
    <w:p w14:paraId="3E4CAE1E" w14:textId="77777777" w:rsidR="00A800E8" w:rsidRDefault="00A800E8"/>
    <w:p w14:paraId="1D4C10F3" w14:textId="77777777" w:rsidR="00130C77" w:rsidRDefault="00130C77"/>
    <w:p w14:paraId="1EC09BC7" w14:textId="070F6E2C" w:rsidR="00A800E8" w:rsidRPr="00A800E8" w:rsidRDefault="00A800E8" w:rsidP="0093573F">
      <w:pPr>
        <w:pStyle w:val="Heading2"/>
      </w:pPr>
      <w:r w:rsidRPr="00A800E8">
        <w:t>Question 3.</w:t>
      </w:r>
      <w:r>
        <w:t>2</w:t>
      </w:r>
    </w:p>
    <w:p w14:paraId="5E24E3D4" w14:textId="77777777" w:rsidR="00A800E8" w:rsidRPr="00A800E8" w:rsidRDefault="00A800E8" w:rsidP="00A800E8"/>
    <w:p w14:paraId="4845213E" w14:textId="51DD3BA3" w:rsidR="00A800E8" w:rsidRPr="00A800E8" w:rsidRDefault="00A800E8" w:rsidP="00A800E8">
      <w:r w:rsidRPr="00A800E8">
        <w:t xml:space="preserve">What </w:t>
      </w:r>
      <w:r w:rsidR="0093573F">
        <w:t>are the four smart device categories you are required to know for this course</w:t>
      </w:r>
      <w:r w:rsidRPr="00A800E8">
        <w:t>? (</w:t>
      </w:r>
      <w:r w:rsidR="0093573F">
        <w:rPr>
          <w:b/>
          <w:bCs/>
          <w:i/>
          <w:iCs/>
        </w:rPr>
        <w:t>4</w:t>
      </w:r>
      <w:r w:rsidRPr="00A800E8">
        <w:rPr>
          <w:b/>
          <w:bCs/>
          <w:i/>
          <w:iCs/>
        </w:rPr>
        <w:t xml:space="preserve"> mark</w:t>
      </w:r>
      <w:r w:rsidR="0093573F">
        <w:rPr>
          <w:b/>
          <w:bCs/>
          <w:i/>
          <w:iCs/>
        </w:rPr>
        <w:t>s</w:t>
      </w:r>
      <w:r w:rsidRPr="00A800E8">
        <w:t>)</w:t>
      </w:r>
    </w:p>
    <w:p w14:paraId="1F193093" w14:textId="77777777" w:rsidR="00A800E8" w:rsidRPr="00A800E8" w:rsidRDefault="00A800E8" w:rsidP="00A800E8">
      <w:r w:rsidRPr="00A800E8">
        <w:rPr>
          <w:noProof/>
        </w:rPr>
        <mc:AlternateContent>
          <mc:Choice Requires="wps">
            <w:drawing>
              <wp:anchor distT="0" distB="0" distL="114300" distR="114300" simplePos="0" relativeHeight="251681792" behindDoc="0" locked="0" layoutInCell="1" allowOverlap="1" wp14:anchorId="0CE62395" wp14:editId="6D411654">
                <wp:simplePos x="0" y="0"/>
                <wp:positionH relativeFrom="column">
                  <wp:posOffset>-304411</wp:posOffset>
                </wp:positionH>
                <wp:positionV relativeFrom="paragraph">
                  <wp:posOffset>73543</wp:posOffset>
                </wp:positionV>
                <wp:extent cx="6064509" cy="1442746"/>
                <wp:effectExtent l="19050" t="19050" r="12700" b="24130"/>
                <wp:wrapNone/>
                <wp:docPr id="1969134406" name="Rectangle: Rounded Corners 1"/>
                <wp:cNvGraphicFramePr/>
                <a:graphic xmlns:a="http://schemas.openxmlformats.org/drawingml/2006/main">
                  <a:graphicData uri="http://schemas.microsoft.com/office/word/2010/wordprocessingShape">
                    <wps:wsp>
                      <wps:cNvSpPr/>
                      <wps:spPr>
                        <a:xfrm>
                          <a:off x="0" y="0"/>
                          <a:ext cx="6064509" cy="1442746"/>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3093B4" id="Rectangle: Rounded Corners 1" o:spid="_x0000_s1026" style="position:absolute;margin-left:-23.95pt;margin-top:5.8pt;width:477.5pt;height:11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" filled="f" strokecolor="windowText" strokeweight="2.25pt">
                <v:stroke joinstyle="miter"/>
              </v:roundrect>
            </w:pict>
          </mc:Fallback>
        </mc:AlternateContent>
      </w:r>
    </w:p>
    <w:p w14:paraId="756A5FB2" w14:textId="77777777" w:rsidR="00A800E8" w:rsidRDefault="00A800E8" w:rsidP="00A800E8"/>
    <w:p w14:paraId="20B81F9D" w14:textId="77777777" w:rsidR="00130C77" w:rsidRDefault="00130C77" w:rsidP="00A800E8"/>
    <w:p w14:paraId="1D0A6635" w14:textId="77777777" w:rsidR="00130C77" w:rsidRDefault="00130C77" w:rsidP="00A800E8"/>
    <w:p w14:paraId="16F6FBEB" w14:textId="77777777" w:rsidR="00130C77" w:rsidRDefault="00130C77" w:rsidP="00A800E8"/>
    <w:p w14:paraId="62FDCC3E" w14:textId="77777777" w:rsidR="00E15738" w:rsidRPr="00A800E8" w:rsidRDefault="00E15738" w:rsidP="00A800E8"/>
    <w:p w14:paraId="13CE87E4" w14:textId="5FFDD012" w:rsidR="006A3148" w:rsidRPr="006A3148" w:rsidRDefault="006A3148" w:rsidP="00E15738">
      <w:pPr>
        <w:pStyle w:val="Heading2"/>
      </w:pPr>
      <w:r w:rsidRPr="006A3148">
        <w:t>Question 3.</w:t>
      </w:r>
      <w:r>
        <w:t>3</w:t>
      </w:r>
    </w:p>
    <w:p w14:paraId="753FEACD" w14:textId="77777777" w:rsidR="00A800E8" w:rsidRPr="006A3148" w:rsidRDefault="00A800E8" w:rsidP="006A3148"/>
    <w:p w14:paraId="301FA46C" w14:textId="353528A4" w:rsidR="006A3148" w:rsidRPr="006A3148" w:rsidRDefault="006A3148" w:rsidP="006A3148">
      <w:r>
        <w:t xml:space="preserve">Identify any </w:t>
      </w:r>
      <w:r w:rsidRPr="00E15738">
        <w:rPr>
          <w:b/>
          <w:bCs/>
        </w:rPr>
        <w:t>three</w:t>
      </w:r>
      <w:r>
        <w:t xml:space="preserve"> commands that you can send to a smart</w:t>
      </w:r>
      <w:r w:rsidR="00A07156">
        <w:t xml:space="preserve"> door camera</w:t>
      </w:r>
      <w:r w:rsidRPr="006A3148">
        <w:t>? (</w:t>
      </w:r>
      <w:r w:rsidR="00E15738">
        <w:rPr>
          <w:b/>
          <w:bCs/>
          <w:i/>
          <w:iCs/>
        </w:rPr>
        <w:t>3</w:t>
      </w:r>
      <w:r w:rsidRPr="006A3148">
        <w:rPr>
          <w:b/>
          <w:bCs/>
          <w:i/>
          <w:iCs/>
        </w:rPr>
        <w:t xml:space="preserve"> marks</w:t>
      </w:r>
      <w:r w:rsidRPr="006A3148">
        <w:t>)</w:t>
      </w:r>
    </w:p>
    <w:p w14:paraId="48F39714" w14:textId="77777777" w:rsidR="006A3148" w:rsidRPr="006A3148" w:rsidRDefault="006A3148" w:rsidP="006A3148">
      <w:r w:rsidRPr="006A3148">
        <w:rPr>
          <w:noProof/>
        </w:rPr>
        <mc:AlternateContent>
          <mc:Choice Requires="wps">
            <w:drawing>
              <wp:anchor distT="0" distB="0" distL="114300" distR="114300" simplePos="0" relativeHeight="251683840" behindDoc="0" locked="0" layoutInCell="1" allowOverlap="1" wp14:anchorId="039FC2C0" wp14:editId="23561515">
                <wp:simplePos x="0" y="0"/>
                <wp:positionH relativeFrom="column">
                  <wp:posOffset>-304411</wp:posOffset>
                </wp:positionH>
                <wp:positionV relativeFrom="paragraph">
                  <wp:posOffset>71638</wp:posOffset>
                </wp:positionV>
                <wp:extent cx="6064509" cy="2288722"/>
                <wp:effectExtent l="19050" t="19050" r="12700" b="16510"/>
                <wp:wrapNone/>
                <wp:docPr id="80469777" name="Rectangle: Rounded Corners 1"/>
                <wp:cNvGraphicFramePr/>
                <a:graphic xmlns:a="http://schemas.openxmlformats.org/drawingml/2006/main">
                  <a:graphicData uri="http://schemas.microsoft.com/office/word/2010/wordprocessingShape">
                    <wps:wsp>
                      <wps:cNvSpPr/>
                      <wps:spPr>
                        <a:xfrm>
                          <a:off x="0" y="0"/>
                          <a:ext cx="6064509" cy="2288722"/>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DBC503" id="Rectangle: Rounded Corners 1" o:spid="_x0000_s1026" style="position:absolute;margin-left:-23.95pt;margin-top:5.65pt;width:477.5pt;height:180.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" filled="f" strokecolor="windowText" strokeweight="2.25pt">
                <v:stroke joinstyle="miter"/>
              </v:roundrect>
            </w:pict>
          </mc:Fallback>
        </mc:AlternateContent>
      </w:r>
    </w:p>
    <w:p w14:paraId="44336B14" w14:textId="77777777" w:rsidR="006A3148" w:rsidRPr="006A3148" w:rsidRDefault="006A3148" w:rsidP="006A3148"/>
    <w:p w14:paraId="6FCD9965" w14:textId="77777777" w:rsidR="00130C77" w:rsidRDefault="00130C77">
      <w:pPr>
        <w:rPr>
          <w:rFonts w:eastAsiaTheme="majorEastAsia" w:cstheme="minorHAnsi"/>
          <w:color w:val="2F5496" w:themeColor="accent1" w:themeShade="BF"/>
          <w:sz w:val="32"/>
          <w:szCs w:val="32"/>
        </w:rPr>
      </w:pPr>
      <w:r>
        <w:br w:type="page"/>
      </w:r>
    </w:p>
    <w:p w14:paraId="6F74E734" w14:textId="07735D43" w:rsidR="00E85DBE" w:rsidRDefault="00546C95" w:rsidP="00546C95">
      <w:pPr>
        <w:pStyle w:val="Heading1"/>
      </w:pPr>
      <w:r>
        <w:lastRenderedPageBreak/>
        <w:t>Exam Style Questions</w:t>
      </w:r>
      <w:r w:rsidRPr="00546C95">
        <w:t xml:space="preserve"> </w:t>
      </w:r>
    </w:p>
    <w:p w14:paraId="72D6B3EB" w14:textId="77777777" w:rsidR="00E85DBE" w:rsidRDefault="00E85DBE" w:rsidP="00DF1539">
      <w:pPr>
        <w:pStyle w:val="Footer"/>
        <w:rPr>
          <w:i/>
          <w:iCs/>
        </w:rPr>
      </w:pPr>
    </w:p>
    <w:p w14:paraId="7977EA2C" w14:textId="4B540457" w:rsidR="00E013B7" w:rsidRDefault="00E013B7" w:rsidP="00B0316C">
      <w:pPr>
        <w:pStyle w:val="Heading2"/>
      </w:pPr>
      <w:r w:rsidRPr="0097000B">
        <w:t xml:space="preserve">Question 1 </w:t>
      </w:r>
    </w:p>
    <w:p w14:paraId="13297F1F" w14:textId="77777777" w:rsidR="00487651" w:rsidRDefault="00487651" w:rsidP="00E013B7"/>
    <w:p w14:paraId="085F9924" w14:textId="11415A15" w:rsidR="00E013B7" w:rsidRDefault="00E013B7" w:rsidP="00E013B7">
      <w:r>
        <w:t xml:space="preserve">Explain any </w:t>
      </w:r>
      <w:r w:rsidRPr="00B30AD4">
        <w:rPr>
          <w:b/>
          <w:bCs/>
        </w:rPr>
        <w:t>TWO</w:t>
      </w:r>
      <w:r>
        <w:t xml:space="preserve"> advantages of a laptop over a desktop PC</w:t>
      </w:r>
      <w:r w:rsidRPr="0097000B">
        <w:t>? (</w:t>
      </w:r>
      <w:r w:rsidRPr="0097000B">
        <w:rPr>
          <w:b/>
          <w:bCs/>
          <w:i/>
          <w:iCs/>
        </w:rPr>
        <w:t>4 marks</w:t>
      </w:r>
      <w:r w:rsidRPr="0097000B">
        <w:t>)</w:t>
      </w:r>
    </w:p>
    <w:p w14:paraId="1B154CA9" w14:textId="3908378A" w:rsidR="00487651" w:rsidRDefault="005F6D91" w:rsidP="00E013B7">
      <w:r>
        <w:t>1 ……………………………………………………………………………………………………</w:t>
      </w:r>
    </w:p>
    <w:p w14:paraId="156478FF" w14:textId="3E4615F6" w:rsidR="005F6D91" w:rsidRDefault="005F6D91" w:rsidP="00E013B7">
      <w:r w:rsidRPr="005F6D91">
        <w:t>……………………………………………………………………………………………………</w:t>
      </w:r>
      <w:r w:rsidR="000D7EC2">
        <w:t>.</w:t>
      </w:r>
    </w:p>
    <w:p w14:paraId="0F1C1DCD" w14:textId="21C54B78" w:rsidR="005F6D91" w:rsidRDefault="005F6D91" w:rsidP="00E013B7">
      <w:r w:rsidRPr="005F6D91">
        <w:t>……………………………………………………………………………………………………</w:t>
      </w:r>
      <w:r w:rsidR="000D7EC2">
        <w:t>.</w:t>
      </w:r>
    </w:p>
    <w:p w14:paraId="7CDD377C" w14:textId="77777777" w:rsidR="007D363C" w:rsidRDefault="007D363C" w:rsidP="00E013B7"/>
    <w:p w14:paraId="2DD07A64" w14:textId="2A0B1B5B" w:rsidR="005F6D91" w:rsidRDefault="005F6D91" w:rsidP="00E013B7">
      <w:r>
        <w:t>2</w:t>
      </w:r>
      <w:r w:rsidRPr="005F6D91">
        <w:t>……………………………………………………………………………………………………</w:t>
      </w:r>
    </w:p>
    <w:p w14:paraId="7C6D3AF3" w14:textId="28ED10EA" w:rsidR="005F6D91" w:rsidRDefault="005F6D91" w:rsidP="00E013B7">
      <w:r w:rsidRPr="005F6D91">
        <w:t>……………………………………………………………………………………………………</w:t>
      </w:r>
      <w:r w:rsidR="000D7EC2">
        <w:t>.</w:t>
      </w:r>
    </w:p>
    <w:p w14:paraId="6AC86A6F" w14:textId="29AE9E13" w:rsidR="005F6D91" w:rsidRDefault="005F6D91" w:rsidP="00E013B7">
      <w:r w:rsidRPr="005F6D91">
        <w:t>……………………………………………………………………………………………………</w:t>
      </w:r>
      <w:r w:rsidR="000D7EC2">
        <w:t>.</w:t>
      </w:r>
    </w:p>
    <w:p w14:paraId="4D01FED5" w14:textId="77777777" w:rsidR="00487651" w:rsidRDefault="00487651" w:rsidP="00E013B7"/>
    <w:p w14:paraId="6AC3A8E2" w14:textId="77777777" w:rsidR="00285BB0" w:rsidRDefault="00285BB0">
      <w:pPr>
        <w:rPr>
          <w:rFonts w:eastAsiaTheme="majorEastAsia" w:cstheme="majorBidi"/>
          <w:color w:val="2F5496" w:themeColor="accent1" w:themeShade="BF"/>
          <w:sz w:val="26"/>
          <w:szCs w:val="26"/>
        </w:rPr>
      </w:pPr>
      <w:r>
        <w:br w:type="page"/>
      </w:r>
    </w:p>
    <w:p w14:paraId="5B18ACB5" w14:textId="72BA28FF" w:rsidR="00A273DB" w:rsidRDefault="006D4687" w:rsidP="00B0316C">
      <w:pPr>
        <w:pStyle w:val="Heading2"/>
      </w:pPr>
      <w:r>
        <w:lastRenderedPageBreak/>
        <w:t>Q</w:t>
      </w:r>
      <w:r w:rsidR="00A273DB" w:rsidRPr="0097000B">
        <w:t xml:space="preserve">uestion </w:t>
      </w:r>
      <w:r w:rsidR="00DF41CC">
        <w:t>2</w:t>
      </w:r>
    </w:p>
    <w:p w14:paraId="56708D35" w14:textId="77777777" w:rsidR="00B0316C" w:rsidRDefault="00B0316C" w:rsidP="00A273DB"/>
    <w:p w14:paraId="5CA6949D" w14:textId="600261D8" w:rsidR="00A273DB" w:rsidRDefault="006C4BFE" w:rsidP="00A273DB">
      <w:r>
        <w:t xml:space="preserve">Name </w:t>
      </w:r>
      <w:r w:rsidR="00DE5567">
        <w:rPr>
          <w:b/>
          <w:bCs/>
        </w:rPr>
        <w:t>TWO</w:t>
      </w:r>
      <w:r w:rsidR="00A273DB">
        <w:t xml:space="preserve"> advantages of a large form factor case</w:t>
      </w:r>
      <w:r>
        <w:t>.</w:t>
      </w:r>
      <w:r w:rsidR="00A273DB" w:rsidRPr="0097000B">
        <w:t xml:space="preserve"> </w:t>
      </w:r>
      <w:r w:rsidR="00DE5567">
        <w:t>(</w:t>
      </w:r>
      <w:r w:rsidR="003A2D36">
        <w:rPr>
          <w:b/>
          <w:bCs/>
          <w:i/>
          <w:iCs/>
        </w:rPr>
        <w:t>2</w:t>
      </w:r>
      <w:r w:rsidR="00A273DB" w:rsidRPr="0097000B">
        <w:rPr>
          <w:b/>
          <w:bCs/>
          <w:i/>
          <w:iCs/>
        </w:rPr>
        <w:t xml:space="preserve"> marks</w:t>
      </w:r>
      <w:r w:rsidR="00A273DB" w:rsidRPr="0097000B">
        <w:t>)</w:t>
      </w:r>
    </w:p>
    <w:p w14:paraId="6DD8923F" w14:textId="10B9A91A" w:rsidR="006062FF" w:rsidRDefault="005F6D91" w:rsidP="00E013B7">
      <w:r>
        <w:t>1</w:t>
      </w:r>
      <w:r w:rsidRPr="005F6D91">
        <w:t>……………………………………………………………………………………………………</w:t>
      </w:r>
    </w:p>
    <w:p w14:paraId="330A0B08" w14:textId="2AF31A2B" w:rsidR="005F6D91" w:rsidRDefault="005F6D91" w:rsidP="00E013B7">
      <w:r w:rsidRPr="005F6D91">
        <w:t>……………………………………………………………………………………………………</w:t>
      </w:r>
      <w:r w:rsidR="000D7EC2">
        <w:t>.</w:t>
      </w:r>
    </w:p>
    <w:p w14:paraId="363B9980" w14:textId="4B3FA03D" w:rsidR="005F6D91" w:rsidRDefault="005F6D91" w:rsidP="00E013B7">
      <w:r w:rsidRPr="005F6D91">
        <w:t>……………………………………………………………………………………………………</w:t>
      </w:r>
      <w:r w:rsidR="000D7EC2">
        <w:t>.</w:t>
      </w:r>
    </w:p>
    <w:p w14:paraId="71B2CF87" w14:textId="62F31BF9" w:rsidR="005F6D91" w:rsidRDefault="005F6D91" w:rsidP="00E013B7">
      <w:r w:rsidRPr="005F6D91">
        <w:t>……………………………………………………………………………………………………</w:t>
      </w:r>
      <w:r w:rsidR="000D7EC2">
        <w:t>.</w:t>
      </w:r>
    </w:p>
    <w:p w14:paraId="1A4E04D0" w14:textId="4264B6C9" w:rsidR="005F6D91" w:rsidRDefault="000D7EC2" w:rsidP="00E013B7">
      <w:r w:rsidRPr="000D7EC2">
        <w:t>…………………………………………………………………………………………………….</w:t>
      </w:r>
    </w:p>
    <w:p w14:paraId="39367957" w14:textId="77777777" w:rsidR="005F6D91" w:rsidRDefault="005F6D91" w:rsidP="00E013B7"/>
    <w:p w14:paraId="253D1603" w14:textId="36F1775C" w:rsidR="005F6D91" w:rsidRDefault="005F6D91" w:rsidP="00E013B7">
      <w:r>
        <w:t>2</w:t>
      </w:r>
      <w:r w:rsidR="000D7EC2" w:rsidRPr="000D7EC2">
        <w:t>…………………………………………………………………………………………………….</w:t>
      </w:r>
    </w:p>
    <w:p w14:paraId="10D645BF" w14:textId="3CD17A93" w:rsidR="000D7EC2" w:rsidRDefault="000D7EC2" w:rsidP="00E013B7">
      <w:r w:rsidRPr="000D7EC2">
        <w:t>…………………………………………………………………………………………………….</w:t>
      </w:r>
    </w:p>
    <w:p w14:paraId="435F046A" w14:textId="77777777" w:rsidR="000D7EC2" w:rsidRDefault="000D7EC2">
      <w:r w:rsidRPr="000D7EC2">
        <w:t>…………………………………………………………………………………………………….</w:t>
      </w:r>
    </w:p>
    <w:p w14:paraId="7BE672B6" w14:textId="77777777" w:rsidR="000D7EC2" w:rsidRDefault="000D7EC2">
      <w:r w:rsidRPr="000D7EC2">
        <w:t>…………………………………………………………………………………………………….</w:t>
      </w:r>
    </w:p>
    <w:p w14:paraId="211A2BAA" w14:textId="3A10A9D7" w:rsidR="00703CBE" w:rsidRDefault="000D7EC2">
      <w:pPr>
        <w:rPr>
          <w:rFonts w:eastAsiaTheme="majorEastAsia" w:cstheme="majorBidi"/>
          <w:color w:val="2F5496" w:themeColor="accent1" w:themeShade="BF"/>
          <w:sz w:val="26"/>
          <w:szCs w:val="26"/>
        </w:rPr>
      </w:pPr>
      <w:r w:rsidRPr="000D7EC2">
        <w:t>…………………………………………………………………………………………………….</w:t>
      </w:r>
      <w:r w:rsidR="00703CBE">
        <w:br w:type="page"/>
      </w:r>
    </w:p>
    <w:p w14:paraId="16CB5FF6" w14:textId="7F0294FA" w:rsidR="00B0316C" w:rsidRDefault="00B0316C" w:rsidP="00B0316C">
      <w:pPr>
        <w:pStyle w:val="Heading2"/>
      </w:pPr>
      <w:r>
        <w:lastRenderedPageBreak/>
        <w:t>Q</w:t>
      </w:r>
      <w:r w:rsidRPr="0097000B">
        <w:t xml:space="preserve">uestion </w:t>
      </w:r>
      <w:r>
        <w:t>3</w:t>
      </w:r>
    </w:p>
    <w:p w14:paraId="530C0450" w14:textId="77777777" w:rsidR="00B0316C" w:rsidRDefault="00B0316C" w:rsidP="00B0316C"/>
    <w:p w14:paraId="6BCDA1D9" w14:textId="6ABE1755" w:rsidR="00F96D58" w:rsidRDefault="00E436D8" w:rsidP="00B0316C">
      <w:r>
        <w:t>East Berkshire Computers (EBC) is a</w:t>
      </w:r>
      <w:r w:rsidR="00F96D58">
        <w:t xml:space="preserve"> small software development company</w:t>
      </w:r>
      <w:r>
        <w:t xml:space="preserve"> that</w:t>
      </w:r>
      <w:r w:rsidR="00F96D58">
        <w:t xml:space="preserve"> has decided to upgrade all the development computers. </w:t>
      </w:r>
      <w:r>
        <w:t>EBC</w:t>
      </w:r>
      <w:r w:rsidR="00F96D58">
        <w:t xml:space="preserve"> </w:t>
      </w:r>
      <w:r>
        <w:t>has</w:t>
      </w:r>
      <w:r w:rsidR="00F96D58">
        <w:t xml:space="preserve"> decided to use</w:t>
      </w:r>
      <w:r w:rsidR="00113669">
        <w:t xml:space="preserve"> computer systems containing</w:t>
      </w:r>
      <w:r w:rsidR="00F96D58">
        <w:t xml:space="preserve"> solid state hard drives</w:t>
      </w:r>
      <w:r w:rsidR="00113669">
        <w:t xml:space="preserve"> (SSD)</w:t>
      </w:r>
      <w:r w:rsidR="00342159">
        <w:t xml:space="preserve"> instead of magnetic HDDs</w:t>
      </w:r>
      <w:r w:rsidR="00F96D58">
        <w:t>.</w:t>
      </w:r>
    </w:p>
    <w:p w14:paraId="43DF0163" w14:textId="5CCFFBCC" w:rsidR="00B0316C" w:rsidRDefault="00113669" w:rsidP="00B0316C">
      <w:r>
        <w:t xml:space="preserve">Discuss how SSDs </w:t>
      </w:r>
      <w:r w:rsidR="001D4C6F">
        <w:t xml:space="preserve">can have an impact on the </w:t>
      </w:r>
      <w:r w:rsidR="00347D5B">
        <w:t>company</w:t>
      </w:r>
      <w:r w:rsidR="00B0316C">
        <w:t>.</w:t>
      </w:r>
      <w:r w:rsidR="00B0316C" w:rsidRPr="0097000B">
        <w:t xml:space="preserve"> </w:t>
      </w:r>
      <w:r w:rsidR="00B0316C">
        <w:t>(</w:t>
      </w:r>
      <w:r w:rsidR="006511CE">
        <w:rPr>
          <w:b/>
          <w:bCs/>
          <w:i/>
          <w:iCs/>
        </w:rPr>
        <w:t>6</w:t>
      </w:r>
      <w:r w:rsidR="00B0316C" w:rsidRPr="0097000B">
        <w:rPr>
          <w:b/>
          <w:bCs/>
          <w:i/>
          <w:iCs/>
        </w:rPr>
        <w:t xml:space="preserve"> marks</w:t>
      </w:r>
      <w:r w:rsidR="00B0316C" w:rsidRPr="0097000B">
        <w:t>)</w:t>
      </w:r>
    </w:p>
    <w:p w14:paraId="009D05EC" w14:textId="77777777" w:rsidR="000D7EC2" w:rsidRDefault="000D7EC2">
      <w:pPr>
        <w:rPr>
          <w:i/>
          <w:iCs/>
        </w:rPr>
      </w:pPr>
      <w:r w:rsidRPr="000D7EC2">
        <w:rPr>
          <w:i/>
          <w:iCs/>
        </w:rPr>
        <w:t>…………………………………………………………………………………………………….</w:t>
      </w:r>
    </w:p>
    <w:p w14:paraId="5DAF5AA7" w14:textId="77777777" w:rsidR="000D7EC2" w:rsidRDefault="000D7EC2">
      <w:pPr>
        <w:rPr>
          <w:i/>
          <w:iCs/>
        </w:rPr>
      </w:pPr>
      <w:r w:rsidRPr="000D7EC2">
        <w:rPr>
          <w:i/>
          <w:iCs/>
        </w:rPr>
        <w:t>…………………………………………………………………………………………………….</w:t>
      </w:r>
    </w:p>
    <w:p w14:paraId="1096D15C" w14:textId="77777777" w:rsidR="000D7EC2" w:rsidRDefault="000D7EC2">
      <w:pPr>
        <w:rPr>
          <w:i/>
          <w:iCs/>
        </w:rPr>
      </w:pPr>
      <w:r w:rsidRPr="000D7EC2">
        <w:rPr>
          <w:i/>
          <w:iCs/>
        </w:rPr>
        <w:t>…………………………………………………………………………………………………….</w:t>
      </w:r>
    </w:p>
    <w:p w14:paraId="31770DAF" w14:textId="77777777" w:rsidR="000D7EC2" w:rsidRDefault="000D7EC2">
      <w:pPr>
        <w:rPr>
          <w:i/>
          <w:iCs/>
        </w:rPr>
      </w:pPr>
      <w:r w:rsidRPr="000D7EC2">
        <w:rPr>
          <w:i/>
          <w:iCs/>
        </w:rPr>
        <w:t>…………………………………………………………………………………………………….</w:t>
      </w:r>
    </w:p>
    <w:p w14:paraId="32822BC2" w14:textId="77777777" w:rsidR="000D7EC2" w:rsidRDefault="000D7EC2">
      <w:pPr>
        <w:rPr>
          <w:i/>
          <w:iCs/>
        </w:rPr>
      </w:pPr>
      <w:r w:rsidRPr="000D7EC2">
        <w:rPr>
          <w:i/>
          <w:iCs/>
        </w:rPr>
        <w:t>…………………………………………………………………………………………………….</w:t>
      </w:r>
    </w:p>
    <w:p w14:paraId="24F3572C" w14:textId="77777777" w:rsidR="000D7EC2" w:rsidRDefault="000D7EC2">
      <w:pPr>
        <w:rPr>
          <w:i/>
          <w:iCs/>
        </w:rPr>
      </w:pPr>
      <w:r w:rsidRPr="000D7EC2">
        <w:rPr>
          <w:i/>
          <w:iCs/>
        </w:rPr>
        <w:t>…………………………………………………………………………………………………….</w:t>
      </w:r>
    </w:p>
    <w:p w14:paraId="0FCB78CC" w14:textId="77777777" w:rsidR="000D7EC2" w:rsidRDefault="000D7EC2">
      <w:pPr>
        <w:rPr>
          <w:i/>
          <w:iCs/>
        </w:rPr>
      </w:pPr>
      <w:r w:rsidRPr="000D7EC2">
        <w:rPr>
          <w:i/>
          <w:iCs/>
        </w:rPr>
        <w:t>…………………………………………………………………………………………………….</w:t>
      </w:r>
    </w:p>
    <w:p w14:paraId="27DAA5DB" w14:textId="77777777" w:rsidR="000D7EC2" w:rsidRDefault="000D7EC2">
      <w:pPr>
        <w:rPr>
          <w:i/>
          <w:iCs/>
        </w:rPr>
      </w:pPr>
      <w:r w:rsidRPr="000D7EC2">
        <w:rPr>
          <w:i/>
          <w:iCs/>
        </w:rPr>
        <w:t>…………………………………………………………………………………………………….</w:t>
      </w:r>
    </w:p>
    <w:p w14:paraId="53AF2BE5" w14:textId="77777777" w:rsidR="000D7EC2" w:rsidRDefault="000D7EC2">
      <w:pPr>
        <w:rPr>
          <w:i/>
          <w:iCs/>
        </w:rPr>
      </w:pPr>
      <w:r w:rsidRPr="000D7EC2">
        <w:rPr>
          <w:i/>
          <w:iCs/>
        </w:rPr>
        <w:t>…………………………………………………………………………………………………….</w:t>
      </w:r>
    </w:p>
    <w:p w14:paraId="1F22F670" w14:textId="77777777" w:rsidR="000D7EC2" w:rsidRDefault="000D7EC2">
      <w:pPr>
        <w:rPr>
          <w:i/>
          <w:iCs/>
        </w:rPr>
      </w:pPr>
      <w:r w:rsidRPr="000D7EC2">
        <w:rPr>
          <w:i/>
          <w:iCs/>
        </w:rPr>
        <w:t>…………………………………………………………………………………………………….</w:t>
      </w:r>
    </w:p>
    <w:p w14:paraId="2297E928" w14:textId="77777777" w:rsidR="000D7EC2" w:rsidRDefault="000D7EC2">
      <w:pPr>
        <w:rPr>
          <w:i/>
          <w:iCs/>
        </w:rPr>
      </w:pPr>
      <w:r w:rsidRPr="000D7EC2">
        <w:rPr>
          <w:i/>
          <w:iCs/>
        </w:rPr>
        <w:t>…………………………………………………………………………………………………….</w:t>
      </w:r>
    </w:p>
    <w:p w14:paraId="4EB30457" w14:textId="77777777" w:rsidR="000D7EC2" w:rsidRDefault="000D7EC2">
      <w:pPr>
        <w:rPr>
          <w:i/>
          <w:iCs/>
        </w:rPr>
      </w:pPr>
      <w:r w:rsidRPr="000D7EC2">
        <w:rPr>
          <w:i/>
          <w:iCs/>
        </w:rPr>
        <w:t>…………………………………………………………………………………………………….</w:t>
      </w:r>
    </w:p>
    <w:p w14:paraId="2AF997FA" w14:textId="77777777" w:rsidR="000D7EC2" w:rsidRDefault="000D7EC2">
      <w:pPr>
        <w:rPr>
          <w:i/>
          <w:iCs/>
        </w:rPr>
      </w:pPr>
      <w:r w:rsidRPr="000D7EC2">
        <w:rPr>
          <w:i/>
          <w:iCs/>
        </w:rPr>
        <w:t>…………………………………………………………………………………………………….</w:t>
      </w:r>
    </w:p>
    <w:p w14:paraId="440E5783" w14:textId="77777777" w:rsidR="007E4879" w:rsidRDefault="000D7EC2">
      <w:pPr>
        <w:rPr>
          <w:i/>
          <w:iCs/>
        </w:rPr>
      </w:pPr>
      <w:r w:rsidRPr="000D7EC2">
        <w:rPr>
          <w:i/>
          <w:iCs/>
        </w:rPr>
        <w:t>…………………………………………………………………………………………………….</w:t>
      </w:r>
    </w:p>
    <w:p w14:paraId="33E4EFFD" w14:textId="77777777" w:rsidR="007E4879" w:rsidRPr="007E4879" w:rsidRDefault="007E4879" w:rsidP="007E4879">
      <w:pPr>
        <w:rPr>
          <w:i/>
          <w:iCs/>
        </w:rPr>
      </w:pPr>
      <w:r w:rsidRPr="007E4879">
        <w:rPr>
          <w:i/>
          <w:iCs/>
        </w:rPr>
        <w:t>…………………………………………………………………………………………………….</w:t>
      </w:r>
    </w:p>
    <w:p w14:paraId="70D799BE" w14:textId="77777777" w:rsidR="007E4879" w:rsidRPr="007E4879" w:rsidRDefault="007E4879" w:rsidP="007E4879">
      <w:pPr>
        <w:rPr>
          <w:i/>
          <w:iCs/>
        </w:rPr>
      </w:pPr>
      <w:r w:rsidRPr="007E4879">
        <w:rPr>
          <w:i/>
          <w:iCs/>
        </w:rPr>
        <w:t>…………………………………………………………………………………………………….</w:t>
      </w:r>
    </w:p>
    <w:p w14:paraId="5ACCFEB4" w14:textId="1A321040" w:rsidR="00B0316C" w:rsidRDefault="007E4879" w:rsidP="007E4879">
      <w:pPr>
        <w:rPr>
          <w:i/>
          <w:iCs/>
        </w:rPr>
      </w:pPr>
      <w:r w:rsidRPr="007E4879">
        <w:rPr>
          <w:i/>
          <w:iCs/>
        </w:rPr>
        <w:t>…………………………………………………………………………………………………….</w:t>
      </w:r>
      <w:r w:rsidR="00B0316C">
        <w:rPr>
          <w:i/>
          <w:iCs/>
        </w:rPr>
        <w:br w:type="page"/>
      </w:r>
    </w:p>
    <w:p w14:paraId="2C17B6B1" w14:textId="4FE6770A" w:rsidR="006C02ED" w:rsidRPr="006C02ED" w:rsidRDefault="006C02ED" w:rsidP="006C02ED">
      <w:pPr>
        <w:pStyle w:val="Heading2"/>
      </w:pPr>
      <w:r w:rsidRPr="006C02ED">
        <w:lastRenderedPageBreak/>
        <w:t xml:space="preserve">Question </w:t>
      </w:r>
      <w:r>
        <w:t>4</w:t>
      </w:r>
    </w:p>
    <w:p w14:paraId="24C87B4B" w14:textId="77777777" w:rsidR="006C02ED" w:rsidRPr="006C02ED" w:rsidRDefault="006C02ED" w:rsidP="006C02ED"/>
    <w:p w14:paraId="3A2EC1AA" w14:textId="7CDF6B64" w:rsidR="006C02ED" w:rsidRPr="006C02ED" w:rsidRDefault="00E436D8" w:rsidP="006C02ED">
      <w:r>
        <w:t>East Berkshire Computers are considering using Dual Processor</w:t>
      </w:r>
      <w:r w:rsidR="0018106A">
        <w:t xml:space="preserve"> Computers for their development servers</w:t>
      </w:r>
      <w:r w:rsidR="006C02ED" w:rsidRPr="006C02ED">
        <w:t>.</w:t>
      </w:r>
      <w:r w:rsidR="0018106A">
        <w:t xml:space="preserve"> Their development servers </w:t>
      </w:r>
      <w:r w:rsidR="00920835">
        <w:t>will be running a range of complex software applications at the same time.</w:t>
      </w:r>
    </w:p>
    <w:p w14:paraId="2EC8734C" w14:textId="18A3B60B" w:rsidR="006C02ED" w:rsidRDefault="0049046A" w:rsidP="006C02ED">
      <w:r>
        <w:t xml:space="preserve">4.1 </w:t>
      </w:r>
      <w:r w:rsidR="00920835">
        <w:t xml:space="preserve">Explain </w:t>
      </w:r>
      <w:r w:rsidR="00F90D21" w:rsidRPr="00F90D21">
        <w:rPr>
          <w:b/>
          <w:bCs/>
        </w:rPr>
        <w:t>one</w:t>
      </w:r>
      <w:r w:rsidR="00920835">
        <w:t xml:space="preserve"> advantage of using</w:t>
      </w:r>
      <w:r w:rsidR="00087A18">
        <w:t xml:space="preserve"> </w:t>
      </w:r>
      <w:r w:rsidR="00087A18" w:rsidRPr="00087A18">
        <w:t>Dual Processor Computers</w:t>
      </w:r>
      <w:r w:rsidR="006C02ED" w:rsidRPr="006C02ED">
        <w:t>. (</w:t>
      </w:r>
      <w:r>
        <w:rPr>
          <w:b/>
          <w:bCs/>
          <w:i/>
          <w:iCs/>
        </w:rPr>
        <w:t>2</w:t>
      </w:r>
      <w:r w:rsidR="006C02ED" w:rsidRPr="006C02ED">
        <w:rPr>
          <w:b/>
          <w:bCs/>
          <w:i/>
          <w:iCs/>
        </w:rPr>
        <w:t xml:space="preserve"> marks</w:t>
      </w:r>
      <w:r w:rsidR="006C02ED" w:rsidRPr="006C02ED">
        <w:t>)</w:t>
      </w:r>
    </w:p>
    <w:p w14:paraId="49012F72" w14:textId="1B92A889" w:rsidR="0049046A" w:rsidRDefault="000D7EC2" w:rsidP="006C02ED">
      <w:r w:rsidRPr="000D7EC2">
        <w:t>…………………………………………………………………………………………………….</w:t>
      </w:r>
    </w:p>
    <w:p w14:paraId="4020CCCF" w14:textId="21A0AAF3" w:rsidR="000D7EC2" w:rsidRDefault="000D7EC2" w:rsidP="006C02ED">
      <w:r w:rsidRPr="000D7EC2">
        <w:t>…………………………………………………………………………………………………….</w:t>
      </w:r>
    </w:p>
    <w:p w14:paraId="43081BE6" w14:textId="6C350DD4" w:rsidR="000D7EC2" w:rsidRDefault="000D7EC2" w:rsidP="006C02ED">
      <w:r w:rsidRPr="000D7EC2">
        <w:t>…………………………………………………………………………………………………….</w:t>
      </w:r>
    </w:p>
    <w:p w14:paraId="68879B95" w14:textId="7D36F921" w:rsidR="000D7EC2" w:rsidRDefault="000D7EC2" w:rsidP="006C02ED">
      <w:r w:rsidRPr="000D7EC2">
        <w:t>…………………………………………………………………………………………………….</w:t>
      </w:r>
    </w:p>
    <w:p w14:paraId="43F96F15" w14:textId="5F2E98AA" w:rsidR="005F6D91" w:rsidRDefault="000D7EC2" w:rsidP="006C02ED">
      <w:r w:rsidRPr="000D7EC2">
        <w:t>…………………………………………………………………………………………………….</w:t>
      </w:r>
    </w:p>
    <w:p w14:paraId="59FC4202" w14:textId="6FB27F30" w:rsidR="005F6D91" w:rsidRDefault="000D7EC2" w:rsidP="006C02ED">
      <w:r w:rsidRPr="000D7EC2">
        <w:t>…………………………………………………………………………………………………….</w:t>
      </w:r>
    </w:p>
    <w:p w14:paraId="68B6A7CF" w14:textId="77777777" w:rsidR="005F6D91" w:rsidRDefault="005F6D91" w:rsidP="006C02ED"/>
    <w:p w14:paraId="2ADD047E" w14:textId="77777777" w:rsidR="005F6D91" w:rsidRDefault="005F6D91" w:rsidP="006C02ED"/>
    <w:p w14:paraId="75BF2732" w14:textId="77777777" w:rsidR="005F6D91" w:rsidRDefault="005F6D91" w:rsidP="006C02ED"/>
    <w:p w14:paraId="285C316F" w14:textId="15FC4632" w:rsidR="0049046A" w:rsidRPr="006C02ED" w:rsidRDefault="0049046A" w:rsidP="006C02ED">
      <w:r>
        <w:t xml:space="preserve">4.2 Explain </w:t>
      </w:r>
      <w:r w:rsidR="00AC7688" w:rsidRPr="00AC7688">
        <w:rPr>
          <w:b/>
          <w:bCs/>
        </w:rPr>
        <w:t>two</w:t>
      </w:r>
      <w:r>
        <w:t xml:space="preserve"> disadvantages of </w:t>
      </w:r>
      <w:r w:rsidR="00087A18" w:rsidRPr="00087A18">
        <w:t>using Dual Processor Computers</w:t>
      </w:r>
      <w:r w:rsidR="00087A18">
        <w:t xml:space="preserve"> (</w:t>
      </w:r>
      <w:r w:rsidR="00517D4C">
        <w:rPr>
          <w:b/>
          <w:bCs/>
        </w:rPr>
        <w:t>4</w:t>
      </w:r>
      <w:r w:rsidR="00087A18" w:rsidRPr="00087A18">
        <w:rPr>
          <w:b/>
          <w:bCs/>
        </w:rPr>
        <w:t xml:space="preserve"> marks</w:t>
      </w:r>
      <w:r w:rsidR="00087A18">
        <w:t>)</w:t>
      </w:r>
    </w:p>
    <w:p w14:paraId="5D17F8C6" w14:textId="77777777" w:rsidR="000D7EC2" w:rsidRDefault="000D7EC2">
      <w:pPr>
        <w:rPr>
          <w:i/>
          <w:iCs/>
        </w:rPr>
      </w:pPr>
      <w:r w:rsidRPr="000D7EC2">
        <w:rPr>
          <w:i/>
          <w:iCs/>
        </w:rPr>
        <w:t>…………………………………………………………………………………………………….</w:t>
      </w:r>
    </w:p>
    <w:p w14:paraId="3D5F0A6C" w14:textId="77777777" w:rsidR="000D7EC2" w:rsidRDefault="000D7EC2">
      <w:pPr>
        <w:rPr>
          <w:i/>
          <w:iCs/>
        </w:rPr>
      </w:pPr>
      <w:r w:rsidRPr="000D7EC2">
        <w:rPr>
          <w:i/>
          <w:iCs/>
        </w:rPr>
        <w:t>…………………………………………………………………………………………………….</w:t>
      </w:r>
    </w:p>
    <w:p w14:paraId="72130CA0" w14:textId="77777777" w:rsidR="000D7EC2" w:rsidRDefault="000D7EC2">
      <w:pPr>
        <w:rPr>
          <w:i/>
          <w:iCs/>
        </w:rPr>
      </w:pPr>
      <w:r w:rsidRPr="000D7EC2">
        <w:rPr>
          <w:i/>
          <w:iCs/>
        </w:rPr>
        <w:t>…………………………………………………………………………………………………….</w:t>
      </w:r>
    </w:p>
    <w:p w14:paraId="73D8DC0F" w14:textId="77777777" w:rsidR="000D7EC2" w:rsidRDefault="000D7EC2">
      <w:pPr>
        <w:rPr>
          <w:i/>
          <w:iCs/>
        </w:rPr>
      </w:pPr>
      <w:r w:rsidRPr="000D7EC2">
        <w:rPr>
          <w:i/>
          <w:iCs/>
        </w:rPr>
        <w:t>…………………………………………………………………………………………………….</w:t>
      </w:r>
    </w:p>
    <w:p w14:paraId="677C59FE" w14:textId="77777777" w:rsidR="000D7EC2" w:rsidRDefault="000D7EC2">
      <w:pPr>
        <w:rPr>
          <w:i/>
          <w:iCs/>
        </w:rPr>
      </w:pPr>
      <w:r w:rsidRPr="000D7EC2">
        <w:rPr>
          <w:i/>
          <w:iCs/>
        </w:rPr>
        <w:t>…………………………………………………………………………………………………….</w:t>
      </w:r>
    </w:p>
    <w:p w14:paraId="58B4D62A" w14:textId="77777777" w:rsidR="000D7EC2" w:rsidRDefault="000D7EC2">
      <w:pPr>
        <w:rPr>
          <w:i/>
          <w:iCs/>
        </w:rPr>
      </w:pPr>
      <w:r w:rsidRPr="000D7EC2">
        <w:rPr>
          <w:i/>
          <w:iCs/>
        </w:rPr>
        <w:t>…………………………………………………………………………………………………….</w:t>
      </w:r>
    </w:p>
    <w:p w14:paraId="3D6BA24D" w14:textId="77777777" w:rsidR="000D7EC2" w:rsidRDefault="000D7EC2">
      <w:pPr>
        <w:rPr>
          <w:i/>
          <w:iCs/>
        </w:rPr>
      </w:pPr>
      <w:r w:rsidRPr="000D7EC2">
        <w:rPr>
          <w:i/>
          <w:iCs/>
        </w:rPr>
        <w:t>…………………………………………………………………………………………………….</w:t>
      </w:r>
    </w:p>
    <w:p w14:paraId="1735B99F" w14:textId="77777777" w:rsidR="000D7EC2" w:rsidRDefault="000D7EC2">
      <w:pPr>
        <w:rPr>
          <w:i/>
          <w:iCs/>
        </w:rPr>
      </w:pPr>
      <w:r w:rsidRPr="000D7EC2">
        <w:rPr>
          <w:i/>
          <w:iCs/>
        </w:rPr>
        <w:t>…………………………………………………………………………………………………….</w:t>
      </w:r>
    </w:p>
    <w:p w14:paraId="6AEA4A5B" w14:textId="1560C392" w:rsidR="000D7EC2" w:rsidRDefault="000D7EC2">
      <w:pPr>
        <w:rPr>
          <w:i/>
          <w:iCs/>
        </w:rPr>
      </w:pPr>
      <w:r w:rsidRPr="000D7EC2">
        <w:rPr>
          <w:i/>
          <w:iCs/>
        </w:rPr>
        <w:t>…………………………………………………………………………………………………….</w:t>
      </w:r>
    </w:p>
    <w:p w14:paraId="51BD546A" w14:textId="77777777" w:rsidR="000D7EC2" w:rsidRDefault="000D7EC2">
      <w:pPr>
        <w:rPr>
          <w:i/>
          <w:iCs/>
        </w:rPr>
      </w:pPr>
      <w:r w:rsidRPr="000D7EC2">
        <w:rPr>
          <w:i/>
          <w:iCs/>
        </w:rPr>
        <w:t>…………………………………………………………………………………………………….</w:t>
      </w:r>
    </w:p>
    <w:p w14:paraId="4462598A" w14:textId="77777777" w:rsidR="000D7EC2" w:rsidRDefault="000D7EC2">
      <w:pPr>
        <w:rPr>
          <w:i/>
          <w:iCs/>
        </w:rPr>
      </w:pPr>
      <w:r w:rsidRPr="000D7EC2">
        <w:rPr>
          <w:i/>
          <w:iCs/>
        </w:rPr>
        <w:t>…………………………………………………………………………………………………….</w:t>
      </w:r>
    </w:p>
    <w:p w14:paraId="25E9B5D7" w14:textId="1B3D392C" w:rsidR="00B0316C" w:rsidRDefault="000D7EC2">
      <w:pPr>
        <w:rPr>
          <w:i/>
          <w:iCs/>
        </w:rPr>
      </w:pPr>
      <w:r w:rsidRPr="000D7EC2">
        <w:rPr>
          <w:i/>
          <w:iCs/>
        </w:rPr>
        <w:t>…………………………………………………………………………………………………….</w:t>
      </w:r>
      <w:r w:rsidR="00B0316C">
        <w:rPr>
          <w:i/>
          <w:iCs/>
        </w:rPr>
        <w:br w:type="page"/>
      </w:r>
    </w:p>
    <w:p w14:paraId="492F3520" w14:textId="24D15952" w:rsidR="00264F55" w:rsidRPr="00264F55" w:rsidRDefault="00264F55" w:rsidP="00264F55">
      <w:pPr>
        <w:pStyle w:val="Heading2"/>
      </w:pPr>
      <w:bookmarkStart w:id="1" w:name="_Hlk167445363"/>
      <w:r w:rsidRPr="00264F55">
        <w:lastRenderedPageBreak/>
        <w:t xml:space="preserve">Question </w:t>
      </w:r>
      <w:r>
        <w:t>5</w:t>
      </w:r>
    </w:p>
    <w:p w14:paraId="3315E57E" w14:textId="77777777" w:rsidR="00264F55" w:rsidRPr="00264F55" w:rsidRDefault="00264F55" w:rsidP="00264F55"/>
    <w:p w14:paraId="4961FABB" w14:textId="6E4C415F" w:rsidR="00264F55" w:rsidRPr="00264F55" w:rsidRDefault="00264F55" w:rsidP="00264F55">
      <w:r w:rsidRPr="00264F55">
        <w:t xml:space="preserve">Explain </w:t>
      </w:r>
      <w:r w:rsidR="0043515F" w:rsidRPr="0043515F">
        <w:rPr>
          <w:b/>
          <w:bCs/>
        </w:rPr>
        <w:t>two</w:t>
      </w:r>
      <w:r w:rsidRPr="00264F55">
        <w:t xml:space="preserve"> advantages of </w:t>
      </w:r>
      <w:r>
        <w:t>having more RAM in a computer system</w:t>
      </w:r>
      <w:r w:rsidRPr="00264F55">
        <w:t>. (</w:t>
      </w:r>
      <w:r w:rsidR="0043515F" w:rsidRPr="0043515F">
        <w:rPr>
          <w:b/>
          <w:bCs/>
        </w:rPr>
        <w:t>4</w:t>
      </w:r>
      <w:r w:rsidRPr="00264F55">
        <w:rPr>
          <w:b/>
          <w:bCs/>
          <w:i/>
          <w:iCs/>
        </w:rPr>
        <w:t xml:space="preserve"> marks</w:t>
      </w:r>
      <w:r w:rsidRPr="00264F55">
        <w:t>)</w:t>
      </w:r>
    </w:p>
    <w:bookmarkEnd w:id="1"/>
    <w:p w14:paraId="76FF0021" w14:textId="218849B1" w:rsidR="000D7EC2" w:rsidRDefault="00A13B45">
      <w:r>
        <w:t xml:space="preserve">1 </w:t>
      </w:r>
      <w:r w:rsidR="000D7EC2" w:rsidRPr="000D7EC2">
        <w:t>…………………………………………………………………………………………………….</w:t>
      </w:r>
    </w:p>
    <w:p w14:paraId="481F6110" w14:textId="77777777" w:rsidR="000D7EC2" w:rsidRDefault="000D7EC2">
      <w:r w:rsidRPr="000D7EC2">
        <w:t>…………………………………………………………………………………………………….</w:t>
      </w:r>
    </w:p>
    <w:p w14:paraId="077B47A5" w14:textId="77777777" w:rsidR="000D7EC2" w:rsidRDefault="000D7EC2">
      <w:r w:rsidRPr="000D7EC2">
        <w:t>…………………………………………………………………………………………………….</w:t>
      </w:r>
    </w:p>
    <w:p w14:paraId="6AB35AD6" w14:textId="77777777" w:rsidR="000D7EC2" w:rsidRDefault="000D7EC2">
      <w:r w:rsidRPr="000D7EC2">
        <w:t>…………………………………………………………………………………………………….</w:t>
      </w:r>
    </w:p>
    <w:p w14:paraId="7FFC99ED" w14:textId="77777777" w:rsidR="000D7EC2" w:rsidRDefault="000D7EC2">
      <w:r w:rsidRPr="000D7EC2">
        <w:t>…………………………………………………………………………………………………….</w:t>
      </w:r>
    </w:p>
    <w:p w14:paraId="246E8836" w14:textId="77777777" w:rsidR="000D7EC2" w:rsidRDefault="000D7EC2">
      <w:r w:rsidRPr="000D7EC2">
        <w:t>…………………………………………………………………………………………………….</w:t>
      </w:r>
    </w:p>
    <w:p w14:paraId="6DCE00B4" w14:textId="77777777" w:rsidR="000D7EC2" w:rsidRDefault="000D7EC2">
      <w:r w:rsidRPr="000D7EC2">
        <w:t>…………………………………………………………………………………………………….</w:t>
      </w:r>
    </w:p>
    <w:p w14:paraId="556F04C4" w14:textId="77777777" w:rsidR="00A13B45" w:rsidRDefault="000D7EC2">
      <w:r w:rsidRPr="000D7EC2">
        <w:t>…………………………………………………………………………………………………….</w:t>
      </w:r>
    </w:p>
    <w:p w14:paraId="459CFDC9" w14:textId="77777777" w:rsidR="00A13B45" w:rsidRDefault="00A13B45"/>
    <w:p w14:paraId="32C0ED8C" w14:textId="3B9E2B3D" w:rsidR="00A13B45" w:rsidRDefault="00A13B45" w:rsidP="00A13B45">
      <w:r>
        <w:t>2</w:t>
      </w:r>
      <w:r w:rsidRPr="000D7EC2">
        <w:t>…………………………………………………………………………………………………….</w:t>
      </w:r>
    </w:p>
    <w:p w14:paraId="2E65F26C" w14:textId="77777777" w:rsidR="00A13B45" w:rsidRDefault="00A13B45" w:rsidP="00A13B45">
      <w:r w:rsidRPr="000D7EC2">
        <w:t>…………………………………………………………………………………………………….</w:t>
      </w:r>
    </w:p>
    <w:p w14:paraId="1811D58E" w14:textId="77777777" w:rsidR="00A13B45" w:rsidRDefault="00A13B45" w:rsidP="00A13B45">
      <w:r w:rsidRPr="000D7EC2">
        <w:t>…………………………………………………………………………………………………….</w:t>
      </w:r>
    </w:p>
    <w:p w14:paraId="7F3A6486" w14:textId="77777777" w:rsidR="00A13B45" w:rsidRDefault="00A13B45" w:rsidP="00A13B45">
      <w:r w:rsidRPr="000D7EC2">
        <w:t>…………………………………………………………………………………………………….</w:t>
      </w:r>
    </w:p>
    <w:p w14:paraId="7E2F74DE" w14:textId="77777777" w:rsidR="00A13B45" w:rsidRDefault="00A13B45" w:rsidP="00A13B45">
      <w:r w:rsidRPr="000D7EC2">
        <w:t>…………………………………………………………………………………………………….</w:t>
      </w:r>
    </w:p>
    <w:p w14:paraId="7DA36327" w14:textId="77777777" w:rsidR="00A13B45" w:rsidRDefault="00A13B45" w:rsidP="00A13B45">
      <w:r w:rsidRPr="000D7EC2">
        <w:t>…………………………………………………………………………………………………….</w:t>
      </w:r>
    </w:p>
    <w:p w14:paraId="001FCEC6" w14:textId="77777777" w:rsidR="00A13B45" w:rsidRDefault="00A13B45" w:rsidP="00A13B45">
      <w:r w:rsidRPr="000D7EC2">
        <w:t>…………………………………………………………………………………………………….</w:t>
      </w:r>
    </w:p>
    <w:p w14:paraId="797F48C5" w14:textId="5F4C424B" w:rsidR="003C4A1C" w:rsidRDefault="00A13B45" w:rsidP="00A13B45">
      <w:pPr>
        <w:rPr>
          <w:rFonts w:eastAsiaTheme="majorEastAsia" w:cstheme="majorBidi"/>
          <w:color w:val="2F5496" w:themeColor="accent1" w:themeShade="BF"/>
          <w:sz w:val="26"/>
          <w:szCs w:val="26"/>
        </w:rPr>
      </w:pPr>
      <w:r w:rsidRPr="000D7EC2">
        <w:t>…………………………………………………………………………………………………….</w:t>
      </w:r>
      <w:r w:rsidR="003C4A1C">
        <w:br w:type="page"/>
      </w:r>
    </w:p>
    <w:p w14:paraId="30451F3C" w14:textId="1843BB90" w:rsidR="00E332E6" w:rsidRPr="00E332E6" w:rsidRDefault="00E332E6" w:rsidP="00E332E6">
      <w:pPr>
        <w:pStyle w:val="Heading2"/>
      </w:pPr>
      <w:r w:rsidRPr="00E332E6">
        <w:lastRenderedPageBreak/>
        <w:t xml:space="preserve">Question </w:t>
      </w:r>
      <w:r>
        <w:t>6</w:t>
      </w:r>
    </w:p>
    <w:p w14:paraId="66CC0A26" w14:textId="77777777" w:rsidR="00E332E6" w:rsidRPr="00E332E6" w:rsidRDefault="00E332E6" w:rsidP="00E332E6"/>
    <w:p w14:paraId="3CAE4D57" w14:textId="662EF251" w:rsidR="00E332E6" w:rsidRPr="00E332E6" w:rsidRDefault="003E092B" w:rsidP="00E332E6">
      <w:r>
        <w:t>Describe how a client / server interaction works</w:t>
      </w:r>
      <w:r w:rsidR="00E332E6" w:rsidRPr="00E332E6">
        <w:t>. (</w:t>
      </w:r>
      <w:r w:rsidR="003C4A1C">
        <w:rPr>
          <w:b/>
          <w:bCs/>
          <w:i/>
          <w:iCs/>
        </w:rPr>
        <w:t>3</w:t>
      </w:r>
      <w:r w:rsidR="00E332E6" w:rsidRPr="00E332E6">
        <w:rPr>
          <w:b/>
          <w:bCs/>
          <w:i/>
          <w:iCs/>
        </w:rPr>
        <w:t xml:space="preserve"> marks</w:t>
      </w:r>
      <w:r w:rsidR="00E332E6" w:rsidRPr="00E332E6">
        <w:t>)</w:t>
      </w:r>
    </w:p>
    <w:p w14:paraId="1C538097" w14:textId="040C4B9B" w:rsidR="006032B3" w:rsidRDefault="000D7EC2">
      <w:pPr>
        <w:rPr>
          <w:i/>
          <w:iCs/>
        </w:rPr>
      </w:pPr>
      <w:r w:rsidRPr="000D7EC2">
        <w:rPr>
          <w:i/>
          <w:iCs/>
        </w:rPr>
        <w:t>…………………………………………………………………………………………………….</w:t>
      </w:r>
    </w:p>
    <w:p w14:paraId="4F87B89D" w14:textId="31ED240F" w:rsidR="000D7EC2" w:rsidRDefault="000D7EC2">
      <w:pPr>
        <w:rPr>
          <w:i/>
          <w:iCs/>
        </w:rPr>
      </w:pPr>
      <w:r w:rsidRPr="000D7EC2">
        <w:rPr>
          <w:i/>
          <w:iCs/>
        </w:rPr>
        <w:t>…………………………………………………………………………………………………….</w:t>
      </w:r>
    </w:p>
    <w:p w14:paraId="59A1D1EA" w14:textId="4FAE9D5B" w:rsidR="000D7EC2" w:rsidRDefault="000D7EC2">
      <w:pPr>
        <w:rPr>
          <w:i/>
          <w:iCs/>
        </w:rPr>
      </w:pPr>
      <w:r w:rsidRPr="000D7EC2">
        <w:rPr>
          <w:i/>
          <w:iCs/>
        </w:rPr>
        <w:t>…………………………………………………………………………………………………….</w:t>
      </w:r>
    </w:p>
    <w:p w14:paraId="1AF9CE4C" w14:textId="4E6DD01A" w:rsidR="000D7EC2" w:rsidRDefault="000D7EC2">
      <w:pPr>
        <w:rPr>
          <w:i/>
          <w:iCs/>
        </w:rPr>
      </w:pPr>
      <w:r w:rsidRPr="000D7EC2">
        <w:rPr>
          <w:i/>
          <w:iCs/>
        </w:rPr>
        <w:t>…………………………………………………………………………………………………….</w:t>
      </w:r>
    </w:p>
    <w:p w14:paraId="1B4194F3" w14:textId="4ADC79AF" w:rsidR="000D7EC2" w:rsidRDefault="000D7EC2">
      <w:pPr>
        <w:rPr>
          <w:i/>
          <w:iCs/>
        </w:rPr>
      </w:pPr>
      <w:r w:rsidRPr="000D7EC2">
        <w:rPr>
          <w:i/>
          <w:iCs/>
        </w:rPr>
        <w:t>…………………………………………………………………………………………………….</w:t>
      </w:r>
    </w:p>
    <w:p w14:paraId="13FE2174" w14:textId="7A04BE91" w:rsidR="000D7EC2" w:rsidRDefault="000D7EC2">
      <w:pPr>
        <w:rPr>
          <w:i/>
          <w:iCs/>
        </w:rPr>
      </w:pPr>
      <w:r w:rsidRPr="000D7EC2">
        <w:rPr>
          <w:i/>
          <w:iCs/>
        </w:rPr>
        <w:t>…………………………………………………………………………………………………….</w:t>
      </w:r>
    </w:p>
    <w:p w14:paraId="0096BD3F" w14:textId="66B1985F" w:rsidR="000D7EC2" w:rsidRDefault="000D7EC2">
      <w:pPr>
        <w:rPr>
          <w:i/>
          <w:iCs/>
        </w:rPr>
      </w:pPr>
      <w:r w:rsidRPr="000D7EC2">
        <w:rPr>
          <w:i/>
          <w:iCs/>
        </w:rPr>
        <w:t>…………………………………………………………………………………………………….</w:t>
      </w:r>
    </w:p>
    <w:p w14:paraId="46E6080A" w14:textId="0AB21CD0" w:rsidR="000D7EC2" w:rsidRDefault="000D7EC2">
      <w:pPr>
        <w:rPr>
          <w:i/>
          <w:iCs/>
        </w:rPr>
      </w:pPr>
      <w:r w:rsidRPr="000D7EC2">
        <w:rPr>
          <w:i/>
          <w:iCs/>
        </w:rPr>
        <w:t>…………………………………………………………………………………………………….</w:t>
      </w:r>
    </w:p>
    <w:p w14:paraId="02F3FD29" w14:textId="4D9C9C6E" w:rsidR="000D7EC2" w:rsidRDefault="000D7EC2">
      <w:pPr>
        <w:rPr>
          <w:i/>
          <w:iCs/>
        </w:rPr>
      </w:pPr>
      <w:r w:rsidRPr="000D7EC2">
        <w:rPr>
          <w:i/>
          <w:iCs/>
        </w:rPr>
        <w:t>…………………………………………………………………………………………………….</w:t>
      </w:r>
    </w:p>
    <w:p w14:paraId="17612623" w14:textId="7379E80C" w:rsidR="000D7EC2" w:rsidRDefault="000D7EC2">
      <w:pPr>
        <w:rPr>
          <w:i/>
          <w:iCs/>
        </w:rPr>
      </w:pPr>
      <w:r w:rsidRPr="000D7EC2">
        <w:rPr>
          <w:i/>
          <w:iCs/>
        </w:rPr>
        <w:t>…………………………………………………………………………………………………….</w:t>
      </w:r>
    </w:p>
    <w:p w14:paraId="6EBE7566" w14:textId="0D919F70" w:rsidR="000D7EC2" w:rsidRDefault="000D7EC2">
      <w:pPr>
        <w:rPr>
          <w:i/>
          <w:iCs/>
        </w:rPr>
      </w:pPr>
      <w:r w:rsidRPr="000D7EC2">
        <w:rPr>
          <w:i/>
          <w:iCs/>
        </w:rPr>
        <w:t>…………………………………………………………………………………………………….</w:t>
      </w:r>
    </w:p>
    <w:p w14:paraId="5364F0BA" w14:textId="5D1DAF64" w:rsidR="000D7EC2" w:rsidRDefault="000D7EC2">
      <w:pPr>
        <w:rPr>
          <w:i/>
          <w:iCs/>
        </w:rPr>
      </w:pPr>
      <w:r w:rsidRPr="000D7EC2">
        <w:rPr>
          <w:i/>
          <w:iCs/>
        </w:rPr>
        <w:t>…………………………………………………………………………………………………….</w:t>
      </w:r>
    </w:p>
    <w:p w14:paraId="18B8AF94" w14:textId="26AFAAD4" w:rsidR="006032B3" w:rsidRDefault="000D7EC2">
      <w:pPr>
        <w:rPr>
          <w:i/>
          <w:iCs/>
        </w:rPr>
      </w:pPr>
      <w:r w:rsidRPr="000D7EC2">
        <w:rPr>
          <w:i/>
          <w:iCs/>
        </w:rPr>
        <w:t>…………………………………………………………………………………………………….</w:t>
      </w:r>
      <w:r w:rsidR="006032B3">
        <w:rPr>
          <w:i/>
          <w:iCs/>
        </w:rPr>
        <w:br w:type="page"/>
      </w:r>
    </w:p>
    <w:p w14:paraId="0034881A" w14:textId="4128D699" w:rsidR="006032B3" w:rsidRPr="006032B3" w:rsidRDefault="006032B3" w:rsidP="006032B3">
      <w:pPr>
        <w:pStyle w:val="Heading2"/>
      </w:pPr>
      <w:r w:rsidRPr="006032B3">
        <w:lastRenderedPageBreak/>
        <w:t xml:space="preserve">Question </w:t>
      </w:r>
      <w:r>
        <w:t>7</w:t>
      </w:r>
    </w:p>
    <w:p w14:paraId="7A55FDEC" w14:textId="77777777" w:rsidR="006032B3" w:rsidRPr="006032B3" w:rsidRDefault="006032B3" w:rsidP="006032B3"/>
    <w:p w14:paraId="4FFB3494" w14:textId="5E6094DC" w:rsidR="006032B3" w:rsidRPr="006032B3" w:rsidRDefault="006032B3" w:rsidP="006032B3">
      <w:r w:rsidRPr="006032B3">
        <w:t xml:space="preserve">Describe how a </w:t>
      </w:r>
      <w:r>
        <w:t>client device communicates with a Smart Device over the internet</w:t>
      </w:r>
      <w:r w:rsidRPr="006032B3">
        <w:t>. (</w:t>
      </w:r>
      <w:r w:rsidR="00A65FD7">
        <w:rPr>
          <w:b/>
          <w:bCs/>
          <w:i/>
          <w:iCs/>
        </w:rPr>
        <w:t>4</w:t>
      </w:r>
      <w:r w:rsidRPr="006032B3">
        <w:rPr>
          <w:b/>
          <w:bCs/>
          <w:i/>
          <w:iCs/>
        </w:rPr>
        <w:t xml:space="preserve"> marks</w:t>
      </w:r>
      <w:r w:rsidRPr="006032B3">
        <w:t>)</w:t>
      </w:r>
    </w:p>
    <w:p w14:paraId="598CD587" w14:textId="187A5388" w:rsidR="00AE4822" w:rsidRDefault="000D7EC2" w:rsidP="006032B3">
      <w:pPr>
        <w:rPr>
          <w:i/>
          <w:iCs/>
        </w:rPr>
      </w:pPr>
      <w:r w:rsidRPr="000D7EC2">
        <w:rPr>
          <w:i/>
          <w:iCs/>
        </w:rPr>
        <w:t>…………………………………………………………………………………………………….</w:t>
      </w:r>
    </w:p>
    <w:p w14:paraId="38A7190B" w14:textId="07305B6F" w:rsidR="000D7EC2" w:rsidRDefault="000D7EC2" w:rsidP="006032B3">
      <w:pPr>
        <w:rPr>
          <w:i/>
          <w:iCs/>
        </w:rPr>
      </w:pPr>
      <w:r w:rsidRPr="000D7EC2">
        <w:rPr>
          <w:i/>
          <w:iCs/>
        </w:rPr>
        <w:t>…………………………………………………………………………………………………….</w:t>
      </w:r>
    </w:p>
    <w:p w14:paraId="12419EE8" w14:textId="09E37562" w:rsidR="000D7EC2" w:rsidRDefault="000D7EC2" w:rsidP="006032B3">
      <w:pPr>
        <w:rPr>
          <w:i/>
          <w:iCs/>
        </w:rPr>
      </w:pPr>
      <w:r w:rsidRPr="000D7EC2">
        <w:rPr>
          <w:i/>
          <w:iCs/>
        </w:rPr>
        <w:t>…………………………………………………………………………………………………….</w:t>
      </w:r>
    </w:p>
    <w:p w14:paraId="69C28D0A" w14:textId="22381F34" w:rsidR="000D7EC2" w:rsidRDefault="000D7EC2" w:rsidP="006032B3">
      <w:pPr>
        <w:rPr>
          <w:i/>
          <w:iCs/>
        </w:rPr>
      </w:pPr>
      <w:r w:rsidRPr="000D7EC2">
        <w:rPr>
          <w:i/>
          <w:iCs/>
        </w:rPr>
        <w:t>…………………………………………………………………………………………………….</w:t>
      </w:r>
    </w:p>
    <w:p w14:paraId="0006BC61" w14:textId="5889FFED" w:rsidR="000D7EC2" w:rsidRDefault="000D7EC2" w:rsidP="006032B3">
      <w:pPr>
        <w:rPr>
          <w:i/>
          <w:iCs/>
        </w:rPr>
      </w:pPr>
      <w:r w:rsidRPr="000D7EC2">
        <w:rPr>
          <w:i/>
          <w:iCs/>
        </w:rPr>
        <w:t>…………………………………………………………………………………………………….</w:t>
      </w:r>
    </w:p>
    <w:p w14:paraId="3CB1F41F" w14:textId="53878555" w:rsidR="000D7EC2" w:rsidRDefault="000D7EC2" w:rsidP="006032B3">
      <w:pPr>
        <w:rPr>
          <w:i/>
          <w:iCs/>
        </w:rPr>
      </w:pPr>
      <w:r w:rsidRPr="000D7EC2">
        <w:rPr>
          <w:i/>
          <w:iCs/>
        </w:rPr>
        <w:t>…………………………………………………………………………………………………….</w:t>
      </w:r>
    </w:p>
    <w:p w14:paraId="342F0CB8" w14:textId="1C332ABA" w:rsidR="000D7EC2" w:rsidRDefault="000D7EC2" w:rsidP="006032B3">
      <w:pPr>
        <w:rPr>
          <w:i/>
          <w:iCs/>
        </w:rPr>
      </w:pPr>
      <w:r w:rsidRPr="000D7EC2">
        <w:rPr>
          <w:i/>
          <w:iCs/>
        </w:rPr>
        <w:t>…………………………………………………………………………………………………….</w:t>
      </w:r>
    </w:p>
    <w:p w14:paraId="35AAF3EA" w14:textId="02529A32" w:rsidR="000D7EC2" w:rsidRDefault="000D7EC2" w:rsidP="006032B3">
      <w:pPr>
        <w:rPr>
          <w:i/>
          <w:iCs/>
        </w:rPr>
      </w:pPr>
      <w:r w:rsidRPr="000D7EC2">
        <w:rPr>
          <w:i/>
          <w:iCs/>
        </w:rPr>
        <w:t>…………………………………………………………………………………………………….</w:t>
      </w:r>
    </w:p>
    <w:p w14:paraId="2635D70F" w14:textId="72F8F266" w:rsidR="000D7EC2" w:rsidRDefault="000D7EC2" w:rsidP="006032B3">
      <w:pPr>
        <w:rPr>
          <w:i/>
          <w:iCs/>
        </w:rPr>
      </w:pPr>
      <w:r w:rsidRPr="000D7EC2">
        <w:rPr>
          <w:i/>
          <w:iCs/>
        </w:rPr>
        <w:t>…………………………………………………………………………………………………….</w:t>
      </w:r>
    </w:p>
    <w:p w14:paraId="72F5A772" w14:textId="62B61D2C" w:rsidR="000D7EC2" w:rsidRDefault="000D7EC2" w:rsidP="006032B3">
      <w:pPr>
        <w:rPr>
          <w:i/>
          <w:iCs/>
        </w:rPr>
      </w:pPr>
      <w:r w:rsidRPr="000D7EC2">
        <w:rPr>
          <w:i/>
          <w:iCs/>
        </w:rPr>
        <w:t>…………………………………………………………………………………………………….</w:t>
      </w:r>
    </w:p>
    <w:p w14:paraId="0EEA3E68" w14:textId="77777777" w:rsidR="000D7EC2" w:rsidRDefault="000D7EC2" w:rsidP="006032B3">
      <w:pPr>
        <w:rPr>
          <w:i/>
          <w:iCs/>
        </w:rPr>
      </w:pPr>
    </w:p>
    <w:p w14:paraId="0C41AC77" w14:textId="77777777" w:rsidR="00285BB0" w:rsidRDefault="00285BB0">
      <w:pPr>
        <w:rPr>
          <w:rFonts w:eastAsiaTheme="majorEastAsia" w:cstheme="majorBidi"/>
          <w:color w:val="2F5496" w:themeColor="accent1" w:themeShade="BF"/>
          <w:sz w:val="26"/>
          <w:szCs w:val="26"/>
        </w:rPr>
      </w:pPr>
      <w:r>
        <w:rPr>
          <w:rFonts w:eastAsiaTheme="majorEastAsia" w:cstheme="majorBidi"/>
          <w:color w:val="2F5496" w:themeColor="accent1" w:themeShade="BF"/>
          <w:sz w:val="26"/>
          <w:szCs w:val="26"/>
        </w:rPr>
        <w:br w:type="page"/>
      </w:r>
    </w:p>
    <w:p w14:paraId="0AE87489" w14:textId="6F32D5D1" w:rsidR="00AE4822" w:rsidRPr="00AE4822" w:rsidRDefault="00AE4822" w:rsidP="00AE4822">
      <w:pPr>
        <w:keepNext/>
        <w:keepLines/>
        <w:spacing w:before="40" w:after="0"/>
        <w:outlineLvl w:val="1"/>
        <w:rPr>
          <w:rFonts w:eastAsiaTheme="majorEastAsia" w:cstheme="majorBidi"/>
          <w:color w:val="2F5496" w:themeColor="accent1" w:themeShade="BF"/>
          <w:sz w:val="26"/>
          <w:szCs w:val="26"/>
        </w:rPr>
      </w:pPr>
      <w:r w:rsidRPr="00AE4822">
        <w:rPr>
          <w:rFonts w:eastAsiaTheme="majorEastAsia" w:cstheme="majorBidi"/>
          <w:color w:val="2F5496" w:themeColor="accent1" w:themeShade="BF"/>
          <w:sz w:val="26"/>
          <w:szCs w:val="26"/>
        </w:rPr>
        <w:lastRenderedPageBreak/>
        <w:t xml:space="preserve">Question </w:t>
      </w:r>
      <w:r>
        <w:rPr>
          <w:rFonts w:eastAsiaTheme="majorEastAsia" w:cstheme="majorBidi"/>
          <w:color w:val="2F5496" w:themeColor="accent1" w:themeShade="BF"/>
          <w:sz w:val="26"/>
          <w:szCs w:val="26"/>
        </w:rPr>
        <w:t>8</w:t>
      </w:r>
    </w:p>
    <w:p w14:paraId="12CB731B" w14:textId="77777777" w:rsidR="00AE4822" w:rsidRPr="00AE4822" w:rsidRDefault="00AE4822" w:rsidP="00AE4822"/>
    <w:p w14:paraId="220B834A" w14:textId="6057A660" w:rsidR="00AE4822" w:rsidRPr="00AE4822" w:rsidRDefault="00AE4822" w:rsidP="00AE4822">
      <w:r w:rsidRPr="00AE4822">
        <w:t xml:space="preserve">Explain </w:t>
      </w:r>
      <w:r w:rsidR="00052930" w:rsidRPr="00052930">
        <w:rPr>
          <w:b/>
          <w:bCs/>
        </w:rPr>
        <w:t>one</w:t>
      </w:r>
      <w:r w:rsidR="00052930">
        <w:t xml:space="preserve"> way a</w:t>
      </w:r>
      <w:r>
        <w:t xml:space="preserve"> smart device can be a security risk</w:t>
      </w:r>
      <w:r w:rsidRPr="00AE4822">
        <w:t>? (</w:t>
      </w:r>
      <w:r>
        <w:rPr>
          <w:b/>
          <w:bCs/>
          <w:i/>
          <w:iCs/>
        </w:rPr>
        <w:t>2</w:t>
      </w:r>
      <w:r w:rsidRPr="00AE4822">
        <w:rPr>
          <w:b/>
          <w:bCs/>
          <w:i/>
          <w:iCs/>
        </w:rPr>
        <w:t xml:space="preserve"> marks</w:t>
      </w:r>
      <w:r w:rsidRPr="00AE4822">
        <w:t>)</w:t>
      </w:r>
    </w:p>
    <w:p w14:paraId="61FE622F" w14:textId="77777777" w:rsidR="000D7EC2" w:rsidRDefault="000D7EC2" w:rsidP="006032B3">
      <w:pPr>
        <w:rPr>
          <w:i/>
          <w:iCs/>
        </w:rPr>
      </w:pPr>
      <w:r w:rsidRPr="000D7EC2">
        <w:rPr>
          <w:i/>
          <w:iCs/>
        </w:rPr>
        <w:t>…………………………………………………………………………………………………….</w:t>
      </w:r>
    </w:p>
    <w:p w14:paraId="0AEA7C35" w14:textId="77777777" w:rsidR="000D7EC2" w:rsidRDefault="000D7EC2" w:rsidP="006032B3">
      <w:pPr>
        <w:rPr>
          <w:i/>
          <w:iCs/>
        </w:rPr>
      </w:pPr>
      <w:r w:rsidRPr="000D7EC2">
        <w:rPr>
          <w:i/>
          <w:iCs/>
        </w:rPr>
        <w:t>…………………………………………………………………………………………………….</w:t>
      </w:r>
    </w:p>
    <w:p w14:paraId="24C52CD7" w14:textId="77777777" w:rsidR="000D7EC2" w:rsidRDefault="000D7EC2" w:rsidP="006032B3">
      <w:pPr>
        <w:rPr>
          <w:i/>
          <w:iCs/>
        </w:rPr>
      </w:pPr>
      <w:r w:rsidRPr="000D7EC2">
        <w:rPr>
          <w:i/>
          <w:iCs/>
        </w:rPr>
        <w:t>…………………………………………………………………………………………………….</w:t>
      </w:r>
    </w:p>
    <w:p w14:paraId="6BEA1AAD" w14:textId="77777777" w:rsidR="000D7EC2" w:rsidRDefault="000D7EC2" w:rsidP="006032B3">
      <w:pPr>
        <w:rPr>
          <w:i/>
          <w:iCs/>
        </w:rPr>
      </w:pPr>
      <w:r w:rsidRPr="000D7EC2">
        <w:rPr>
          <w:i/>
          <w:iCs/>
        </w:rPr>
        <w:t>…………………………………………………………………………………………………….</w:t>
      </w:r>
    </w:p>
    <w:p w14:paraId="4C5EEE9A" w14:textId="77777777" w:rsidR="000D7EC2" w:rsidRDefault="000D7EC2" w:rsidP="006032B3">
      <w:pPr>
        <w:rPr>
          <w:i/>
          <w:iCs/>
        </w:rPr>
      </w:pPr>
      <w:r w:rsidRPr="000D7EC2">
        <w:rPr>
          <w:i/>
          <w:iCs/>
        </w:rPr>
        <w:t>…………………………………………………………………………………………………….</w:t>
      </w:r>
    </w:p>
    <w:p w14:paraId="2EAB61E0" w14:textId="77777777" w:rsidR="000D7EC2" w:rsidRDefault="000D7EC2" w:rsidP="006032B3">
      <w:pPr>
        <w:rPr>
          <w:i/>
          <w:iCs/>
        </w:rPr>
      </w:pPr>
      <w:r w:rsidRPr="000D7EC2">
        <w:rPr>
          <w:i/>
          <w:iCs/>
        </w:rPr>
        <w:t>…………………………………………………………………………………………………….</w:t>
      </w:r>
    </w:p>
    <w:p w14:paraId="71E97354" w14:textId="77777777" w:rsidR="000D7EC2" w:rsidRDefault="000D7EC2" w:rsidP="006032B3">
      <w:pPr>
        <w:rPr>
          <w:i/>
          <w:iCs/>
        </w:rPr>
      </w:pPr>
      <w:r w:rsidRPr="000D7EC2">
        <w:rPr>
          <w:i/>
          <w:iCs/>
        </w:rPr>
        <w:t>…………………………………………………………………………………………………….</w:t>
      </w:r>
    </w:p>
    <w:p w14:paraId="6DA5B554" w14:textId="77777777" w:rsidR="000D7EC2" w:rsidRDefault="000D7EC2" w:rsidP="006032B3">
      <w:pPr>
        <w:rPr>
          <w:i/>
          <w:iCs/>
        </w:rPr>
      </w:pPr>
      <w:r w:rsidRPr="000D7EC2">
        <w:rPr>
          <w:i/>
          <w:iCs/>
        </w:rPr>
        <w:t>…………………………………………………………………………………………………….</w:t>
      </w:r>
    </w:p>
    <w:p w14:paraId="076BA947" w14:textId="4F7E754A" w:rsidR="00B23AB9" w:rsidRDefault="000D7EC2">
      <w:pPr>
        <w:rPr>
          <w:i/>
          <w:iCs/>
        </w:rPr>
      </w:pPr>
      <w:r w:rsidRPr="000D7EC2">
        <w:rPr>
          <w:i/>
          <w:iCs/>
        </w:rPr>
        <w:t>…………………………………………………………………………………………………….</w:t>
      </w:r>
    </w:p>
    <w:p w14:paraId="4D7B2F40" w14:textId="77777777" w:rsidR="00B23AB9" w:rsidRDefault="00B23AB9">
      <w:pPr>
        <w:rPr>
          <w:i/>
          <w:iCs/>
        </w:rPr>
      </w:pPr>
    </w:p>
    <w:p w14:paraId="1F769762" w14:textId="77777777" w:rsidR="00B23AB9" w:rsidRDefault="00B23AB9">
      <w:pPr>
        <w:rPr>
          <w:i/>
          <w:iCs/>
        </w:rPr>
      </w:pPr>
    </w:p>
    <w:p w14:paraId="71E4590F" w14:textId="77777777" w:rsidR="00B23AB9" w:rsidRDefault="00B23AB9">
      <w:pPr>
        <w:rPr>
          <w:i/>
          <w:iCs/>
        </w:rPr>
      </w:pPr>
    </w:p>
    <w:p w14:paraId="1D0870D5" w14:textId="77777777" w:rsidR="00B23AB9" w:rsidRDefault="00B23AB9">
      <w:pPr>
        <w:rPr>
          <w:i/>
          <w:iCs/>
        </w:rPr>
      </w:pPr>
    </w:p>
    <w:p w14:paraId="329C7CE9" w14:textId="77777777" w:rsidR="00B23AB9" w:rsidRDefault="00B23AB9">
      <w:pPr>
        <w:rPr>
          <w:i/>
          <w:iCs/>
        </w:rPr>
      </w:pPr>
    </w:p>
    <w:p w14:paraId="57E47A48" w14:textId="77777777" w:rsidR="00B23AB9" w:rsidRDefault="00B23AB9">
      <w:pPr>
        <w:rPr>
          <w:i/>
          <w:iCs/>
        </w:rPr>
      </w:pPr>
    </w:p>
    <w:p w14:paraId="2E7C0643" w14:textId="77777777" w:rsidR="00B23AB9" w:rsidRDefault="00B23AB9">
      <w:pPr>
        <w:rPr>
          <w:i/>
          <w:iCs/>
        </w:rPr>
      </w:pPr>
    </w:p>
    <w:p w14:paraId="61590866" w14:textId="77777777" w:rsidR="00B23AB9" w:rsidRDefault="00B23AB9">
      <w:pPr>
        <w:rPr>
          <w:i/>
          <w:iCs/>
        </w:rPr>
      </w:pPr>
    </w:p>
    <w:p w14:paraId="17223802" w14:textId="77777777" w:rsidR="00E85DBE" w:rsidRDefault="00E85DBE" w:rsidP="00DF1539">
      <w:pPr>
        <w:pStyle w:val="Footer"/>
        <w:rPr>
          <w:i/>
          <w:iCs/>
        </w:rPr>
      </w:pPr>
    </w:p>
    <w:p w14:paraId="055427D8" w14:textId="77777777" w:rsidR="00E85DBE" w:rsidRDefault="00E85DBE" w:rsidP="001716FC">
      <w:pPr>
        <w:pStyle w:val="Heading1"/>
      </w:pPr>
    </w:p>
    <w:p w14:paraId="088944E4" w14:textId="77777777" w:rsidR="00E85DBE" w:rsidRDefault="00E85DBE" w:rsidP="00DF1539">
      <w:pPr>
        <w:pStyle w:val="Footer"/>
        <w:rPr>
          <w:i/>
          <w:iCs/>
        </w:rPr>
      </w:pPr>
    </w:p>
    <w:p w14:paraId="152493E1" w14:textId="77777777" w:rsidR="00E85DBE" w:rsidRDefault="006265EC" w:rsidP="006265EC">
      <w:pPr>
        <w:pStyle w:val="Footer"/>
        <w:rPr>
          <w:i/>
          <w:iCs/>
        </w:rPr>
      </w:pPr>
      <w:r>
        <w:rPr>
          <w:i/>
          <w:iCs/>
          <w:noProof/>
        </w:rPr>
        <w:drawing>
          <wp:anchor distT="0" distB="0" distL="114300" distR="114300" simplePos="0" relativeHeight="251660288" behindDoc="0" locked="0" layoutInCell="1" allowOverlap="1" wp14:anchorId="1DA2445E" wp14:editId="3DED9C66">
            <wp:simplePos x="0" y="0"/>
            <wp:positionH relativeFrom="column">
              <wp:posOffset>1841500</wp:posOffset>
            </wp:positionH>
            <wp:positionV relativeFrom="paragraph">
              <wp:posOffset>65405</wp:posOffset>
            </wp:positionV>
            <wp:extent cx="1835150" cy="1182370"/>
            <wp:effectExtent l="0" t="0" r="0" b="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35150" cy="1182370"/>
                    </a:xfrm>
                    <a:prstGeom prst="rect">
                      <a:avLst/>
                    </a:prstGeom>
                  </pic:spPr>
                </pic:pic>
              </a:graphicData>
            </a:graphic>
            <wp14:sizeRelH relativeFrom="margin">
              <wp14:pctWidth>0</wp14:pctWidth>
            </wp14:sizeRelH>
            <wp14:sizeRelV relativeFrom="margin">
              <wp14:pctHeight>0</wp14:pctHeight>
            </wp14:sizeRelV>
          </wp:anchor>
        </w:drawing>
      </w:r>
    </w:p>
    <w:p w14:paraId="3749E94B" w14:textId="77777777" w:rsidR="00E85DBE" w:rsidRDefault="00E85DBE" w:rsidP="00DF1539">
      <w:pPr>
        <w:pStyle w:val="Footer"/>
        <w:rPr>
          <w:i/>
          <w:iCs/>
        </w:rPr>
      </w:pPr>
    </w:p>
    <w:p w14:paraId="2987B1D2" w14:textId="77777777" w:rsidR="00E85DBE" w:rsidRDefault="00E85DBE" w:rsidP="00DF1539">
      <w:pPr>
        <w:pStyle w:val="Footer"/>
        <w:rPr>
          <w:i/>
          <w:iCs/>
        </w:rPr>
      </w:pPr>
    </w:p>
    <w:p w14:paraId="55BD9B61" w14:textId="77777777" w:rsidR="00E85DBE" w:rsidRDefault="00E85DBE" w:rsidP="00DF1539">
      <w:pPr>
        <w:pStyle w:val="Footer"/>
        <w:rPr>
          <w:i/>
          <w:iCs/>
        </w:rPr>
      </w:pPr>
    </w:p>
    <w:p w14:paraId="65FECD20" w14:textId="77777777" w:rsidR="00E85DBE" w:rsidRDefault="00E85DBE" w:rsidP="00DF1539">
      <w:pPr>
        <w:pStyle w:val="Footer"/>
        <w:rPr>
          <w:i/>
          <w:iCs/>
        </w:rPr>
      </w:pPr>
    </w:p>
    <w:p w14:paraId="7B102C3F" w14:textId="77777777" w:rsidR="00E85DBE" w:rsidRDefault="00E85DBE" w:rsidP="00DF1539">
      <w:pPr>
        <w:pStyle w:val="Footer"/>
        <w:rPr>
          <w:i/>
          <w:iCs/>
        </w:rPr>
      </w:pPr>
    </w:p>
    <w:p w14:paraId="367E751B" w14:textId="77777777" w:rsidR="00E85DBE" w:rsidRDefault="00E85DBE" w:rsidP="00DF1539">
      <w:pPr>
        <w:pStyle w:val="Footer"/>
        <w:rPr>
          <w:i/>
          <w:iCs/>
        </w:rPr>
      </w:pPr>
    </w:p>
    <w:p w14:paraId="2C5F6F57" w14:textId="77777777" w:rsidR="00E85DBE" w:rsidRDefault="00E85DBE" w:rsidP="00DF1539">
      <w:pPr>
        <w:pStyle w:val="Footer"/>
        <w:rPr>
          <w:i/>
          <w:iCs/>
        </w:rPr>
      </w:pPr>
    </w:p>
    <w:p w14:paraId="643F30F9" w14:textId="77777777" w:rsidR="00DF1539" w:rsidRPr="001716FC" w:rsidRDefault="00DF1539" w:rsidP="00DF1539">
      <w:pPr>
        <w:pStyle w:val="Footer"/>
        <w:rPr>
          <w:i/>
          <w:iCs/>
        </w:rPr>
      </w:pPr>
      <w:r w:rsidRPr="001716FC">
        <w:rPr>
          <w:i/>
          <w:iCs/>
        </w:rPr>
        <w:t>No part of this publication may be reproduced, distributed, or transmitted in any form or by any means, including photocopying, recording, or other electronic or mechanical methods, without the prior written permission of the TheComputingTutor</w:t>
      </w:r>
      <w:r w:rsidR="001716FC" w:rsidRPr="001716FC">
        <w:rPr>
          <w:i/>
          <w:iCs/>
        </w:rPr>
        <w:t xml:space="preserve"> Ltd.</w:t>
      </w:r>
    </w:p>
    <w:p w14:paraId="6746AE86" w14:textId="77777777" w:rsidR="00DF1539" w:rsidRPr="00FF0F9E" w:rsidRDefault="00DF1539" w:rsidP="00FF0F9E">
      <w:pPr>
        <w:rPr>
          <w:lang w:val="en-US"/>
        </w:rPr>
      </w:pPr>
    </w:p>
    <w:sectPr w:rsidR="00DF1539" w:rsidRPr="00FF0F9E">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23C7E" w14:textId="77777777" w:rsidR="002A4E55" w:rsidRDefault="002A4E55" w:rsidP="005557A0">
      <w:pPr>
        <w:spacing w:after="0" w:line="240" w:lineRule="auto"/>
      </w:pPr>
      <w:r>
        <w:separator/>
      </w:r>
    </w:p>
  </w:endnote>
  <w:endnote w:type="continuationSeparator" w:id="0">
    <w:p w14:paraId="4C5F09A8" w14:textId="77777777" w:rsidR="002A4E55" w:rsidRDefault="002A4E55" w:rsidP="00555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ongenial">
    <w:altName w:val="Calibri"/>
    <w:charset w:val="00"/>
    <w:family w:val="auto"/>
    <w:pitch w:val="variable"/>
    <w:sig w:usb0="8000002F" w:usb1="1000205B"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9E9E3" w14:textId="34B9E96C" w:rsidR="005557A0" w:rsidRPr="001716FC" w:rsidRDefault="00E85DBE" w:rsidP="005557A0">
    <w:pPr>
      <w:pStyle w:val="Footer"/>
      <w:rPr>
        <w:i/>
        <w:iCs/>
      </w:rPr>
    </w:pPr>
    <w:r>
      <w:rPr>
        <w:noProof/>
      </w:rPr>
      <w:drawing>
        <wp:anchor distT="0" distB="0" distL="114300" distR="114300" simplePos="0" relativeHeight="251658240" behindDoc="0" locked="0" layoutInCell="1" allowOverlap="1" wp14:anchorId="64E70AF6" wp14:editId="0E9C7203">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tab/>
    </w:r>
    <w:r w:rsidR="005557A0" w:rsidRPr="001716FC">
      <w:rPr>
        <w:i/>
        <w:iCs/>
      </w:rPr>
      <w:t>All text copyright © TheComputingTutor</w:t>
    </w:r>
    <w:r w:rsidR="001716FC">
      <w:rPr>
        <w:i/>
        <w:iCs/>
      </w:rPr>
      <w:t xml:space="preserve"> Ltd</w:t>
    </w:r>
    <w:r w:rsidR="005557A0" w:rsidRPr="001716FC">
      <w:rPr>
        <w:i/>
        <w:iCs/>
      </w:rPr>
      <w:t xml:space="preserve"> 202</w:t>
    </w:r>
    <w:r w:rsidR="00B9464D">
      <w:rPr>
        <w:i/>
        <w:iCs/>
      </w:rPr>
      <w:t>4</w:t>
    </w:r>
    <w:r w:rsidR="005557A0" w:rsidRPr="001716FC">
      <w:rPr>
        <w:i/>
        <w:iCs/>
      </w:rPr>
      <w:t>. All rights Reserved.</w:t>
    </w:r>
  </w:p>
  <w:p w14:paraId="723E937C" w14:textId="77777777" w:rsidR="005557A0" w:rsidRDefault="005557A0">
    <w:pPr>
      <w:pStyle w:val="Footer"/>
    </w:pPr>
  </w:p>
  <w:p w14:paraId="65ACFD12" w14:textId="77777777" w:rsidR="005557A0" w:rsidRDefault="00555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3C824" w14:textId="77777777" w:rsidR="002A4E55" w:rsidRDefault="002A4E55" w:rsidP="005557A0">
      <w:pPr>
        <w:spacing w:after="0" w:line="240" w:lineRule="auto"/>
      </w:pPr>
      <w:r>
        <w:separator/>
      </w:r>
    </w:p>
  </w:footnote>
  <w:footnote w:type="continuationSeparator" w:id="0">
    <w:p w14:paraId="2726318A" w14:textId="77777777" w:rsidR="002A4E55" w:rsidRDefault="002A4E55" w:rsidP="00555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4A1D8" w14:textId="77777777" w:rsidR="00E85DBE" w:rsidRDefault="00E85DBE">
    <w:pPr>
      <w:pStyle w:val="Header"/>
    </w:pPr>
    <w:r>
      <w:rPr>
        <w:noProof/>
      </w:rPr>
      <mc:AlternateContent>
        <mc:Choice Requires="wps">
          <w:drawing>
            <wp:anchor distT="0" distB="0" distL="114300" distR="114300" simplePos="0" relativeHeight="251660288" behindDoc="1" locked="0" layoutInCell="1" allowOverlap="1" wp14:anchorId="61346EDC" wp14:editId="5D965FC5">
              <wp:simplePos x="0" y="0"/>
              <wp:positionH relativeFrom="column">
                <wp:posOffset>-531935</wp:posOffset>
              </wp:positionH>
              <wp:positionV relativeFrom="paragraph">
                <wp:posOffset>-90561</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gd name="adj" fmla="val 7511"/>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D0BC0E" id="Rectangle: Rounded Corners 5" o:spid="_x0000_s1026" style="position:absolute;margin-left:-41.9pt;margin-top:-7.15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" fillcolor="white [3212]" strokecolor="#525252 [1606]" strokeweight="2.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7D2EF8"/>
    <w:multiLevelType w:val="hybridMultilevel"/>
    <w:tmpl w:val="40AEB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CA4916"/>
    <w:multiLevelType w:val="hybridMultilevel"/>
    <w:tmpl w:val="28D010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9506378"/>
    <w:multiLevelType w:val="hybridMultilevel"/>
    <w:tmpl w:val="8B06E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0EA19EA"/>
    <w:multiLevelType w:val="hybridMultilevel"/>
    <w:tmpl w:val="97FC3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7DF7E6E"/>
    <w:multiLevelType w:val="hybridMultilevel"/>
    <w:tmpl w:val="3F368F1E"/>
    <w:lvl w:ilvl="0" w:tplc="05B417C8">
      <w:start w:val="1"/>
      <w:numFmt w:val="bullet"/>
      <w:lvlText w:val=" "/>
      <w:lvlJc w:val="left"/>
      <w:pPr>
        <w:tabs>
          <w:tab w:val="num" w:pos="360"/>
        </w:tabs>
        <w:ind w:left="360" w:hanging="360"/>
      </w:pPr>
      <w:rPr>
        <w:rFonts w:ascii="Calibri" w:hAnsi="Calibri" w:hint="default"/>
      </w:rPr>
    </w:lvl>
    <w:lvl w:ilvl="1" w:tplc="936E6230" w:tentative="1">
      <w:start w:val="1"/>
      <w:numFmt w:val="bullet"/>
      <w:lvlText w:val=" "/>
      <w:lvlJc w:val="left"/>
      <w:pPr>
        <w:tabs>
          <w:tab w:val="num" w:pos="1080"/>
        </w:tabs>
        <w:ind w:left="1080" w:hanging="360"/>
      </w:pPr>
      <w:rPr>
        <w:rFonts w:ascii="Calibri" w:hAnsi="Calibri" w:hint="default"/>
      </w:rPr>
    </w:lvl>
    <w:lvl w:ilvl="2" w:tplc="3370CDE0" w:tentative="1">
      <w:start w:val="1"/>
      <w:numFmt w:val="bullet"/>
      <w:lvlText w:val=" "/>
      <w:lvlJc w:val="left"/>
      <w:pPr>
        <w:tabs>
          <w:tab w:val="num" w:pos="1800"/>
        </w:tabs>
        <w:ind w:left="1800" w:hanging="360"/>
      </w:pPr>
      <w:rPr>
        <w:rFonts w:ascii="Calibri" w:hAnsi="Calibri" w:hint="default"/>
      </w:rPr>
    </w:lvl>
    <w:lvl w:ilvl="3" w:tplc="7E8C36D8" w:tentative="1">
      <w:start w:val="1"/>
      <w:numFmt w:val="bullet"/>
      <w:lvlText w:val=" "/>
      <w:lvlJc w:val="left"/>
      <w:pPr>
        <w:tabs>
          <w:tab w:val="num" w:pos="2520"/>
        </w:tabs>
        <w:ind w:left="2520" w:hanging="360"/>
      </w:pPr>
      <w:rPr>
        <w:rFonts w:ascii="Calibri" w:hAnsi="Calibri" w:hint="default"/>
      </w:rPr>
    </w:lvl>
    <w:lvl w:ilvl="4" w:tplc="63E4B144" w:tentative="1">
      <w:start w:val="1"/>
      <w:numFmt w:val="bullet"/>
      <w:lvlText w:val=" "/>
      <w:lvlJc w:val="left"/>
      <w:pPr>
        <w:tabs>
          <w:tab w:val="num" w:pos="3240"/>
        </w:tabs>
        <w:ind w:left="3240" w:hanging="360"/>
      </w:pPr>
      <w:rPr>
        <w:rFonts w:ascii="Calibri" w:hAnsi="Calibri" w:hint="default"/>
      </w:rPr>
    </w:lvl>
    <w:lvl w:ilvl="5" w:tplc="31FABE6E" w:tentative="1">
      <w:start w:val="1"/>
      <w:numFmt w:val="bullet"/>
      <w:lvlText w:val=" "/>
      <w:lvlJc w:val="left"/>
      <w:pPr>
        <w:tabs>
          <w:tab w:val="num" w:pos="3960"/>
        </w:tabs>
        <w:ind w:left="3960" w:hanging="360"/>
      </w:pPr>
      <w:rPr>
        <w:rFonts w:ascii="Calibri" w:hAnsi="Calibri" w:hint="default"/>
      </w:rPr>
    </w:lvl>
    <w:lvl w:ilvl="6" w:tplc="17C096B4" w:tentative="1">
      <w:start w:val="1"/>
      <w:numFmt w:val="bullet"/>
      <w:lvlText w:val=" "/>
      <w:lvlJc w:val="left"/>
      <w:pPr>
        <w:tabs>
          <w:tab w:val="num" w:pos="4680"/>
        </w:tabs>
        <w:ind w:left="4680" w:hanging="360"/>
      </w:pPr>
      <w:rPr>
        <w:rFonts w:ascii="Calibri" w:hAnsi="Calibri" w:hint="default"/>
      </w:rPr>
    </w:lvl>
    <w:lvl w:ilvl="7" w:tplc="F5463FA4" w:tentative="1">
      <w:start w:val="1"/>
      <w:numFmt w:val="bullet"/>
      <w:lvlText w:val=" "/>
      <w:lvlJc w:val="left"/>
      <w:pPr>
        <w:tabs>
          <w:tab w:val="num" w:pos="5400"/>
        </w:tabs>
        <w:ind w:left="5400" w:hanging="360"/>
      </w:pPr>
      <w:rPr>
        <w:rFonts w:ascii="Calibri" w:hAnsi="Calibri" w:hint="default"/>
      </w:rPr>
    </w:lvl>
    <w:lvl w:ilvl="8" w:tplc="D5FCDFDE" w:tentative="1">
      <w:start w:val="1"/>
      <w:numFmt w:val="bullet"/>
      <w:lvlText w:val=" "/>
      <w:lvlJc w:val="left"/>
      <w:pPr>
        <w:tabs>
          <w:tab w:val="num" w:pos="6120"/>
        </w:tabs>
        <w:ind w:left="6120" w:hanging="360"/>
      </w:pPr>
      <w:rPr>
        <w:rFonts w:ascii="Calibri" w:hAnsi="Calibri" w:hint="default"/>
      </w:rPr>
    </w:lvl>
  </w:abstractNum>
  <w:num w:numId="1" w16cid:durableId="1513882294">
    <w:abstractNumId w:val="4"/>
  </w:num>
  <w:num w:numId="2" w16cid:durableId="1153260332">
    <w:abstractNumId w:val="3"/>
  </w:num>
  <w:num w:numId="3" w16cid:durableId="1089157328">
    <w:abstractNumId w:val="0"/>
  </w:num>
  <w:num w:numId="4" w16cid:durableId="1497653557">
    <w:abstractNumId w:val="2"/>
  </w:num>
  <w:num w:numId="5" w16cid:durableId="4594935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44"/>
    <w:rsid w:val="000203C6"/>
    <w:rsid w:val="00021544"/>
    <w:rsid w:val="00034CEF"/>
    <w:rsid w:val="00036E6F"/>
    <w:rsid w:val="00052930"/>
    <w:rsid w:val="00055266"/>
    <w:rsid w:val="0008067F"/>
    <w:rsid w:val="00087A18"/>
    <w:rsid w:val="00091B40"/>
    <w:rsid w:val="00095D99"/>
    <w:rsid w:val="000A48DF"/>
    <w:rsid w:val="000C2909"/>
    <w:rsid w:val="000D7EC2"/>
    <w:rsid w:val="000E333F"/>
    <w:rsid w:val="000E37A1"/>
    <w:rsid w:val="000E4DB5"/>
    <w:rsid w:val="000F052D"/>
    <w:rsid w:val="000F57BC"/>
    <w:rsid w:val="00103D8D"/>
    <w:rsid w:val="00104D12"/>
    <w:rsid w:val="0011288B"/>
    <w:rsid w:val="00113669"/>
    <w:rsid w:val="00114D1A"/>
    <w:rsid w:val="00116EC6"/>
    <w:rsid w:val="00130C77"/>
    <w:rsid w:val="00137511"/>
    <w:rsid w:val="00156A8B"/>
    <w:rsid w:val="00162580"/>
    <w:rsid w:val="00163233"/>
    <w:rsid w:val="00171146"/>
    <w:rsid w:val="001716FC"/>
    <w:rsid w:val="00172E18"/>
    <w:rsid w:val="00180887"/>
    <w:rsid w:val="0018106A"/>
    <w:rsid w:val="00185830"/>
    <w:rsid w:val="00196D82"/>
    <w:rsid w:val="001C06A6"/>
    <w:rsid w:val="001D4C6F"/>
    <w:rsid w:val="001F43CA"/>
    <w:rsid w:val="00200003"/>
    <w:rsid w:val="002078E9"/>
    <w:rsid w:val="002128D3"/>
    <w:rsid w:val="002320D7"/>
    <w:rsid w:val="00233279"/>
    <w:rsid w:val="00234CA6"/>
    <w:rsid w:val="002413DA"/>
    <w:rsid w:val="0024412C"/>
    <w:rsid w:val="002442EB"/>
    <w:rsid w:val="00245342"/>
    <w:rsid w:val="002453AD"/>
    <w:rsid w:val="0024761B"/>
    <w:rsid w:val="002504DE"/>
    <w:rsid w:val="002610AF"/>
    <w:rsid w:val="00262CB6"/>
    <w:rsid w:val="00264F55"/>
    <w:rsid w:val="00285BB0"/>
    <w:rsid w:val="0028621A"/>
    <w:rsid w:val="002A3330"/>
    <w:rsid w:val="002A4E55"/>
    <w:rsid w:val="002A5191"/>
    <w:rsid w:val="002A531B"/>
    <w:rsid w:val="002A5F1E"/>
    <w:rsid w:val="002F7881"/>
    <w:rsid w:val="00305EB5"/>
    <w:rsid w:val="00321E3A"/>
    <w:rsid w:val="003237C2"/>
    <w:rsid w:val="00331C0E"/>
    <w:rsid w:val="00332AC7"/>
    <w:rsid w:val="00342159"/>
    <w:rsid w:val="00345A76"/>
    <w:rsid w:val="00347D5B"/>
    <w:rsid w:val="00354058"/>
    <w:rsid w:val="003704CD"/>
    <w:rsid w:val="00373628"/>
    <w:rsid w:val="00382BD0"/>
    <w:rsid w:val="00387E8D"/>
    <w:rsid w:val="003919AE"/>
    <w:rsid w:val="00393AF4"/>
    <w:rsid w:val="003A2D36"/>
    <w:rsid w:val="003B45C1"/>
    <w:rsid w:val="003C4A1C"/>
    <w:rsid w:val="003C4D7F"/>
    <w:rsid w:val="003D6B45"/>
    <w:rsid w:val="003E092B"/>
    <w:rsid w:val="003F4982"/>
    <w:rsid w:val="0041341C"/>
    <w:rsid w:val="00427520"/>
    <w:rsid w:val="0043515F"/>
    <w:rsid w:val="0043600B"/>
    <w:rsid w:val="0043672E"/>
    <w:rsid w:val="004419D4"/>
    <w:rsid w:val="004526C4"/>
    <w:rsid w:val="00475F3E"/>
    <w:rsid w:val="004842A0"/>
    <w:rsid w:val="00484389"/>
    <w:rsid w:val="00487651"/>
    <w:rsid w:val="0049046A"/>
    <w:rsid w:val="004A0D3A"/>
    <w:rsid w:val="004A7C19"/>
    <w:rsid w:val="004B0207"/>
    <w:rsid w:val="004B21D4"/>
    <w:rsid w:val="004B2347"/>
    <w:rsid w:val="004B5292"/>
    <w:rsid w:val="004D0313"/>
    <w:rsid w:val="004D338F"/>
    <w:rsid w:val="004E7540"/>
    <w:rsid w:val="00503CD1"/>
    <w:rsid w:val="00517D4C"/>
    <w:rsid w:val="0052001D"/>
    <w:rsid w:val="00527212"/>
    <w:rsid w:val="005352FA"/>
    <w:rsid w:val="00546C95"/>
    <w:rsid w:val="005518DF"/>
    <w:rsid w:val="00552EB8"/>
    <w:rsid w:val="005557A0"/>
    <w:rsid w:val="005714DE"/>
    <w:rsid w:val="0058278A"/>
    <w:rsid w:val="00596576"/>
    <w:rsid w:val="005A5CDE"/>
    <w:rsid w:val="005B5069"/>
    <w:rsid w:val="005C015B"/>
    <w:rsid w:val="005C206E"/>
    <w:rsid w:val="005C4965"/>
    <w:rsid w:val="005E2AB8"/>
    <w:rsid w:val="005F6D91"/>
    <w:rsid w:val="005F7525"/>
    <w:rsid w:val="006032B3"/>
    <w:rsid w:val="00603CCB"/>
    <w:rsid w:val="006062FF"/>
    <w:rsid w:val="00615550"/>
    <w:rsid w:val="0061728C"/>
    <w:rsid w:val="006175E8"/>
    <w:rsid w:val="006265EC"/>
    <w:rsid w:val="00627D5F"/>
    <w:rsid w:val="00632F82"/>
    <w:rsid w:val="00633C13"/>
    <w:rsid w:val="00635515"/>
    <w:rsid w:val="00640A34"/>
    <w:rsid w:val="00641AA1"/>
    <w:rsid w:val="00642320"/>
    <w:rsid w:val="006511CE"/>
    <w:rsid w:val="00652054"/>
    <w:rsid w:val="00654A39"/>
    <w:rsid w:val="00662344"/>
    <w:rsid w:val="00694324"/>
    <w:rsid w:val="006A2C2C"/>
    <w:rsid w:val="006A3148"/>
    <w:rsid w:val="006C02ED"/>
    <w:rsid w:val="006C4BFE"/>
    <w:rsid w:val="006C5776"/>
    <w:rsid w:val="006D2D87"/>
    <w:rsid w:val="006D4687"/>
    <w:rsid w:val="006E6347"/>
    <w:rsid w:val="006F63D7"/>
    <w:rsid w:val="00703CBE"/>
    <w:rsid w:val="00732ABD"/>
    <w:rsid w:val="00734956"/>
    <w:rsid w:val="007509C1"/>
    <w:rsid w:val="007526CA"/>
    <w:rsid w:val="00752EE3"/>
    <w:rsid w:val="00775321"/>
    <w:rsid w:val="00784DB1"/>
    <w:rsid w:val="00794405"/>
    <w:rsid w:val="0079604A"/>
    <w:rsid w:val="007A53BC"/>
    <w:rsid w:val="007B1913"/>
    <w:rsid w:val="007D34E9"/>
    <w:rsid w:val="007D363C"/>
    <w:rsid w:val="007E262B"/>
    <w:rsid w:val="007E4879"/>
    <w:rsid w:val="007F460D"/>
    <w:rsid w:val="00802FA6"/>
    <w:rsid w:val="00810E21"/>
    <w:rsid w:val="008208A1"/>
    <w:rsid w:val="00841707"/>
    <w:rsid w:val="0084436D"/>
    <w:rsid w:val="00862FBD"/>
    <w:rsid w:val="00866FB2"/>
    <w:rsid w:val="00874429"/>
    <w:rsid w:val="00885314"/>
    <w:rsid w:val="008B5CA6"/>
    <w:rsid w:val="008C45BE"/>
    <w:rsid w:val="008D4986"/>
    <w:rsid w:val="008E5309"/>
    <w:rsid w:val="008E5795"/>
    <w:rsid w:val="008E63BA"/>
    <w:rsid w:val="008F0986"/>
    <w:rsid w:val="00905365"/>
    <w:rsid w:val="00920835"/>
    <w:rsid w:val="009209E9"/>
    <w:rsid w:val="009230BE"/>
    <w:rsid w:val="0093016D"/>
    <w:rsid w:val="00932A87"/>
    <w:rsid w:val="0093573F"/>
    <w:rsid w:val="00936330"/>
    <w:rsid w:val="00946CD9"/>
    <w:rsid w:val="00960A69"/>
    <w:rsid w:val="0097000B"/>
    <w:rsid w:val="00976E7C"/>
    <w:rsid w:val="00990FDA"/>
    <w:rsid w:val="009A484D"/>
    <w:rsid w:val="009A523B"/>
    <w:rsid w:val="009C30DB"/>
    <w:rsid w:val="009D6780"/>
    <w:rsid w:val="009E7152"/>
    <w:rsid w:val="009E7EA9"/>
    <w:rsid w:val="00A07156"/>
    <w:rsid w:val="00A12A8C"/>
    <w:rsid w:val="00A13B45"/>
    <w:rsid w:val="00A273DB"/>
    <w:rsid w:val="00A3437F"/>
    <w:rsid w:val="00A4202E"/>
    <w:rsid w:val="00A433B1"/>
    <w:rsid w:val="00A508B2"/>
    <w:rsid w:val="00A517F2"/>
    <w:rsid w:val="00A54671"/>
    <w:rsid w:val="00A65FD7"/>
    <w:rsid w:val="00A800E8"/>
    <w:rsid w:val="00A97A8F"/>
    <w:rsid w:val="00AA2589"/>
    <w:rsid w:val="00AA6AA6"/>
    <w:rsid w:val="00AB15C2"/>
    <w:rsid w:val="00AB20DC"/>
    <w:rsid w:val="00AC7688"/>
    <w:rsid w:val="00AD5429"/>
    <w:rsid w:val="00AD5D11"/>
    <w:rsid w:val="00AD79C3"/>
    <w:rsid w:val="00AE0362"/>
    <w:rsid w:val="00AE104D"/>
    <w:rsid w:val="00AE2F7D"/>
    <w:rsid w:val="00AE4822"/>
    <w:rsid w:val="00AE4EDB"/>
    <w:rsid w:val="00AF5983"/>
    <w:rsid w:val="00B0316C"/>
    <w:rsid w:val="00B146AF"/>
    <w:rsid w:val="00B15C2D"/>
    <w:rsid w:val="00B23AB9"/>
    <w:rsid w:val="00B251B8"/>
    <w:rsid w:val="00B30AD4"/>
    <w:rsid w:val="00B3707A"/>
    <w:rsid w:val="00B41173"/>
    <w:rsid w:val="00B428A8"/>
    <w:rsid w:val="00B44DF8"/>
    <w:rsid w:val="00B60224"/>
    <w:rsid w:val="00B83A9D"/>
    <w:rsid w:val="00B9464D"/>
    <w:rsid w:val="00B94B21"/>
    <w:rsid w:val="00BA11D5"/>
    <w:rsid w:val="00BC4744"/>
    <w:rsid w:val="00BE46EA"/>
    <w:rsid w:val="00C13B27"/>
    <w:rsid w:val="00C16694"/>
    <w:rsid w:val="00C20523"/>
    <w:rsid w:val="00C31F2F"/>
    <w:rsid w:val="00C34445"/>
    <w:rsid w:val="00C619FD"/>
    <w:rsid w:val="00C71B4C"/>
    <w:rsid w:val="00C744F3"/>
    <w:rsid w:val="00C778BA"/>
    <w:rsid w:val="00C8115E"/>
    <w:rsid w:val="00C84797"/>
    <w:rsid w:val="00C9420C"/>
    <w:rsid w:val="00CA18A0"/>
    <w:rsid w:val="00CA1C23"/>
    <w:rsid w:val="00CB37A1"/>
    <w:rsid w:val="00CC7887"/>
    <w:rsid w:val="00CD5468"/>
    <w:rsid w:val="00CF7A50"/>
    <w:rsid w:val="00D03B48"/>
    <w:rsid w:val="00D0478B"/>
    <w:rsid w:val="00D222ED"/>
    <w:rsid w:val="00D26740"/>
    <w:rsid w:val="00D67CB9"/>
    <w:rsid w:val="00D77D97"/>
    <w:rsid w:val="00D8617E"/>
    <w:rsid w:val="00D86203"/>
    <w:rsid w:val="00DB3EAD"/>
    <w:rsid w:val="00DB4E8E"/>
    <w:rsid w:val="00DB6619"/>
    <w:rsid w:val="00DC0D54"/>
    <w:rsid w:val="00DE486B"/>
    <w:rsid w:val="00DE5567"/>
    <w:rsid w:val="00DF1539"/>
    <w:rsid w:val="00DF41CC"/>
    <w:rsid w:val="00DF4638"/>
    <w:rsid w:val="00DF6202"/>
    <w:rsid w:val="00DF7DEA"/>
    <w:rsid w:val="00E00E7C"/>
    <w:rsid w:val="00E013B7"/>
    <w:rsid w:val="00E15738"/>
    <w:rsid w:val="00E2184C"/>
    <w:rsid w:val="00E329E4"/>
    <w:rsid w:val="00E332E6"/>
    <w:rsid w:val="00E430B8"/>
    <w:rsid w:val="00E436D8"/>
    <w:rsid w:val="00E50BEE"/>
    <w:rsid w:val="00E54D0B"/>
    <w:rsid w:val="00E66786"/>
    <w:rsid w:val="00E80641"/>
    <w:rsid w:val="00E85DBE"/>
    <w:rsid w:val="00E86B68"/>
    <w:rsid w:val="00E87AC3"/>
    <w:rsid w:val="00E9391E"/>
    <w:rsid w:val="00EA232E"/>
    <w:rsid w:val="00EA4D9B"/>
    <w:rsid w:val="00EA5B67"/>
    <w:rsid w:val="00EB2746"/>
    <w:rsid w:val="00EB359E"/>
    <w:rsid w:val="00EC0CB3"/>
    <w:rsid w:val="00EC316A"/>
    <w:rsid w:val="00ED3607"/>
    <w:rsid w:val="00EF2FDC"/>
    <w:rsid w:val="00F045EC"/>
    <w:rsid w:val="00F165BD"/>
    <w:rsid w:val="00F23645"/>
    <w:rsid w:val="00F24848"/>
    <w:rsid w:val="00F25896"/>
    <w:rsid w:val="00F27A57"/>
    <w:rsid w:val="00F36335"/>
    <w:rsid w:val="00F61697"/>
    <w:rsid w:val="00F64265"/>
    <w:rsid w:val="00F821B1"/>
    <w:rsid w:val="00F8590E"/>
    <w:rsid w:val="00F90D21"/>
    <w:rsid w:val="00F946D5"/>
    <w:rsid w:val="00F95902"/>
    <w:rsid w:val="00F96D58"/>
    <w:rsid w:val="00FB3979"/>
    <w:rsid w:val="00FB5D11"/>
    <w:rsid w:val="00FB7F32"/>
    <w:rsid w:val="00FE39E8"/>
    <w:rsid w:val="00FF0F9E"/>
    <w:rsid w:val="00FF24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8A24B"/>
  <w15:chartTrackingRefBased/>
  <w15:docId w15:val="{1888FD40-009F-4A0C-85F6-9469F668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4822"/>
    <w:rPr>
      <w:rFonts w:ascii="Candara" w:hAnsi="Candara"/>
    </w:rPr>
  </w:style>
  <w:style w:type="paragraph" w:styleId="Heading1">
    <w:name w:val="heading 1"/>
    <w:basedOn w:val="Normal"/>
    <w:next w:val="Normal"/>
    <w:link w:val="Heading1Char"/>
    <w:uiPriority w:val="9"/>
    <w:qFormat/>
    <w:rsid w:val="00B94B21"/>
    <w:pPr>
      <w:keepNext/>
      <w:keepLines/>
      <w:spacing w:before="240" w:after="0"/>
      <w:outlineLvl w:val="0"/>
    </w:pPr>
    <w:rPr>
      <w:rFonts w:eastAsiaTheme="majorEastAsia" w:cstheme="minorHAnsi"/>
      <w:color w:val="2F5496" w:themeColor="accent1" w:themeShade="BF"/>
      <w:sz w:val="32"/>
      <w:szCs w:val="32"/>
    </w:rPr>
  </w:style>
  <w:style w:type="paragraph" w:styleId="Heading2">
    <w:name w:val="heading 2"/>
    <w:basedOn w:val="Normal"/>
    <w:next w:val="Normal"/>
    <w:link w:val="Heading2Char"/>
    <w:uiPriority w:val="9"/>
    <w:unhideWhenUsed/>
    <w:qFormat/>
    <w:rsid w:val="00B94B21"/>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0887"/>
    <w:pPr>
      <w:keepNext/>
      <w:keepLines/>
      <w:spacing w:before="40" w:after="0"/>
      <w:outlineLvl w:val="2"/>
    </w:pPr>
    <w:rPr>
      <w:rFonts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94B21"/>
    <w:pPr>
      <w:keepNext/>
      <w:keepLines/>
      <w:spacing w:before="40" w:after="0"/>
      <w:outlineLvl w:val="3"/>
    </w:pPr>
    <w:rPr>
      <w:rFonts w:eastAsiaTheme="majorEastAsia" w:cstheme="minorHAnsi"/>
      <w:i/>
      <w:iCs/>
      <w:color w:val="2F5496" w:themeColor="accent1" w:themeShade="BF"/>
    </w:rPr>
  </w:style>
  <w:style w:type="paragraph" w:styleId="Heading5">
    <w:name w:val="heading 5"/>
    <w:basedOn w:val="Normal"/>
    <w:next w:val="Normal"/>
    <w:link w:val="Heading5Char"/>
    <w:uiPriority w:val="9"/>
    <w:unhideWhenUsed/>
    <w:qFormat/>
    <w:rsid w:val="001716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65BD"/>
    <w:pPr>
      <w:spacing w:after="0" w:line="360" w:lineRule="auto"/>
      <w:contextualSpacing/>
      <w:jc w:val="center"/>
    </w:pPr>
    <w:rPr>
      <w:rFonts w:ascii="Congenial" w:eastAsiaTheme="majorEastAsia" w:hAnsi="Congenial" w:cstheme="majorBidi"/>
      <w:spacing w:val="-10"/>
      <w:kern w:val="28"/>
      <w:sz w:val="56"/>
      <w:szCs w:val="56"/>
    </w:rPr>
  </w:style>
  <w:style w:type="character" w:customStyle="1" w:styleId="TitleChar">
    <w:name w:val="Title Char"/>
    <w:basedOn w:val="DefaultParagraphFont"/>
    <w:link w:val="Title"/>
    <w:uiPriority w:val="10"/>
    <w:rsid w:val="00F165BD"/>
    <w:rPr>
      <w:rFonts w:ascii="Congenial" w:eastAsiaTheme="majorEastAsia" w:hAnsi="Congenial"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B94B21"/>
    <w:rPr>
      <w:rFonts w:ascii="Candara" w:eastAsiaTheme="majorEastAsia" w:hAnsi="Candara" w:cstheme="minorHAnsi"/>
      <w:color w:val="2F5496" w:themeColor="accent1" w:themeShade="BF"/>
      <w:sz w:val="32"/>
      <w:szCs w:val="32"/>
    </w:rPr>
  </w:style>
  <w:style w:type="character" w:customStyle="1" w:styleId="Heading2Char">
    <w:name w:val="Heading 2 Char"/>
    <w:basedOn w:val="DefaultParagraphFont"/>
    <w:link w:val="Heading2"/>
    <w:uiPriority w:val="9"/>
    <w:rsid w:val="00B94B21"/>
    <w:rPr>
      <w:rFonts w:ascii="Candara" w:eastAsiaTheme="majorEastAsia" w:hAnsi="Candara" w:cstheme="majorBidi"/>
      <w:color w:val="2F5496" w:themeColor="accent1" w:themeShade="BF"/>
      <w:sz w:val="26"/>
      <w:szCs w:val="26"/>
    </w:rPr>
  </w:style>
  <w:style w:type="character" w:customStyle="1" w:styleId="Heading3Char">
    <w:name w:val="Heading 3 Char"/>
    <w:basedOn w:val="DefaultParagraphFont"/>
    <w:link w:val="Heading3"/>
    <w:uiPriority w:val="9"/>
    <w:rsid w:val="00180887"/>
    <w:rPr>
      <w:rFonts w:ascii="Candara" w:eastAsiaTheme="majorEastAsia" w:hAnsi="Candara" w:cstheme="majorBidi"/>
      <w:color w:val="1F3763" w:themeColor="accent1" w:themeShade="7F"/>
      <w:sz w:val="24"/>
      <w:szCs w:val="24"/>
    </w:rPr>
  </w:style>
  <w:style w:type="character" w:customStyle="1" w:styleId="Heading4Char">
    <w:name w:val="Heading 4 Char"/>
    <w:basedOn w:val="DefaultParagraphFont"/>
    <w:link w:val="Heading4"/>
    <w:uiPriority w:val="9"/>
    <w:rsid w:val="00B94B21"/>
    <w:rPr>
      <w:rFonts w:ascii="Candara" w:eastAsiaTheme="majorEastAsia" w:hAnsi="Candara" w:cstheme="minorHAnsi"/>
      <w:i/>
      <w:iCs/>
      <w:color w:val="2F5496" w:themeColor="accent1" w:themeShade="BF"/>
    </w:rPr>
  </w:style>
  <w:style w:type="character" w:customStyle="1" w:styleId="Heading5Char">
    <w:name w:val="Heading 5 Char"/>
    <w:basedOn w:val="DefaultParagraphFont"/>
    <w:link w:val="Heading5"/>
    <w:uiPriority w:val="9"/>
    <w:rsid w:val="001716FC"/>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93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32A8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C744F3"/>
    <w:pPr>
      <w:ind w:left="720"/>
      <w:contextualSpacing/>
    </w:pPr>
  </w:style>
  <w:style w:type="paragraph" w:customStyle="1" w:styleId="Default">
    <w:name w:val="Default"/>
    <w:rsid w:val="0052001D"/>
    <w:pPr>
      <w:autoSpaceDE w:val="0"/>
      <w:autoSpaceDN w:val="0"/>
      <w:adjustRightInd w:val="0"/>
      <w:spacing w:after="0" w:line="240" w:lineRule="auto"/>
    </w:pPr>
    <w:rPr>
      <w:rFonts w:ascii="Trebuchet MS" w:hAnsi="Trebuchet MS" w:cs="Trebuchet MS"/>
      <w:color w:val="000000"/>
      <w:sz w:val="24"/>
      <w:szCs w:val="24"/>
    </w:rPr>
  </w:style>
  <w:style w:type="paragraph" w:styleId="NormalWeb">
    <w:name w:val="Normal (Web)"/>
    <w:basedOn w:val="Normal"/>
    <w:uiPriority w:val="99"/>
    <w:semiHidden/>
    <w:unhideWhenUsed/>
    <w:rsid w:val="003237C2"/>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74125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ComputingTutorTemplate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08C113A-6CC3-43FB-8BC0-513317E7E0BC}">
  <we:reference id="wa200005669" version="2.0.0.0" store="en-GB" storeType="OMEX"/>
  <we:alternateReferences>
    <we:reference id="WA200005669" version="2.0.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ComputingTutorTemplate2023</Template>
  <TotalTime>0</TotalTime>
  <Pages>16</Pages>
  <Words>1121</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TheComputingTutor</dc:creator>
  <cp:keywords/>
  <dc:description/>
  <cp:lastModifiedBy>paul meaney</cp:lastModifiedBy>
  <cp:revision>284</cp:revision>
  <dcterms:created xsi:type="dcterms:W3CDTF">2023-10-13T10:15:00Z</dcterms:created>
  <dcterms:modified xsi:type="dcterms:W3CDTF">2024-07-31T14:36:00Z</dcterms:modified>
</cp:coreProperties>
</file>